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BAAD7" w14:textId="4E21A277" w:rsidR="00175E40" w:rsidRDefault="2E4250EA" w:rsidP="00A76FDE">
      <w:pPr>
        <w:pStyle w:val="Heading1"/>
        <w:numPr>
          <w:ilvl w:val="0"/>
          <w:numId w:val="6"/>
        </w:numPr>
      </w:pPr>
      <w:r>
        <w:t xml:space="preserve"> </w:t>
      </w:r>
      <w:r w:rsidR="00806E70">
        <w:t>Launch email</w:t>
      </w:r>
    </w:p>
    <w:p w14:paraId="7ED5AA0E" w14:textId="2D5FADCD" w:rsidR="00175E40" w:rsidRDefault="00806E70" w:rsidP="00175E40">
      <w:pPr>
        <w:pStyle w:val="NoSpacing"/>
      </w:pPr>
      <w:r w:rsidRPr="00806E70">
        <w:rPr>
          <w:b/>
        </w:rPr>
        <w:t>Email subject:</w:t>
      </w:r>
      <w:r>
        <w:t xml:space="preserve"> </w:t>
      </w:r>
      <w:r w:rsidR="00B15EC8">
        <w:t>Could you be happier?</w:t>
      </w:r>
    </w:p>
    <w:p w14:paraId="65E9E4E1" w14:textId="14DA48BD" w:rsidR="00175E40" w:rsidRDefault="00175E40" w:rsidP="00175E40">
      <w:pPr>
        <w:pStyle w:val="NoSpacing"/>
      </w:pPr>
    </w:p>
    <w:p w14:paraId="15252B24" w14:textId="7176A75C" w:rsidR="00806E70" w:rsidRDefault="00806E70" w:rsidP="00175E40">
      <w:pPr>
        <w:pStyle w:val="NoSpacing"/>
      </w:pPr>
      <w:r w:rsidRPr="00806E70">
        <w:rPr>
          <w:b/>
        </w:rPr>
        <w:t>Preheader description:</w:t>
      </w:r>
      <w:r>
        <w:t xml:space="preserve"> Take </w:t>
      </w:r>
      <w:r w:rsidR="006165CB">
        <w:t>the Retail Trust’s</w:t>
      </w:r>
      <w:r>
        <w:t xml:space="preserve"> expert-led happiness test to </w:t>
      </w:r>
      <w:r w:rsidR="009B717B">
        <w:t xml:space="preserve">get </w:t>
      </w:r>
      <w:r>
        <w:t xml:space="preserve">your </w:t>
      </w:r>
      <w:proofErr w:type="spellStart"/>
      <w:r>
        <w:t>personalised</w:t>
      </w:r>
      <w:proofErr w:type="spellEnd"/>
      <w:r>
        <w:t xml:space="preserve"> action plan to be happier at work.</w:t>
      </w:r>
    </w:p>
    <w:p w14:paraId="433211BA" w14:textId="72DEF22C" w:rsidR="00806E70" w:rsidRDefault="00806E70" w:rsidP="00175E40">
      <w:pPr>
        <w:pStyle w:val="NoSpacing"/>
      </w:pPr>
    </w:p>
    <w:p w14:paraId="6DFD6782" w14:textId="5AD330DD" w:rsidR="00806E70" w:rsidRPr="009B717B" w:rsidRDefault="00806E70" w:rsidP="00175E40">
      <w:pPr>
        <w:pStyle w:val="NoSpacing"/>
        <w:rPr>
          <w:b/>
        </w:rPr>
      </w:pPr>
      <w:r w:rsidRPr="009B717B">
        <w:rPr>
          <w:b/>
        </w:rPr>
        <w:t>Email copy</w:t>
      </w:r>
      <w:r w:rsidR="009B717B">
        <w:rPr>
          <w:b/>
        </w:rPr>
        <w:t>:</w:t>
      </w:r>
    </w:p>
    <w:p w14:paraId="12E4D36F" w14:textId="77777777" w:rsidR="00806E70" w:rsidRDefault="00806E70" w:rsidP="00175E40">
      <w:pPr>
        <w:pStyle w:val="NoSpacing"/>
      </w:pPr>
    </w:p>
    <w:p w14:paraId="58FE6713" w14:textId="0CAA5E43" w:rsidR="00175E40" w:rsidRDefault="00175E40" w:rsidP="00175E40">
      <w:pPr>
        <w:pStyle w:val="NoSpacing"/>
      </w:pPr>
      <w:r>
        <w:t xml:space="preserve">How happy are you at work? </w:t>
      </w:r>
      <w:r w:rsidR="003021C8">
        <w:t>How could</w:t>
      </w:r>
      <w:r>
        <w:t xml:space="preserve"> you be happier? </w:t>
      </w:r>
    </w:p>
    <w:p w14:paraId="32C52DDA" w14:textId="77777777" w:rsidR="00175E40" w:rsidRDefault="00175E40" w:rsidP="00175E40">
      <w:pPr>
        <w:pStyle w:val="NoSpacing"/>
      </w:pPr>
    </w:p>
    <w:p w14:paraId="517CD7E4" w14:textId="0C990909" w:rsidR="00175E40" w:rsidRDefault="00175E40" w:rsidP="00175E40">
      <w:pPr>
        <w:pStyle w:val="NoSpacing"/>
      </w:pPr>
      <w:r w:rsidRPr="3AC48922">
        <w:rPr>
          <w:lang w:val="en-GB"/>
        </w:rPr>
        <w:t>It can be hard to figure this out by yourself</w:t>
      </w:r>
      <w:r w:rsidR="00395201" w:rsidRPr="3AC48922">
        <w:rPr>
          <w:lang w:val="en-GB"/>
        </w:rPr>
        <w:t>.</w:t>
      </w:r>
      <w:r w:rsidRPr="3AC48922">
        <w:rPr>
          <w:lang w:val="en-GB"/>
        </w:rPr>
        <w:t xml:space="preserve"> </w:t>
      </w:r>
      <w:r w:rsidR="00395201" w:rsidRPr="3AC48922">
        <w:rPr>
          <w:lang w:val="en-GB"/>
        </w:rPr>
        <w:t>A</w:t>
      </w:r>
      <w:r w:rsidRPr="3AC48922">
        <w:rPr>
          <w:lang w:val="en-GB"/>
        </w:rPr>
        <w:t>fter all</w:t>
      </w:r>
      <w:r w:rsidR="00395201" w:rsidRPr="3AC48922">
        <w:rPr>
          <w:lang w:val="en-GB"/>
        </w:rPr>
        <w:t>,</w:t>
      </w:r>
      <w:r w:rsidRPr="3AC48922">
        <w:rPr>
          <w:lang w:val="en-GB"/>
        </w:rPr>
        <w:t xml:space="preserve"> there are loads of factors that can impact happiness levels in the workplace, from job satisfaction to how well you get on with your colleagues. </w:t>
      </w:r>
    </w:p>
    <w:p w14:paraId="3D731B8C" w14:textId="77777777" w:rsidR="00175E40" w:rsidRDefault="00175E40" w:rsidP="00175E40">
      <w:pPr>
        <w:pStyle w:val="NoSpacing"/>
      </w:pPr>
    </w:p>
    <w:p w14:paraId="03F49BE9" w14:textId="7F7157D8" w:rsidR="00175E40" w:rsidRDefault="00175E40" w:rsidP="00175E40">
      <w:pPr>
        <w:pStyle w:val="NoSpacing"/>
      </w:pPr>
      <w:proofErr w:type="gramStart"/>
      <w:r w:rsidRPr="3AC48922">
        <w:rPr>
          <w:lang w:val="en-GB"/>
        </w:rPr>
        <w:t>But</w:t>
      </w:r>
      <w:r w:rsidR="006165CB" w:rsidRPr="3AC48922">
        <w:rPr>
          <w:lang w:val="en-GB"/>
        </w:rPr>
        <w:t>,</w:t>
      </w:r>
      <w:proofErr w:type="gramEnd"/>
      <w:r w:rsidR="006165CB" w:rsidRPr="3AC48922">
        <w:rPr>
          <w:lang w:val="en-GB"/>
        </w:rPr>
        <w:t xml:space="preserve"> the Retail Trust is</w:t>
      </w:r>
      <w:r w:rsidRPr="3AC48922">
        <w:rPr>
          <w:lang w:val="en-GB"/>
        </w:rPr>
        <w:t xml:space="preserve"> here to help you work it out. </w:t>
      </w:r>
    </w:p>
    <w:p w14:paraId="5A0DE926" w14:textId="77777777" w:rsidR="00175E40" w:rsidRDefault="00175E40" w:rsidP="00175E40">
      <w:pPr>
        <w:pStyle w:val="NoSpacing"/>
      </w:pPr>
    </w:p>
    <w:p w14:paraId="64B0FA87" w14:textId="68AC5F65" w:rsidR="00175E40" w:rsidRDefault="00175E40" w:rsidP="003446C7">
      <w:pPr>
        <w:pStyle w:val="NoSpacing"/>
      </w:pPr>
      <w:r w:rsidRPr="3AC48922">
        <w:rPr>
          <w:lang w:val="en-GB"/>
        </w:rPr>
        <w:t xml:space="preserve">And the first step to unlocking your happy is to take stock on how you’re feeling right now. </w:t>
      </w:r>
      <w:r w:rsidR="00657CCC" w:rsidRPr="3AC48922">
        <w:rPr>
          <w:lang w:val="en-GB"/>
        </w:rPr>
        <w:t>So,</w:t>
      </w:r>
      <w:r w:rsidRPr="3AC48922">
        <w:rPr>
          <w:lang w:val="en-GB"/>
        </w:rPr>
        <w:t xml:space="preserve"> </w:t>
      </w:r>
      <w:r w:rsidR="006165CB" w:rsidRPr="3AC48922">
        <w:rPr>
          <w:lang w:val="en-GB"/>
        </w:rPr>
        <w:t>they</w:t>
      </w:r>
      <w:r w:rsidRPr="3AC48922">
        <w:rPr>
          <w:lang w:val="en-GB"/>
        </w:rPr>
        <w:t xml:space="preserve">’ve designed an expert-led happiness test. It takes just a few minutes to fill out and </w:t>
      </w:r>
      <w:r w:rsidR="003021C8" w:rsidRPr="3AC48922">
        <w:rPr>
          <w:lang w:val="en-GB"/>
        </w:rPr>
        <w:t xml:space="preserve">can be done easily on a </w:t>
      </w:r>
      <w:r w:rsidR="007F7E81" w:rsidRPr="3AC48922">
        <w:rPr>
          <w:lang w:val="en-GB"/>
        </w:rPr>
        <w:t xml:space="preserve">mobile </w:t>
      </w:r>
      <w:r w:rsidR="003021C8" w:rsidRPr="3AC48922">
        <w:rPr>
          <w:lang w:val="en-GB"/>
        </w:rPr>
        <w:t>phone</w:t>
      </w:r>
      <w:r w:rsidR="00770903" w:rsidRPr="3AC48922">
        <w:rPr>
          <w:lang w:val="en-GB"/>
        </w:rPr>
        <w:t>.</w:t>
      </w:r>
      <w:r w:rsidR="003021C8" w:rsidRPr="3AC48922">
        <w:rPr>
          <w:lang w:val="en-GB"/>
        </w:rPr>
        <w:t xml:space="preserve"> </w:t>
      </w:r>
      <w:r w:rsidR="00770903" w:rsidRPr="3AC48922">
        <w:rPr>
          <w:lang w:val="en-GB"/>
        </w:rPr>
        <w:t>I</w:t>
      </w:r>
      <w:r w:rsidR="003021C8" w:rsidRPr="3AC48922">
        <w:rPr>
          <w:lang w:val="en-GB"/>
        </w:rPr>
        <w:t xml:space="preserve">t </w:t>
      </w:r>
      <w:r w:rsidRPr="3AC48922">
        <w:rPr>
          <w:lang w:val="en-GB"/>
        </w:rPr>
        <w:t>will ask you to reflect on various aspects of your day-to-day working environment.</w:t>
      </w:r>
    </w:p>
    <w:p w14:paraId="7487F81D" w14:textId="77777777" w:rsidR="00175E40" w:rsidRDefault="00175E40" w:rsidP="00175E40">
      <w:pPr>
        <w:pStyle w:val="NoSpacing"/>
      </w:pPr>
    </w:p>
    <w:p w14:paraId="1F466008" w14:textId="642CD4C4" w:rsidR="00175E40" w:rsidRDefault="00175E40" w:rsidP="00175E40">
      <w:pPr>
        <w:pStyle w:val="NoSpacing"/>
      </w:pPr>
      <w:r w:rsidRPr="3AC48922">
        <w:rPr>
          <w:lang w:val="en-GB"/>
        </w:rPr>
        <w:t xml:space="preserve">Once you’ve completed the test, you’ll receive a </w:t>
      </w:r>
      <w:r w:rsidR="003446C7" w:rsidRPr="3AC48922">
        <w:rPr>
          <w:lang w:val="en-GB"/>
        </w:rPr>
        <w:t xml:space="preserve">personalised </w:t>
      </w:r>
      <w:r w:rsidRPr="3AC48922">
        <w:rPr>
          <w:lang w:val="en-GB"/>
        </w:rPr>
        <w:t xml:space="preserve">happiness score and your very own programme packed full of brilliant advice, tips, insight and an action plan on what you need to focus on for your work wellbeing and to unlock your happy. </w:t>
      </w:r>
    </w:p>
    <w:p w14:paraId="69DED12B" w14:textId="77777777" w:rsidR="00175E40" w:rsidRDefault="00175E40" w:rsidP="00175E40">
      <w:pPr>
        <w:pStyle w:val="NoSpacing"/>
      </w:pPr>
    </w:p>
    <w:p w14:paraId="23BC8D13" w14:textId="76D24CF5" w:rsidR="003021C8" w:rsidRDefault="00175E40" w:rsidP="00B97EF0">
      <w:pPr>
        <w:pStyle w:val="NoSpacing"/>
        <w:rPr>
          <w:lang w:val="en-GB"/>
        </w:rPr>
      </w:pPr>
      <w:r>
        <w:t>The results are completely confidential and totally unique to you.</w:t>
      </w:r>
      <w:r w:rsidR="00B97EF0">
        <w:t xml:space="preserve"> </w:t>
      </w:r>
    </w:p>
    <w:p w14:paraId="62EE3A13" w14:textId="164D7134" w:rsidR="00175E40" w:rsidRDefault="00175E40" w:rsidP="00175E40">
      <w:pPr>
        <w:pStyle w:val="NoSpacing"/>
      </w:pPr>
    </w:p>
    <w:p w14:paraId="6836C8B6" w14:textId="587C1DCB" w:rsidR="007944E9" w:rsidRDefault="00175E40" w:rsidP="009B717B">
      <w:pPr>
        <w:pStyle w:val="NoSpacing"/>
      </w:pPr>
      <w:r>
        <w:t>Ready to get started?</w:t>
      </w:r>
    </w:p>
    <w:p w14:paraId="2C8FEBA9" w14:textId="5BAD0334" w:rsidR="009B717B" w:rsidRDefault="009B717B" w:rsidP="009B717B">
      <w:pPr>
        <w:pStyle w:val="NoSpacing"/>
      </w:pPr>
    </w:p>
    <w:p w14:paraId="1760BC55" w14:textId="483B9377" w:rsidR="009B717B" w:rsidRDefault="00E90B82" w:rsidP="009B717B">
      <w:pPr>
        <w:pStyle w:val="NoSpacing"/>
      </w:pPr>
      <w:r>
        <w:t>Click here to unlock your happy</w:t>
      </w:r>
      <w:r w:rsidR="0068387C">
        <w:t xml:space="preserve"> </w:t>
      </w:r>
      <w:r w:rsidR="0068387C">
        <w:t xml:space="preserve"/>
      </w:r>
      <w:hyperlink w:history="1" r:id="rIdwti0wwer7aliwderxfsrz">
        <w:r>
          <w:rPr>
            <w:u w:val="single" w:color="6a97cf"/>
            <w:color w:val="6a97cf"/>
            <w:sz w:val="22"/>
            <w:szCs w:val="22"/>
            <w:rFonts w:ascii="Arial" w:cs="Arial" w:eastAsia="Arial" w:hAnsi="Arial"/>
          </w:rPr>
          <w:t xml:space="preserve">go.retailtrust.org.uk/my-happy-email</w:t>
        </w:r>
      </w:hyperlink>
      <w:r w:rsidR="0068387C">
        <w:t xml:space="preserve"/>
      </w:r>
      <w:proofErr w:type="spellStart"/>
      <w:r w:rsidR="0068387C">
        <w:t/>
      </w:r>
      <w:proofErr w:type="spellEnd"/>
      <w:r w:rsidR="0068387C">
        <w:t xml:space="preserve"/>
      </w:r>
    </w:p>
    <w:p w14:paraId="54D61AC2" w14:textId="34CD54BA" w:rsidR="009B717B" w:rsidRDefault="009B717B" w:rsidP="009B717B">
      <w:pPr>
        <w:pStyle w:val="NoSpacing"/>
      </w:pPr>
    </w:p>
    <w:p w14:paraId="51A2094F" w14:textId="504BFF0E" w:rsidR="009B717B" w:rsidRDefault="009B717B" w:rsidP="009B717B">
      <w:pPr>
        <w:pStyle w:val="NoSpacing"/>
      </w:pPr>
    </w:p>
    <w:p w14:paraId="0E849062" w14:textId="7F4D364B" w:rsidR="004B1F5A" w:rsidRDefault="004B1F5A">
      <w:pPr>
        <w:rPr>
          <w:lang w:val="en-US"/>
        </w:rPr>
      </w:pPr>
      <w:r>
        <w:br w:type="page"/>
      </w:r>
    </w:p>
    <w:p w14:paraId="5028E1F7" w14:textId="6F80F619" w:rsidR="009B717B" w:rsidRDefault="004B1F5A" w:rsidP="00A76FDE">
      <w:pPr>
        <w:pStyle w:val="Heading1"/>
        <w:numPr>
          <w:ilvl w:val="0"/>
          <w:numId w:val="6"/>
        </w:numPr>
        <w:spacing w:before="0"/>
      </w:pPr>
      <w:r>
        <w:lastRenderedPageBreak/>
        <w:t>Reminder email</w:t>
      </w:r>
    </w:p>
    <w:p w14:paraId="57F783CA" w14:textId="1EDAEFEF" w:rsidR="00E90B82" w:rsidRPr="00E90B82" w:rsidRDefault="00E90B82" w:rsidP="00E90B82">
      <w:pPr>
        <w:pStyle w:val="NoSpacing"/>
      </w:pPr>
      <w:r w:rsidRPr="00E90B82">
        <w:rPr>
          <w:b/>
        </w:rPr>
        <w:t>Email subject:</w:t>
      </w:r>
      <w:r w:rsidRPr="00E90B82">
        <w:t xml:space="preserve"> </w:t>
      </w:r>
      <w:r w:rsidR="00B15EC8">
        <w:t xml:space="preserve">Want to know how happy you really </w:t>
      </w:r>
      <w:proofErr w:type="gramStart"/>
      <w:r w:rsidR="00B15EC8">
        <w:t>are?</w:t>
      </w:r>
      <w:proofErr w:type="gramEnd"/>
    </w:p>
    <w:p w14:paraId="4D87D458" w14:textId="77777777" w:rsidR="00E90B82" w:rsidRPr="00E90B82" w:rsidRDefault="00E90B82" w:rsidP="00E90B82">
      <w:pPr>
        <w:pStyle w:val="NoSpacing"/>
      </w:pPr>
    </w:p>
    <w:p w14:paraId="6EEA0663" w14:textId="7415B2BA" w:rsidR="00E90B82" w:rsidRPr="00E90B82" w:rsidRDefault="00E90B82" w:rsidP="00E90B82">
      <w:pPr>
        <w:pStyle w:val="NoSpacing"/>
      </w:pPr>
      <w:r w:rsidRPr="00E90B82">
        <w:rPr>
          <w:b/>
        </w:rPr>
        <w:t>Preheader description:</w:t>
      </w:r>
      <w:r w:rsidRPr="00E90B82">
        <w:t xml:space="preserve"> Take </w:t>
      </w:r>
      <w:r w:rsidR="006165CB">
        <w:t>the Retail Trust’s</w:t>
      </w:r>
      <w:r w:rsidRPr="00E90B82">
        <w:t xml:space="preserve"> expert-led happiness test to get your </w:t>
      </w:r>
      <w:proofErr w:type="spellStart"/>
      <w:r w:rsidRPr="00E90B82">
        <w:t>personalised</w:t>
      </w:r>
      <w:proofErr w:type="spellEnd"/>
      <w:r w:rsidRPr="00E90B82">
        <w:t xml:space="preserve"> action plan to be happier at work.</w:t>
      </w:r>
    </w:p>
    <w:p w14:paraId="2303FCAD" w14:textId="77777777" w:rsidR="00E90B82" w:rsidRPr="00E90B82" w:rsidRDefault="00E90B82" w:rsidP="00E90B82">
      <w:pPr>
        <w:pStyle w:val="NoSpacing"/>
      </w:pPr>
    </w:p>
    <w:p w14:paraId="6B01444C" w14:textId="77777777" w:rsidR="00E90B82" w:rsidRPr="00E90B82" w:rsidRDefault="00E90B82" w:rsidP="00E90B82">
      <w:pPr>
        <w:pStyle w:val="NoSpacing"/>
        <w:rPr>
          <w:b/>
        </w:rPr>
      </w:pPr>
      <w:r w:rsidRPr="00E90B82">
        <w:rPr>
          <w:b/>
        </w:rPr>
        <w:t>Email copy:</w:t>
      </w:r>
    </w:p>
    <w:p w14:paraId="40EF129B" w14:textId="2EA9A711" w:rsidR="003E2ACF" w:rsidRPr="00E90B82" w:rsidRDefault="003E2ACF" w:rsidP="00E90B82">
      <w:pPr>
        <w:pStyle w:val="NoSpacing"/>
      </w:pPr>
    </w:p>
    <w:p w14:paraId="368F86B2" w14:textId="77777777" w:rsidR="00E90B82" w:rsidRDefault="00E90B82" w:rsidP="00E90B82">
      <w:pPr>
        <w:pStyle w:val="NoSpacing"/>
      </w:pPr>
      <w:r>
        <w:t xml:space="preserve">How happy are you at work? And how can you be happier? </w:t>
      </w:r>
    </w:p>
    <w:p w14:paraId="3B2F3B52" w14:textId="77777777" w:rsidR="00E90B82" w:rsidRDefault="00E90B82" w:rsidP="00E90B82">
      <w:pPr>
        <w:pStyle w:val="NoSpacing"/>
      </w:pPr>
    </w:p>
    <w:p w14:paraId="5841CAF0" w14:textId="77777777" w:rsidR="00395201" w:rsidRDefault="00395201" w:rsidP="00395201">
      <w:pPr>
        <w:pStyle w:val="NoSpacing"/>
      </w:pPr>
      <w:r w:rsidRPr="3AC48922">
        <w:rPr>
          <w:lang w:val="en-GB"/>
        </w:rPr>
        <w:t xml:space="preserve">It can be hard to figure this out by yourself. After all, there are loads of factors that can impact happiness levels in the workplace, from job satisfaction to how well you get on with your colleagues. </w:t>
      </w:r>
    </w:p>
    <w:p w14:paraId="0BEEA736" w14:textId="77777777" w:rsidR="00E90B82" w:rsidRDefault="00E90B82" w:rsidP="00E90B82">
      <w:pPr>
        <w:pStyle w:val="NoSpacing"/>
      </w:pPr>
    </w:p>
    <w:p w14:paraId="47EDF80C" w14:textId="77777777" w:rsidR="006165CB" w:rsidRDefault="006165CB" w:rsidP="006165CB">
      <w:pPr>
        <w:pStyle w:val="NoSpacing"/>
      </w:pPr>
      <w:proofErr w:type="gramStart"/>
      <w:r w:rsidRPr="3AC48922">
        <w:rPr>
          <w:lang w:val="en-GB"/>
        </w:rPr>
        <w:t>But,</w:t>
      </w:r>
      <w:proofErr w:type="gramEnd"/>
      <w:r w:rsidRPr="3AC48922">
        <w:rPr>
          <w:lang w:val="en-GB"/>
        </w:rPr>
        <w:t xml:space="preserve"> the Retail Trust is here to help you work it out. </w:t>
      </w:r>
    </w:p>
    <w:p w14:paraId="33CAA198" w14:textId="77777777" w:rsidR="00E90B82" w:rsidRDefault="00E90B82" w:rsidP="00E90B82">
      <w:pPr>
        <w:pStyle w:val="NoSpacing"/>
      </w:pPr>
    </w:p>
    <w:p w14:paraId="679E0ED8" w14:textId="5A318D9A" w:rsidR="003021C8" w:rsidRDefault="003021C8" w:rsidP="003021C8">
      <w:pPr>
        <w:pStyle w:val="NoSpacing"/>
      </w:pPr>
      <w:r w:rsidRPr="3AC48922">
        <w:rPr>
          <w:lang w:val="en-GB"/>
        </w:rPr>
        <w:t xml:space="preserve">And the first step to unlocking your happy is to take stock on how you’re feeling right now. So, they’ve designed an expert-led happiness test. It takes just a few minutes to fill out and can be done easily on a </w:t>
      </w:r>
      <w:r w:rsidR="007F7E81" w:rsidRPr="3AC48922">
        <w:rPr>
          <w:lang w:val="en-GB"/>
        </w:rPr>
        <w:t xml:space="preserve">mobile </w:t>
      </w:r>
      <w:r w:rsidRPr="3AC48922">
        <w:rPr>
          <w:lang w:val="en-GB"/>
        </w:rPr>
        <w:t>phone, it will ask you to reflect on various aspects of your day-to-day working environment.</w:t>
      </w:r>
    </w:p>
    <w:p w14:paraId="35AC5474" w14:textId="77777777" w:rsidR="003021C8" w:rsidRDefault="003021C8" w:rsidP="003021C8">
      <w:pPr>
        <w:pStyle w:val="NoSpacing"/>
      </w:pPr>
    </w:p>
    <w:p w14:paraId="2F30B3C5" w14:textId="77777777" w:rsidR="003021C8" w:rsidRDefault="003021C8" w:rsidP="003021C8">
      <w:pPr>
        <w:pStyle w:val="NoSpacing"/>
      </w:pPr>
      <w:r w:rsidRPr="3AC48922">
        <w:rPr>
          <w:lang w:val="en-GB"/>
        </w:rPr>
        <w:t xml:space="preserve">Once you’ve completed the test, you’ll receive a personalised happiness score and your very own programme packed full of brilliant advice, tips, insight and an action plan on what you need to focus on for your work wellbeing and to unlock your happy. </w:t>
      </w:r>
    </w:p>
    <w:p w14:paraId="7A6D46EF" w14:textId="77777777" w:rsidR="003021C8" w:rsidRDefault="003021C8" w:rsidP="003021C8">
      <w:pPr>
        <w:pStyle w:val="NoSpacing"/>
      </w:pPr>
    </w:p>
    <w:p w14:paraId="0399E1AC" w14:textId="3CD954EE" w:rsidR="00E90B82" w:rsidRDefault="00E90B82" w:rsidP="3AC48922">
      <w:pPr>
        <w:pStyle w:val="NoSpacing"/>
        <w:rPr>
          <w:lang w:val="en-GB"/>
        </w:rPr>
      </w:pPr>
      <w:r>
        <w:t>The results are completely confidential</w:t>
      </w:r>
      <w:r w:rsidR="793EACF2">
        <w:t>.</w:t>
      </w:r>
    </w:p>
    <w:p w14:paraId="50358390" w14:textId="129AE324" w:rsidR="3AC48922" w:rsidRDefault="3AC48922" w:rsidP="3AC48922">
      <w:pPr>
        <w:pStyle w:val="NoSpacing"/>
      </w:pPr>
    </w:p>
    <w:p w14:paraId="15A2EB2E" w14:textId="77777777" w:rsidR="00E90B82" w:rsidRDefault="00E90B82" w:rsidP="00E90B82">
      <w:pPr>
        <w:pStyle w:val="NoSpacing"/>
      </w:pPr>
      <w:r>
        <w:t>Ready to get started?</w:t>
      </w:r>
    </w:p>
    <w:p w14:paraId="26250546" w14:textId="77777777" w:rsidR="00E90B82" w:rsidRDefault="00E90B82" w:rsidP="00E90B82">
      <w:pPr>
        <w:pStyle w:val="NoSpacing"/>
      </w:pPr>
    </w:p>
    <w:p w14:paraId="754825CB" w14:textId="43D2EF10" w:rsidR="00E90B82" w:rsidRDefault="00E90B82" w:rsidP="00E90B82">
      <w:pPr>
        <w:pStyle w:val="NoSpacing"/>
      </w:pPr>
      <w:r>
        <w:t>Click here to unlock your happy</w:t>
      </w:r>
      <w:r w:rsidR="00815257">
        <w:t xml:space="preserve"> </w:t>
      </w:r>
      <w:r w:rsidR="00815257">
        <w:t xml:space="preserve"/>
      </w:r>
      <w:hyperlink w:history="1" r:id="rIdwti0wwer7aliwderxfsrz">
        <w:r>
          <w:rPr>
            <w:u w:val="single" w:color="6a97cf"/>
            <w:color w:val="6a97cf"/>
            <w:sz w:val="22"/>
            <w:szCs w:val="22"/>
            <w:rFonts w:ascii="Arial" w:cs="Arial" w:eastAsia="Arial" w:hAnsi="Arial"/>
          </w:rPr>
          <w:t xml:space="preserve">go.retailtrust.org.uk/my-happy-email</w:t>
        </w:r>
      </w:hyperlink>
      <w:r w:rsidR="00815257">
        <w:t xml:space="preserve"/>
      </w:r>
      <w:proofErr w:type="spellStart"/>
      <w:r w:rsidR="00815257">
        <w:t/>
      </w:r>
      <w:proofErr w:type="spellEnd"/>
      <w:r w:rsidR="00815257">
        <w:t xml:space="preserve"/>
      </w:r>
    </w:p>
    <w:p w14:paraId="6BDED501" w14:textId="77777777" w:rsidR="00E90B82" w:rsidRDefault="00E90B82" w:rsidP="00E90B82">
      <w:pPr>
        <w:pStyle w:val="NoSpacing"/>
      </w:pPr>
    </w:p>
    <w:p w14:paraId="30545449" w14:textId="6593F5F8" w:rsidR="00E90B82" w:rsidRPr="00815257" w:rsidRDefault="00E90B82" w:rsidP="00815257">
      <w:pPr>
        <w:rPr>
          <w:rFonts w:eastAsiaTheme="majorEastAsia" w:cstheme="majorBidi"/>
          <w:b/>
          <w:color w:val="6A97CF" w:themeColor="text2"/>
          <w:sz w:val="40"/>
          <w:szCs w:val="32"/>
        </w:rPr>
      </w:pPr>
    </w:p>
    <w:p w14:paraId="17440D1A" w14:textId="32D4CED0" w:rsidR="003E2ACF" w:rsidRDefault="003E2ACF" w:rsidP="00E90B82">
      <w:pPr>
        <w:pStyle w:val="NoSpacing"/>
      </w:pPr>
    </w:p>
    <w:p w14:paraId="290EC2AD" w14:textId="77777777" w:rsidR="00C126D8" w:rsidRPr="00E90B82" w:rsidRDefault="00C126D8" w:rsidP="00E90B82">
      <w:pPr>
        <w:pStyle w:val="NoSpacing"/>
      </w:pPr>
    </w:p>
    <w:p w14:paraId="1FE7CD34" w14:textId="1AB81544" w:rsidR="003E2ACF" w:rsidRPr="00E90B82" w:rsidRDefault="003E2ACF" w:rsidP="00E90B82">
      <w:pPr>
        <w:pStyle w:val="NoSpacing"/>
      </w:pPr>
    </w:p>
    <w:p w14:paraId="23148F39" w14:textId="77777777" w:rsidR="003E2ACF" w:rsidRPr="00E90B82" w:rsidRDefault="003E2ACF" w:rsidP="00E90B82">
      <w:pPr>
        <w:pStyle w:val="NoSpacing"/>
      </w:pPr>
    </w:p>
    <w:sectPr w:rsidR="003E2ACF" w:rsidRPr="00E90B82" w:rsidSect="002F32E7">
      <w:headerReference w:type="default" r:id="rId11"/>
      <w:footerReference w:type="default" r:id="rId12"/>
      <w:headerReference w:type="first" r:id="rId13"/>
      <w:footerReference w:type="first" r:id="rId14"/>
      <w:pgSz w:w="11907" w:h="16840" w:code="9"/>
      <w:pgMar w:top="2552" w:right="851" w:bottom="1701" w:left="851" w:header="79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F7615" w14:textId="77777777" w:rsidR="00DA55D8" w:rsidRDefault="00DA55D8" w:rsidP="007944E9">
      <w:pPr>
        <w:spacing w:after="0" w:line="240" w:lineRule="auto"/>
      </w:pPr>
      <w:r>
        <w:separator/>
      </w:r>
    </w:p>
    <w:p w14:paraId="0511BD8D" w14:textId="77777777" w:rsidR="00DA55D8" w:rsidRDefault="00DA55D8"/>
  </w:endnote>
  <w:endnote w:type="continuationSeparator" w:id="0">
    <w:p w14:paraId="14B8D2AC" w14:textId="77777777" w:rsidR="00DA55D8" w:rsidRDefault="00DA55D8" w:rsidP="007944E9">
      <w:pPr>
        <w:spacing w:after="0" w:line="240" w:lineRule="auto"/>
      </w:pPr>
      <w:r>
        <w:continuationSeparator/>
      </w:r>
    </w:p>
    <w:p w14:paraId="1176D892" w14:textId="77777777" w:rsidR="00DA55D8" w:rsidRDefault="00DA55D8"/>
  </w:endnote>
  <w:endnote w:type="continuationNotice" w:id="1">
    <w:p w14:paraId="32EEC6F5" w14:textId="77777777" w:rsidR="00DA55D8" w:rsidRDefault="00DA55D8">
      <w:pPr>
        <w:spacing w:after="0" w:line="240" w:lineRule="auto"/>
      </w:pPr>
    </w:p>
    <w:p w14:paraId="0D53672B" w14:textId="77777777" w:rsidR="00DA55D8" w:rsidRDefault="00DA5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E9120" w14:textId="77777777" w:rsidR="003441D1" w:rsidRPr="00DB1240" w:rsidRDefault="00DB1240" w:rsidP="00DB1240">
    <w:pPr>
      <w:pStyle w:val="Footer"/>
    </w:pPr>
    <w:r w:rsidRPr="00B81211">
      <w:rPr>
        <w:noProof/>
      </w:rPr>
      <w:t xml:space="preserve">© </w:t>
    </w:r>
    <w:r w:rsidRPr="00C65704">
      <w:rPr>
        <w:noProof/>
      </w:rPr>
      <mc:AlternateContent>
        <mc:Choice Requires="wps">
          <w:drawing>
            <wp:anchor distT="0" distB="0" distL="114300" distR="114300" simplePos="0" relativeHeight="251671552" behindDoc="1" locked="1" layoutInCell="1" allowOverlap="1" wp14:anchorId="77AC68A3" wp14:editId="2C373CFD">
              <wp:simplePos x="0" y="0"/>
              <wp:positionH relativeFrom="page">
                <wp:posOffset>540385</wp:posOffset>
              </wp:positionH>
              <wp:positionV relativeFrom="page">
                <wp:posOffset>9943465</wp:posOffset>
              </wp:positionV>
              <wp:extent cx="392400" cy="442800"/>
              <wp:effectExtent l="19050" t="0" r="8255" b="14605"/>
              <wp:wrapNone/>
              <wp:docPr id="3" name="Graphic 3"/>
              <wp:cNvGraphicFramePr/>
              <a:graphic xmlns:a="http://schemas.openxmlformats.org/drawingml/2006/main">
                <a:graphicData uri="http://schemas.microsoft.com/office/word/2010/wordprocessingShape">
                  <wps:wsp>
                    <wps:cNvSpPr/>
                    <wps:spPr>
                      <a:xfrm>
                        <a:off x="0" y="0"/>
                        <a:ext cx="392400" cy="442800"/>
                      </a:xfrm>
                      <a:custGeom>
                        <a:avLst/>
                        <a:gdLst>
                          <a:gd name="connsiteX0" fmla="*/ 1414533 w 2282082"/>
                          <a:gd name="connsiteY0" fmla="*/ 2429148 h 2585432"/>
                          <a:gd name="connsiteX1" fmla="*/ 1307517 w 2282082"/>
                          <a:gd name="connsiteY1" fmla="*/ 1925164 h 2585432"/>
                          <a:gd name="connsiteX2" fmla="*/ 1307517 w 2282082"/>
                          <a:gd name="connsiteY2" fmla="*/ 1603310 h 2585432"/>
                          <a:gd name="connsiteX3" fmla="*/ 1230035 w 2282082"/>
                          <a:gd name="connsiteY3" fmla="*/ 1564830 h 2585432"/>
                          <a:gd name="connsiteX4" fmla="*/ 974682 w 2282082"/>
                          <a:gd name="connsiteY4" fmla="*/ 1564830 h 2585432"/>
                          <a:gd name="connsiteX5" fmla="*/ 974682 w 2282082"/>
                          <a:gd name="connsiteY5" fmla="*/ 1925211 h 2585432"/>
                          <a:gd name="connsiteX6" fmla="*/ 867666 w 2282082"/>
                          <a:gd name="connsiteY6" fmla="*/ 2429196 h 2585432"/>
                          <a:gd name="connsiteX7" fmla="*/ 690363 w 2282082"/>
                          <a:gd name="connsiteY7" fmla="*/ 2546388 h 2585432"/>
                          <a:gd name="connsiteX8" fmla="*/ 687049 w 2282082"/>
                          <a:gd name="connsiteY8" fmla="*/ 2574787 h 2585432"/>
                          <a:gd name="connsiteX9" fmla="*/ 1141052 w 2282082"/>
                          <a:gd name="connsiteY9" fmla="*/ 2483958 h 2585432"/>
                          <a:gd name="connsiteX10" fmla="*/ 1595007 w 2282082"/>
                          <a:gd name="connsiteY10" fmla="*/ 2574787 h 2585432"/>
                          <a:gd name="connsiteX11" fmla="*/ 1591694 w 2282082"/>
                          <a:gd name="connsiteY11" fmla="*/ 2546388 h 2585432"/>
                          <a:gd name="connsiteX12" fmla="*/ 1414580 w 2282082"/>
                          <a:gd name="connsiteY12" fmla="*/ 2429148 h 2585432"/>
                          <a:gd name="connsiteX13" fmla="*/ 699829 w 2282082"/>
                          <a:gd name="connsiteY13" fmla="*/ 125293 h 2585432"/>
                          <a:gd name="connsiteX14" fmla="*/ 943633 w 2282082"/>
                          <a:gd name="connsiteY14" fmla="*/ 154639 h 2585432"/>
                          <a:gd name="connsiteX15" fmla="*/ 974398 w 2282082"/>
                          <a:gd name="connsiteY15" fmla="*/ 274103 h 2585432"/>
                          <a:gd name="connsiteX16" fmla="*/ 974635 w 2282082"/>
                          <a:gd name="connsiteY16" fmla="*/ 1285670 h 2585432"/>
                          <a:gd name="connsiteX17" fmla="*/ 1228237 w 2282082"/>
                          <a:gd name="connsiteY17" fmla="*/ 1285670 h 2585432"/>
                          <a:gd name="connsiteX18" fmla="*/ 1307469 w 2282082"/>
                          <a:gd name="connsiteY18" fmla="*/ 1277955 h 2585432"/>
                          <a:gd name="connsiteX19" fmla="*/ 1307469 w 2282082"/>
                          <a:gd name="connsiteY19" fmla="*/ 274103 h 2585432"/>
                          <a:gd name="connsiteX20" fmla="*/ 1338235 w 2282082"/>
                          <a:gd name="connsiteY20" fmla="*/ 154639 h 2585432"/>
                          <a:gd name="connsiteX21" fmla="*/ 1582039 w 2282082"/>
                          <a:gd name="connsiteY21" fmla="*/ 125293 h 2585432"/>
                          <a:gd name="connsiteX22" fmla="*/ 2077172 w 2282082"/>
                          <a:gd name="connsiteY22" fmla="*/ 170447 h 2585432"/>
                          <a:gd name="connsiteX23" fmla="*/ 2251920 w 2282082"/>
                          <a:gd name="connsiteY23" fmla="*/ 353194 h 2585432"/>
                          <a:gd name="connsiteX24" fmla="*/ 2251920 w 2282082"/>
                          <a:gd name="connsiteY24" fmla="*/ 353194 h 2585432"/>
                          <a:gd name="connsiteX25" fmla="*/ 2281975 w 2282082"/>
                          <a:gd name="connsiteY25" fmla="*/ 353194 h 2585432"/>
                          <a:gd name="connsiteX26" fmla="*/ 2231472 w 2282082"/>
                          <a:gd name="connsiteY26" fmla="*/ 17046 h 2585432"/>
                          <a:gd name="connsiteX27" fmla="*/ 2201606 w 2282082"/>
                          <a:gd name="connsiteY27" fmla="*/ 244 h 2585432"/>
                          <a:gd name="connsiteX28" fmla="*/ 1141099 w 2282082"/>
                          <a:gd name="connsiteY28" fmla="*/ 5450 h 2585432"/>
                          <a:gd name="connsiteX29" fmla="*/ 80498 w 2282082"/>
                          <a:gd name="connsiteY29" fmla="*/ 244 h 2585432"/>
                          <a:gd name="connsiteX30" fmla="*/ 50679 w 2282082"/>
                          <a:gd name="connsiteY30" fmla="*/ 17046 h 2585432"/>
                          <a:gd name="connsiteX31" fmla="*/ -107 w 2282082"/>
                          <a:gd name="connsiteY31" fmla="*/ 353383 h 2585432"/>
                          <a:gd name="connsiteX32" fmla="*/ 29995 w 2282082"/>
                          <a:gd name="connsiteY32" fmla="*/ 353383 h 2585432"/>
                          <a:gd name="connsiteX33" fmla="*/ 29995 w 2282082"/>
                          <a:gd name="connsiteY33" fmla="*/ 353383 h 2585432"/>
                          <a:gd name="connsiteX34" fmla="*/ 204743 w 2282082"/>
                          <a:gd name="connsiteY34" fmla="*/ 170637 h 2585432"/>
                          <a:gd name="connsiteX35" fmla="*/ 699829 w 2282082"/>
                          <a:gd name="connsiteY35" fmla="*/ 125483 h 2585432"/>
                          <a:gd name="connsiteX36" fmla="*/ 1946822 w 2282082"/>
                          <a:gd name="connsiteY36" fmla="*/ 1988967 h 2585432"/>
                          <a:gd name="connsiteX37" fmla="*/ 1706662 w 2282082"/>
                          <a:gd name="connsiteY37" fmla="*/ 1527580 h 2585432"/>
                          <a:gd name="connsiteX38" fmla="*/ 1422674 w 2282082"/>
                          <a:gd name="connsiteY38" fmla="*/ 1435663 h 2585432"/>
                          <a:gd name="connsiteX39" fmla="*/ 1422674 w 2282082"/>
                          <a:gd name="connsiteY39" fmla="*/ 1431640 h 2585432"/>
                          <a:gd name="connsiteX40" fmla="*/ 2029841 w 2282082"/>
                          <a:gd name="connsiteY40" fmla="*/ 911420 h 2585432"/>
                          <a:gd name="connsiteX41" fmla="*/ 1388358 w 2282082"/>
                          <a:gd name="connsiteY41" fmla="*/ 367677 h 2585432"/>
                          <a:gd name="connsiteX42" fmla="*/ 1388358 w 2282082"/>
                          <a:gd name="connsiteY42" fmla="*/ 495851 h 2585432"/>
                          <a:gd name="connsiteX43" fmla="*/ 1710212 w 2282082"/>
                          <a:gd name="connsiteY43" fmla="*/ 912367 h 2585432"/>
                          <a:gd name="connsiteX44" fmla="*/ 1519041 w 2282082"/>
                          <a:gd name="connsiteY44" fmla="*/ 1308294 h 2585432"/>
                          <a:gd name="connsiteX45" fmla="*/ 1260469 w 2282082"/>
                          <a:gd name="connsiteY45" fmla="*/ 1361447 h 2585432"/>
                          <a:gd name="connsiteX46" fmla="*/ 790658 w 2282082"/>
                          <a:gd name="connsiteY46" fmla="*/ 1361447 h 2585432"/>
                          <a:gd name="connsiteX47" fmla="*/ 718478 w 2282082"/>
                          <a:gd name="connsiteY47" fmla="*/ 1345733 h 2585432"/>
                          <a:gd name="connsiteX48" fmla="*/ 702574 w 2282082"/>
                          <a:gd name="connsiteY48" fmla="*/ 1271943 h 2585432"/>
                          <a:gd name="connsiteX49" fmla="*/ 702574 w 2282082"/>
                          <a:gd name="connsiteY49" fmla="*/ 607411 h 2585432"/>
                          <a:gd name="connsiteX50" fmla="*/ 718998 w 2282082"/>
                          <a:gd name="connsiteY50" fmla="*/ 551086 h 2585432"/>
                          <a:gd name="connsiteX51" fmla="*/ 893604 w 2282082"/>
                          <a:gd name="connsiteY51" fmla="*/ 498738 h 2585432"/>
                          <a:gd name="connsiteX52" fmla="*/ 893604 w 2282082"/>
                          <a:gd name="connsiteY52" fmla="*/ 371937 h 2585432"/>
                          <a:gd name="connsiteX53" fmla="*/ 521626 w 2282082"/>
                          <a:gd name="connsiteY53" fmla="*/ 420405 h 2585432"/>
                          <a:gd name="connsiteX54" fmla="*/ 226563 w 2282082"/>
                          <a:gd name="connsiteY54" fmla="*/ 395698 h 2585432"/>
                          <a:gd name="connsiteX55" fmla="*/ 224811 w 2282082"/>
                          <a:gd name="connsiteY55" fmla="*/ 439290 h 2585432"/>
                          <a:gd name="connsiteX56" fmla="*/ 360558 w 2282082"/>
                          <a:gd name="connsiteY56" fmla="*/ 550471 h 2585432"/>
                          <a:gd name="connsiteX57" fmla="*/ 389761 w 2282082"/>
                          <a:gd name="connsiteY57" fmla="*/ 1337829 h 2585432"/>
                          <a:gd name="connsiteX58" fmla="*/ 296566 w 2282082"/>
                          <a:gd name="connsiteY58" fmla="*/ 2233007 h 2585432"/>
                          <a:gd name="connsiteX59" fmla="*/ 166168 w 2282082"/>
                          <a:gd name="connsiteY59" fmla="*/ 2320191 h 2585432"/>
                          <a:gd name="connsiteX60" fmla="*/ 166168 w 2282082"/>
                          <a:gd name="connsiteY60" fmla="*/ 2351856 h 2585432"/>
                          <a:gd name="connsiteX61" fmla="*/ 322077 w 2282082"/>
                          <a:gd name="connsiteY61" fmla="*/ 2357063 h 2585432"/>
                          <a:gd name="connsiteX62" fmla="*/ 702574 w 2282082"/>
                          <a:gd name="connsiteY62" fmla="*/ 1995924 h 2585432"/>
                          <a:gd name="connsiteX63" fmla="*/ 702574 w 2282082"/>
                          <a:gd name="connsiteY63" fmla="*/ 1579408 h 2585432"/>
                          <a:gd name="connsiteX64" fmla="*/ 718478 w 2282082"/>
                          <a:gd name="connsiteY64" fmla="*/ 1505618 h 2585432"/>
                          <a:gd name="connsiteX65" fmla="*/ 790658 w 2282082"/>
                          <a:gd name="connsiteY65" fmla="*/ 1489904 h 2585432"/>
                          <a:gd name="connsiteX66" fmla="*/ 1237561 w 2282082"/>
                          <a:gd name="connsiteY66" fmla="*/ 1489904 h 2585432"/>
                          <a:gd name="connsiteX67" fmla="*/ 1366823 w 2282082"/>
                          <a:gd name="connsiteY67" fmla="*/ 1510352 h 2585432"/>
                          <a:gd name="connsiteX68" fmla="*/ 1436211 w 2282082"/>
                          <a:gd name="connsiteY68" fmla="*/ 1574391 h 2585432"/>
                          <a:gd name="connsiteX69" fmla="*/ 1652799 w 2282082"/>
                          <a:gd name="connsiteY69" fmla="*/ 2177724 h 2585432"/>
                          <a:gd name="connsiteX70" fmla="*/ 2014221 w 2282082"/>
                          <a:gd name="connsiteY70" fmla="*/ 2351762 h 2585432"/>
                          <a:gd name="connsiteX71" fmla="*/ 2281880 w 2282082"/>
                          <a:gd name="connsiteY71" fmla="*/ 2301070 h 2585432"/>
                          <a:gd name="connsiteX72" fmla="*/ 2271373 w 2282082"/>
                          <a:gd name="connsiteY72" fmla="*/ 2274753 h 2585432"/>
                          <a:gd name="connsiteX73" fmla="*/ 1946822 w 2282082"/>
                          <a:gd name="connsiteY73" fmla="*/ 1988967 h 25854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Lst>
                        <a:rect l="l" t="t" r="r" b="b"/>
                        <a:pathLst>
                          <a:path w="2282082" h="2585432">
                            <a:moveTo>
                              <a:pt x="1414533" y="2429148"/>
                            </a:moveTo>
                            <a:cubicBezTo>
                              <a:pt x="1320580" y="2312287"/>
                              <a:pt x="1307327" y="2135268"/>
                              <a:pt x="1307517" y="1925164"/>
                            </a:cubicBezTo>
                            <a:cubicBezTo>
                              <a:pt x="1307517" y="1887535"/>
                              <a:pt x="1307517" y="1603310"/>
                              <a:pt x="1307517" y="1603310"/>
                            </a:cubicBezTo>
                            <a:cubicBezTo>
                              <a:pt x="1307517" y="1593040"/>
                              <a:pt x="1300795" y="1564830"/>
                              <a:pt x="1230035" y="1564830"/>
                            </a:cubicBezTo>
                            <a:lnTo>
                              <a:pt x="974682" y="1564830"/>
                            </a:lnTo>
                            <a:cubicBezTo>
                              <a:pt x="974682" y="1747813"/>
                              <a:pt x="974682" y="1885263"/>
                              <a:pt x="974682" y="1925211"/>
                            </a:cubicBezTo>
                            <a:cubicBezTo>
                              <a:pt x="974682" y="2135315"/>
                              <a:pt x="961666" y="2312335"/>
                              <a:pt x="867666" y="2429196"/>
                            </a:cubicBezTo>
                            <a:cubicBezTo>
                              <a:pt x="826109" y="2480882"/>
                              <a:pt x="770826" y="2525373"/>
                              <a:pt x="690363" y="2546388"/>
                            </a:cubicBezTo>
                            <a:cubicBezTo>
                              <a:pt x="689511" y="2553583"/>
                              <a:pt x="688469" y="2562623"/>
                              <a:pt x="687049" y="2574787"/>
                            </a:cubicBezTo>
                            <a:cubicBezTo>
                              <a:pt x="774518" y="2586762"/>
                              <a:pt x="967819" y="2614261"/>
                              <a:pt x="1141052" y="2483958"/>
                            </a:cubicBezTo>
                            <a:cubicBezTo>
                              <a:pt x="1314238" y="2614261"/>
                              <a:pt x="1507539" y="2586762"/>
                              <a:pt x="1595007" y="2574787"/>
                            </a:cubicBezTo>
                            <a:cubicBezTo>
                              <a:pt x="1593588" y="2562386"/>
                              <a:pt x="1592546" y="2553346"/>
                              <a:pt x="1591694" y="2546388"/>
                            </a:cubicBezTo>
                            <a:cubicBezTo>
                              <a:pt x="1511231" y="2525373"/>
                              <a:pt x="1456043" y="2480692"/>
                              <a:pt x="1414580" y="2429148"/>
                            </a:cubicBezTo>
                            <a:moveTo>
                              <a:pt x="699829" y="125293"/>
                            </a:moveTo>
                            <a:cubicBezTo>
                              <a:pt x="874387" y="125293"/>
                              <a:pt x="912820" y="126903"/>
                              <a:pt x="943633" y="154639"/>
                            </a:cubicBezTo>
                            <a:cubicBezTo>
                              <a:pt x="968955" y="177547"/>
                              <a:pt x="974351" y="208455"/>
                              <a:pt x="974398" y="274103"/>
                            </a:cubicBezTo>
                            <a:cubicBezTo>
                              <a:pt x="974635" y="439290"/>
                              <a:pt x="974730" y="894618"/>
                              <a:pt x="974635" y="1285670"/>
                            </a:cubicBezTo>
                            <a:lnTo>
                              <a:pt x="1228237" y="1285670"/>
                            </a:lnTo>
                            <a:cubicBezTo>
                              <a:pt x="1278692" y="1285670"/>
                              <a:pt x="1307469" y="1282404"/>
                              <a:pt x="1307469" y="1277955"/>
                            </a:cubicBezTo>
                            <a:lnTo>
                              <a:pt x="1307469" y="274103"/>
                            </a:lnTo>
                            <a:cubicBezTo>
                              <a:pt x="1307469" y="208455"/>
                              <a:pt x="1312960" y="177547"/>
                              <a:pt x="1338235" y="154639"/>
                            </a:cubicBezTo>
                            <a:cubicBezTo>
                              <a:pt x="1368905" y="126903"/>
                              <a:pt x="1407528" y="125293"/>
                              <a:pt x="1582039" y="125293"/>
                            </a:cubicBezTo>
                            <a:cubicBezTo>
                              <a:pt x="1916340" y="125293"/>
                              <a:pt x="1998791" y="134760"/>
                              <a:pt x="2077172" y="170447"/>
                            </a:cubicBezTo>
                            <a:cubicBezTo>
                              <a:pt x="2164167" y="210206"/>
                              <a:pt x="2210126" y="274577"/>
                              <a:pt x="2251920" y="353194"/>
                            </a:cubicBezTo>
                            <a:lnTo>
                              <a:pt x="2251920" y="353194"/>
                            </a:lnTo>
                            <a:lnTo>
                              <a:pt x="2281975" y="353194"/>
                            </a:lnTo>
                            <a:cubicBezTo>
                              <a:pt x="2281975" y="353194"/>
                              <a:pt x="2233366" y="31483"/>
                              <a:pt x="2231472" y="17046"/>
                            </a:cubicBezTo>
                            <a:cubicBezTo>
                              <a:pt x="2229627" y="1569"/>
                              <a:pt x="2221060" y="244"/>
                              <a:pt x="2201606" y="244"/>
                            </a:cubicBezTo>
                            <a:cubicBezTo>
                              <a:pt x="2194885" y="244"/>
                              <a:pt x="1684984" y="5450"/>
                              <a:pt x="1141099" y="5450"/>
                            </a:cubicBezTo>
                            <a:cubicBezTo>
                              <a:pt x="597215" y="5450"/>
                              <a:pt x="87314" y="244"/>
                              <a:pt x="80498" y="244"/>
                            </a:cubicBezTo>
                            <a:cubicBezTo>
                              <a:pt x="61139" y="244"/>
                              <a:pt x="52572" y="1569"/>
                              <a:pt x="50679" y="17046"/>
                            </a:cubicBezTo>
                            <a:cubicBezTo>
                              <a:pt x="48928" y="31483"/>
                              <a:pt x="-107" y="353383"/>
                              <a:pt x="-107" y="353383"/>
                            </a:cubicBezTo>
                            <a:lnTo>
                              <a:pt x="29995" y="353383"/>
                            </a:lnTo>
                            <a:cubicBezTo>
                              <a:pt x="29995" y="353383"/>
                              <a:pt x="29995" y="353383"/>
                              <a:pt x="29995" y="353383"/>
                            </a:cubicBezTo>
                            <a:cubicBezTo>
                              <a:pt x="71742" y="274719"/>
                              <a:pt x="117700" y="210395"/>
                              <a:pt x="204743" y="170637"/>
                            </a:cubicBezTo>
                            <a:cubicBezTo>
                              <a:pt x="283076" y="134807"/>
                              <a:pt x="365669" y="125483"/>
                              <a:pt x="699829" y="125483"/>
                            </a:cubicBezTo>
                            <a:moveTo>
                              <a:pt x="1946822" y="1988967"/>
                            </a:moveTo>
                            <a:cubicBezTo>
                              <a:pt x="1887705" y="1844322"/>
                              <a:pt x="1843261" y="1640560"/>
                              <a:pt x="1706662" y="1527580"/>
                            </a:cubicBezTo>
                            <a:cubicBezTo>
                              <a:pt x="1636138" y="1469221"/>
                              <a:pt x="1535323" y="1435663"/>
                              <a:pt x="1422674" y="1435663"/>
                            </a:cubicBezTo>
                            <a:lnTo>
                              <a:pt x="1422674" y="1431640"/>
                            </a:lnTo>
                            <a:cubicBezTo>
                              <a:pt x="1825701" y="1420990"/>
                              <a:pt x="2029841" y="1212921"/>
                              <a:pt x="2029841" y="911420"/>
                            </a:cubicBezTo>
                            <a:cubicBezTo>
                              <a:pt x="2029841" y="624829"/>
                              <a:pt x="1834457" y="391296"/>
                              <a:pt x="1388358" y="367677"/>
                            </a:cubicBezTo>
                            <a:lnTo>
                              <a:pt x="1388358" y="495851"/>
                            </a:lnTo>
                            <a:cubicBezTo>
                              <a:pt x="1604284" y="526569"/>
                              <a:pt x="1710212" y="723799"/>
                              <a:pt x="1710212" y="912367"/>
                            </a:cubicBezTo>
                            <a:cubicBezTo>
                              <a:pt x="1710212" y="1077790"/>
                              <a:pt x="1663401" y="1228683"/>
                              <a:pt x="1519041" y="1308294"/>
                            </a:cubicBezTo>
                            <a:cubicBezTo>
                              <a:pt x="1449558" y="1346585"/>
                              <a:pt x="1374065" y="1361447"/>
                              <a:pt x="1260469" y="1361447"/>
                            </a:cubicBezTo>
                            <a:lnTo>
                              <a:pt x="790658" y="1361447"/>
                            </a:lnTo>
                            <a:cubicBezTo>
                              <a:pt x="747728" y="1361447"/>
                              <a:pt x="730216" y="1357424"/>
                              <a:pt x="718478" y="1345733"/>
                            </a:cubicBezTo>
                            <a:cubicBezTo>
                              <a:pt x="705982" y="1333190"/>
                              <a:pt x="702574" y="1318233"/>
                              <a:pt x="702574" y="1271943"/>
                            </a:cubicBezTo>
                            <a:lnTo>
                              <a:pt x="702574" y="607411"/>
                            </a:lnTo>
                            <a:cubicBezTo>
                              <a:pt x="702574" y="582041"/>
                              <a:pt x="708680" y="563771"/>
                              <a:pt x="718998" y="551086"/>
                            </a:cubicBezTo>
                            <a:cubicBezTo>
                              <a:pt x="740487" y="524581"/>
                              <a:pt x="800124" y="508772"/>
                              <a:pt x="893604" y="498738"/>
                            </a:cubicBezTo>
                            <a:lnTo>
                              <a:pt x="893604" y="371937"/>
                            </a:lnTo>
                            <a:cubicBezTo>
                              <a:pt x="731636" y="392242"/>
                              <a:pt x="643789" y="415245"/>
                              <a:pt x="521626" y="420405"/>
                            </a:cubicBezTo>
                            <a:cubicBezTo>
                              <a:pt x="410634" y="425138"/>
                              <a:pt x="315451" y="404596"/>
                              <a:pt x="226563" y="395698"/>
                            </a:cubicBezTo>
                            <a:cubicBezTo>
                              <a:pt x="225805" y="411364"/>
                              <a:pt x="225427" y="422392"/>
                              <a:pt x="224811" y="439290"/>
                            </a:cubicBezTo>
                            <a:cubicBezTo>
                              <a:pt x="294104" y="465701"/>
                              <a:pt x="338407" y="497223"/>
                              <a:pt x="360558" y="550471"/>
                            </a:cubicBezTo>
                            <a:cubicBezTo>
                              <a:pt x="388341" y="617350"/>
                              <a:pt x="389761" y="652802"/>
                              <a:pt x="389761" y="1337829"/>
                            </a:cubicBezTo>
                            <a:cubicBezTo>
                              <a:pt x="389761" y="1968567"/>
                              <a:pt x="375846" y="2129162"/>
                              <a:pt x="296566" y="2233007"/>
                            </a:cubicBezTo>
                            <a:cubicBezTo>
                              <a:pt x="263860" y="2275889"/>
                              <a:pt x="217286" y="2311151"/>
                              <a:pt x="166168" y="2320191"/>
                            </a:cubicBezTo>
                            <a:lnTo>
                              <a:pt x="166168" y="2351856"/>
                            </a:lnTo>
                            <a:cubicBezTo>
                              <a:pt x="192105" y="2353655"/>
                              <a:pt x="259316" y="2357631"/>
                              <a:pt x="322077" y="2357063"/>
                            </a:cubicBezTo>
                            <a:cubicBezTo>
                              <a:pt x="612834" y="2354791"/>
                              <a:pt x="702290" y="2230073"/>
                              <a:pt x="702574" y="1995924"/>
                            </a:cubicBezTo>
                            <a:cubicBezTo>
                              <a:pt x="702574" y="1838405"/>
                              <a:pt x="702574" y="1579408"/>
                              <a:pt x="702574" y="1579408"/>
                            </a:cubicBezTo>
                            <a:cubicBezTo>
                              <a:pt x="702574" y="1533071"/>
                              <a:pt x="705982" y="1518114"/>
                              <a:pt x="718478" y="1505618"/>
                            </a:cubicBezTo>
                            <a:cubicBezTo>
                              <a:pt x="730216" y="1493928"/>
                              <a:pt x="747728" y="1489904"/>
                              <a:pt x="790658" y="1489904"/>
                            </a:cubicBezTo>
                            <a:cubicBezTo>
                              <a:pt x="790658" y="1489904"/>
                              <a:pt x="1076965" y="1489904"/>
                              <a:pt x="1237561" y="1489904"/>
                            </a:cubicBezTo>
                            <a:cubicBezTo>
                              <a:pt x="1303825" y="1489904"/>
                              <a:pt x="1332224" y="1492792"/>
                              <a:pt x="1366823" y="1510352"/>
                            </a:cubicBezTo>
                            <a:cubicBezTo>
                              <a:pt x="1391293" y="1522705"/>
                              <a:pt x="1413302" y="1542584"/>
                              <a:pt x="1436211" y="1574391"/>
                            </a:cubicBezTo>
                            <a:cubicBezTo>
                              <a:pt x="1530116" y="1704883"/>
                              <a:pt x="1551368" y="2025980"/>
                              <a:pt x="1652799" y="2177724"/>
                            </a:cubicBezTo>
                            <a:cubicBezTo>
                              <a:pt x="1704059" y="2254448"/>
                              <a:pt x="1806295" y="2346224"/>
                              <a:pt x="2014221" y="2351762"/>
                            </a:cubicBezTo>
                            <a:cubicBezTo>
                              <a:pt x="2099418" y="2354034"/>
                              <a:pt x="2206292" y="2332072"/>
                              <a:pt x="2281880" y="2301070"/>
                            </a:cubicBezTo>
                            <a:cubicBezTo>
                              <a:pt x="2278946" y="2294443"/>
                              <a:pt x="2273171" y="2279108"/>
                              <a:pt x="2271373" y="2274753"/>
                            </a:cubicBezTo>
                            <a:cubicBezTo>
                              <a:pt x="2106612" y="2278729"/>
                              <a:pt x="2015310" y="2156425"/>
                              <a:pt x="1946822" y="1988967"/>
                            </a:cubicBezTo>
                          </a:path>
                        </a:pathLst>
                      </a:custGeom>
                      <a:solidFill>
                        <a:schemeClr val="tx2"/>
                      </a:solidFill>
                      <a:ln w="473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Graphic 3" style="position:absolute;margin-left:42.55pt;margin-top:782.95pt;width:30.9pt;height:34.8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282082,2585432" o:spid="_x0000_s1026" fillcolor="#6a97cf [3215]" stroked="f" strokeweight=".1314mm" path="m1414533,2429148v-93953,-116861,-107206,-293880,-107016,-503984c1307517,1887535,1307517,1603310,1307517,1603310v,-10270,-6722,-38480,-77482,-38480l974682,1564830v,182983,,320433,,360381c974682,2135315,961666,2312335,867666,2429196v-41557,51686,-96840,96177,-177303,117192c689511,2553583,688469,2562623,687049,2574787v87469,11975,280770,39474,454003,-90829c1314238,2614261,1507539,2586762,1595007,2574787v-1419,-12401,-2461,-21441,-3313,-28399c1511231,2525373,1456043,2480692,1414580,2429148m699829,125293v174558,,212991,1610,243804,29346c968955,177547,974351,208455,974398,274103v237,165187,332,620515,237,1011567l1228237,1285670v50455,,79232,-3266,79232,-7715l1307469,274103v,-65648,5491,-96556,30766,-119464c1368905,126903,1407528,125293,1582039,125293v334301,,416752,9467,495133,45154c2164167,210206,2210126,274577,2251920,353194r,l2281975,353194v,,-48609,-321711,-50503,-336148c2229627,1569,2221060,244,2201606,244v-6721,,-516622,5206,-1060507,5206c597215,5450,87314,244,80498,244,61139,244,52572,1569,50679,17046,48928,31483,-107,353383,-107,353383r30102,c29995,353383,29995,353383,29995,353383,71742,274719,117700,210395,204743,170637v78333,-35830,160926,-45154,495086,-45154m1946822,1988967v-59117,-144645,-103561,-348407,-240160,-461387c1636138,1469221,1535323,1435663,1422674,1435663r,-4023c1825701,1420990,2029841,1212921,2029841,911420v,-286591,-195384,-520124,-641483,-543743l1388358,495851v215926,30718,321854,227948,321854,416516c1710212,1077790,1663401,1228683,1519041,1308294v-69483,38291,-144976,53153,-258572,53153l790658,1361447v-42930,,-60442,-4023,-72180,-15714c705982,1333190,702574,1318233,702574,1271943r,-664532c702574,582041,708680,563771,718998,551086v21489,-26505,81126,-42314,174606,-52348l893604,371937c731636,392242,643789,415245,521626,420405,410634,425138,315451,404596,226563,395698v-758,15666,-1136,26694,-1752,43592c294104,465701,338407,497223,360558,550471v27783,66879,29203,102331,29203,787358c389761,1968567,375846,2129162,296566,2233007v-32706,42882,-79280,78144,-130398,87184l166168,2351856v25937,1799,93148,5775,155909,5207c612834,2354791,702290,2230073,702574,1995924v,-157519,,-416516,,-416516c702574,1533071,705982,1518114,718478,1505618v11738,-11690,29250,-15714,72180,-15714c790658,1489904,1076965,1489904,1237561,1489904v66264,,94663,2888,129262,20448c1391293,1522705,1413302,1542584,1436211,1574391v93905,130492,115157,451589,216588,603333c1704059,2254448,1806295,2346224,2014221,2351762v85197,2272,192071,-19690,267659,-50692c2278946,2294443,2273171,2279108,2271373,2274753v-164761,3976,-256063,-118328,-324551,-285786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gmPkcWBEAACNUAAAOAAAAZHJzL2Uyb0RvYy54bWysXN+P2zYSfj/g/gfDjwe0K5IiJQXdFLkW LQ4o2gLtob1Hx+vNLuC1fbaTTfvX3zf8Yc9olWoY3EtiLfVxyOHHITmc0Vdff3zaLj5sjqfH/e52 ab5slovNbr2/e9y9u13++9fvvuiXi9N5tbtbbfe7ze3yj81p+fXrv//tq+fDq43dP+y3d5vjApXs Tq+eD7fLh/P58Orm5rR+2DytTl/uD5sdCu/3x6fVGY/Hdzd3x9Uzan/a3timCTfP++Pd4bhfb04n /PXbVLh8Heu/v9+szz/d358258X2dom2neO/x/jvW/r35vVXq1fvjqvDw+M6N2P1Ga14Wj3uIPRS 1ber82rx/vj4oqqnx/Vxf9rfn79c759u9vf3j+tN7AN6Y5pRb355WB02sS9QzulwUdPp/1ft+scP Px8Xj3e3S7dc7FZPGKLvszYcKef5cHqFd345/HzMTyf8pJ5+vD8+0f/ow+JjVOgfF4VuPp4Xa/zR DbZtoPY1itrW9viNWm6u4PX70/n7zT5WtPrww+mcxuMOv6I273Kb1vvd7vR43vyOyu6fthiif9ws TGta79zieWFtb5ve5tEcg/7DQba1g2n7xcPC+t637lOg3w2X5JrOm25ekgAN1pvQzkuynyNJgELj nGnmJWGMr9qzrmmcn++TAPnQ9k4hqWWShq4NvZ0XxDFGK8h/hiCOMRgla8y87gIT1IcuhDDfI46J xBvCvKCOCQpD44KC4RxjfRtcr2A4TPOFDaHvmnaY7xHHWN+1Xd/N92hgggxmbeMVbOAgC9INXtEl w6e68YNvGs2s5Sh1r4yY7H4wYWjnFShQ6qEyYrqT3esbhSyO0hs+PuHDMPRWwQvDQQZTanDzvDB8 xg8tmK6gugAZ4vqgkMSnPOyRG3qF+jjIduCtpk98zpPl05hYw0HG9j50Chtr+Kw3tAY6DdklSiuL T3yD5bANGlYIlO26wXvFYPGpr5fFUdrRsnzmG+egQsWKKFFKClppLrBhAXFnty4SpZxXVsz7putM pzC4AmWwHLQK0275vLfY8AxWYZgEynlnYDlnN2SWWwu9KI5SixIz3/Zm6DS04Ci1KD71rXWmVY0V R9FYKfYVlk98i+NGaBRbGIlqNeMkJj0t94OG6BzlW6+wf5bP+B7bF4VNFxir6Y7jJsI3oVN0RmCU w+O4ffjCaPYtAgLCuV6xQOHEc9322WEYFMwWGLUgYRqUgjhGLYhPcdu0WN7nDavjIAxRwNo5a4Ic n+HarZEAYWuEvaxCkpjgAx2gFCbcSVTfD0HTK24YSBUhaGQJlLcdbUnnNcinuWmtDZ1i0+wkyvmA Q9G8LG4f9LIkyuEIr+hXy62EbezQt2aehAI14GiExXO2Wy03FAYnPYeT0exGQqAczq+dghkttxV6 URzV4tzmFcfrls9805nGGgUJBWowFh1TKFBMfWxZGtVYCZSDu0mzaWm5xTA2YKVWrB8S5YJR7cVa Pvu7oQkqXnCQUYvik78zPfwACgpykHGt73Dem6c7n/tdQ8dzhSgOMrbDBlMjik99tSgOCjgYaZxJ npsL6A+n7PlOCZD3pukVuz7PrUU/ODBQIYmDsK/qnML34vm0V0viIIdx0izDntsKeO+CVWxkBQiG tm0UR1HPJz0WK69xxgkQ/FYBgztLc88NhYXDCzSaNeoCBKeGHRTrh+czHnzwGjMhQN5jk6Ww6Z5P eNcPXdD0iYNwJO/I/zSvPj7h7YCB0lBCgKyDQ1yxfHg+4U0IJmjmLgdZh9PXoFBg4GZCK0qA4M8w cPHMKzDwKe9wPMT+YJZ/AgRRtI1WiOJzXmtmAwcZnFpwtaQQxS2FWhQHGd8NbaOYwIGbCu2SKEDG Nz4YjShuK7QLfeAg3IAN2PYoFMiNBfZXHVqo4IVAqWXJmR9w5lEc5IJAYVV0uF2YtReBT30D1zPd Ac3zXaCwE3GqWcznvgk4KmkcIoGjrOm6TkP4jlsMWBmcsBT9kiiYjA4nwFkddtxkwP1ses2lhEQ5 3HprfN0dn/4WGzrXKbgxRrWdV9inTsx/7dl7hJo4e+Pe+1252V49lMvu9cddvu3Gr8WK4iaaGEpw 2J/oYp1ffeMavTziUjtdpQNFV+UzYAwVB5sqMHTPwfHKHJ3RSYYyOThGFajBsKkc3FY1GwaPg30V GBaMg0MVGCaJg7sqMGwMB/dVYBgNDh6qwHR7ytF4ruLYmGR1LKM7TiG9jmd0AyngdUyja0UBr+Oa GZENz1WqG9ENF4JV8BHhcDNYBR9RztRxzoxIh+ca6XSbxjWP5yr4iHW4MauCj1iHW7Aq+Ih1uNmq go9YhzuuKviIdbaOdXbEOjxXSR+xDldFVfAR62wd6+gmR9CmjnV0RcPheK5pPF29CHgd6+hCRcDr WOdGrMNzVeNHrMNdSBV8xDpccFTBR6zDpUUVfMQ6V8c6ukoQmq9jnRuxDs81jSeHP5eO5yr4iHVw 6lfBR6yDe78KPmIdnO9V8BHr2jrWkU9cqK6OdeQcF/A61rUj1uG5qu8j1rV1rGtHrMNzjXRyHPO+ 47kKPmIdXMpV8BHr4Ceugo9YBz9uFXzEOjhnq+Aj1sHjWgUfsQ5u1Cr4iHVwqFbBR6zzdawjR6eg TR3ryA/J4XiuaTz5FgW8jnXkLxTwOtaFEevwXNX4Eevg56uCj1gH310VfMS6UMc68qgJ1dWxjlxr Al7HOvJ7CXgd68iVxeF4rlEdeacEvI515HAS8DrWkQ9JwAXrktckO4uOSG2hpJZtTGo5LxdIajku F0hqeUsdXr06rM7kYyo/F8+3y5ImsXjA75z9QOVP+w+bX/fxzTO5nHJiRWxLDhvOSry+uX7/9nH9 z82fAod7DUSBJJyjiNTIHLQlVYuwUUfxZOiiNXDTgimpqZdieB5jMUXlI/CiDJ2QNS05JmgkbN/D zRdnDJd8qTolS3xS8rWY9F0n2Q8O94qjqhtEvaaGpZwGUZySMMbFLyRvd1zPKaFiAlRek81O2ucg ituHv4Qpn5f2PYbmk6UpX4KwL1o5I5bG3CXHSBmYAbdnsE6RESCMk8OW0ixSKaXtDBc7NjssvQ2I O8zQvulLclDSRdchfCOL9dbDl8x1kZIuEjblUqh7G/rBU4Q/MdyDhL2suO8R/pFLcWmdnAVFFykF I5fGzAq12K5rcc2XoaS1aHZKxQgCQwRrKkUoCTTDe5sTMlJxyrNQyzUIV7X5RIVqX1TtMSvziQn2 ZtyunJ/xWT0GFtotXYYm+8iN0mUUU25FrhqRkfjN2I5iytbIxTFdRt9nDDDCdDP2BXmQmoEQi2TH cYvfhEGMRTStxUSmVLRJyVdDmxibgg2j0JRdkVHX96YmX48bKthgouMVVXSEcCkEoedC4jzXUMrG SIUxwH2ylVMyB5oD2eB1nU8HpYtMNIgiUmh+NH2bdtO8cMhDGrMt9DJjnkWsNkVBiK5gLmVvT4/L nOTcZDKRoZGVEHMhJoUWw5oXspRrMYEq700pBmFIPbEhjcZFVmlJTnQoxUicjMvfdHHMpNC0NGVq xEpTTkQG/WVDOejFKGHOI74i8+bFAOccitSLOuIg+KwfmjIWY0KaFrYELsJpLhsf8ylGpaoFCoEY wWW/zMtJgkiDvhsSYxGy1qVDTBkUipJAbkUSGzMmJsdkig2IWmpN3mlbRDs2wkDh1rZBtGCsGOPm O7GRyskPsZSWVFiyqeW4jHEi7SdB5bXyf3k9Zj28lFFem+xUSpUYgS7awvru8mqPhUOujTn1IUJj xPxkl6aFgo95W4m00XhcuIqEIjNZEe1PdV6LYgZEFJiLVHyxUDd2SBxXqkQkEILl0rJCKQxcXFxm h7QKlzKVPD90Nt8uFVyRh7i8fG016ltMhuAtVEkKxpTFWqoKW6RC8pF+Yz7EZ4wZQkLyXH5BBEp9 iDWm8H+uw4miFx0r9MwsprSDUW2AlJcm6TQBKQqP6RKj6v6q7EXrpgTCglCcNS2JWKnS5Vmp1CDu gxLoqRCRLegLZ3BMdYiFKYGBClUiLXK4u2RdYNR6KJxV6yh4LhE1ZSvwQrkPyXP4hczrriQvmCmI IjV1iKERua3XN6dUg4gS9D8vCX2LbH25merxl+wnojB97Lx4W3MqQ5KaEhSyVClLPuUWB4RC552t waYdBllUjb29oyw22llhS4N8BFGcEhvGxS/0VHiYZUoU9Si3t7w32dIes7PJKxTiWhHXxZuScxFS UxBTP8iO8OKUgJBFSlHyKc+tlOUQaw7Y6uJCjrHI9K7FuhVLESUFEy1KU9pCKo3JCJNiS7+zfhgo pRVkUHltqpXIcsOHJ7JNpgBe2cqUaBDb0SG6DQaa94GVpuSCyVZOimVQGDTs18So4NSLPUceNOwm g1wMTUpKiM3CvpBSDfSSW+gGnt5ITZx74OcRfXJdi8yAXBwzC0RxSlEYF88wN8UgToD+amRg7Lqy oUt5B7wh2LJji5SrRKRduhkvdjHFV+bSmEig1g/sCVLaMxSfzZADk2JEc6lBAKKY17w0JRVMii29 TrRloJQekDHlrSn6MAztbNM936XzCPzPR0jEo2MHKvQWkwliB1KKwGQLJ2XixJEPi97iAwOiWny6 xVACLuydb2CUhR1Owf6xMCULTMos/U1aYZgU9q/RCpKxKMUNjUCsOzyTvOOhRah4WrZaQx3ghSlJ ILUwhv5PtnBKK0hfxVTNSE9LAjMQ8GbB8ZIKm9ZLG5fSBXJrKQlALRNb9T6vesgmcckPWkYfhW3e 7WK9gB54g1LiQGpQTAfQyxzQ09zPEBcU3k/X4/iVqsV2VPqtUgpBLEyJAWqZZM8pLw3jGUzn5IY5 5QukQhz8GtFPVphTBCqEUh5CrBcORTqGcwUiwBk+ulhKiyVSS3hpSixIpSldQC0WHtW+HEQoVxJU ZQpGfC8WgVSxMwb2n5emyP9cGlMHJsXKCSZAMQkgg8prU2yH3x1fZ8mSPHaCYhZZON2yTaZg/wAv GOtDShooWEoFmGzllNgAV1SeZKi4pQM3qxjGEIktqWLyl0tvLTOVOS1ALZZDe6K46C0vTUkAo0Zh VYqNyikCnyUWrslmZMDZ+oRhw7lRiI25dllsTBfQi2UrajvAOghTxlfjFLAvxMZswiT2WvpiVzA1 tnxvcIUWa4a9UUC2zrjmS3HKOBgXqwRj44TveXy6agfC5iXNtAOC8sVUh9ml/IOs6ZhVoNY0jtGw HQWLaHVJLPiAMep5CwJjDovDdZ2zEbLkmGOgl+wRUF+2TXBIwcCKqrElgJctVo2dPzZCo11pzE1I xSnjQC8Z0sDchMUS1aYQl8tAwhNu81HcYldKmmdTPGcqJHTKP1BLpiNPW24/YD2aFM5WJCOVCZLz ARtj3si9CzbflLeQJcdsBL1keHRxss19HtBnoW0MvEMmcy6GUWvEjMtZDKWYchP0krErgdEs2L6T hy+oE27B4jfAtWMKDC0qgQeLvicQ0UYcx/kExiSjO+ToUrhcJseZd/1m32m/fbz77nG7Jb9a/Gjj 5pvtcfFhhZvp88c4oYAQb213dBWdXPLrFT75eL9dnWPCw25PNSVWHE/nb1enh1RTxCe6POEjgEe8 glq3yHu4oe8Tng70RUL69XZ/9wc+Z3jcp+88ng7r7x5R0w+r0/nn1RFfDYRK8LHK80/45367Rztw 8x1/LRcP++OfU3+n9/G9RZQuF8/4NOLt8vTf96vjZrnY/muHLzHia4LkPT7HBxxF6ErlyEve8pLd +6dv9lAOWIHWxZ/0/nlbft4f90+/4ZuWb0gqila7NWQj7+N8LA/fnPGMInwVc7158yb+xtckMUY/ 7H45rKny6OZEz3/9+NvqeFgc8BMDgs8y/rgvH5VcvSofXKSBvrxLyN3+zfvz/v6RvsYYNZz0mh/w Jcqo//zVTPrUJX+Ob12/7fn6fwAAAP//AwBQSwMEFAAGAAgAAAAhAJnBzMLgAAAADAEAAA8AAABk cnMvZG93bnJldi54bWxMj0FPwzAMhe9I/IfISNxYukGjrWs6AYKdENLGdk8b01Y0TmmyrePX453g 9uz39Pw5X42uE0ccQutJw3SSgECqvG2p1rD7eL2bgwjRkDWdJ9RwxgCr4voqN5n1J9rgcRtrwSUU MqOhibHPpAxVg86Eie+R2Pv0gzORx6GWdjAnLnednCWJks60xBca0+Nzg9XX9uA07Heb2ffTS/m2 PpfhB+vufdGuUevbm/FxCSLiGP/CcMFndCiYqfQHskF0GubplJO8T1W6AHFJPCgWJQt1nyqQRS7/ P1H8AgAA//8DAFBLAQItABQABgAIAAAAIQC2gziS/gAAAOEBAAATAAAAAAAAAAAAAAAAAAAAAABb Q29udGVudF9UeXBlc10ueG1sUEsBAi0AFAAGAAgAAAAhADj9If/WAAAAlAEAAAsAAAAAAAAAAAAA AAAALwEAAF9yZWxzLy5yZWxzUEsBAi0AFAAGAAgAAAAhAGCY+RxYEQAAI1QAAA4AAAAAAAAAAAAA AAAALgIAAGRycy9lMm9Eb2MueG1sUEsBAi0AFAAGAAgAAAAhAJnBzMLgAAAADAEAAA8AAAAAAAAA AAAAAAAAshMAAGRycy9kb3ducmV2LnhtbFBLBQYAAAAABAAEAPMAAAC/FAAAAAA= " w14:anchorId="1DA2DD35">
              <v:stroke joinstyle="miter"/>
              <v:path arrowok="t" o:connecttype="custom" o:connectlocs="243226,416034;224825,329718;224825,274595;211502,268004;167595,268004;167595,329726;149194,416042;118707,436113;118137,440977;196202,425421;274259,440977;273689,436113;243235,416034;120334,21459;162256,26485;167546,46945;167587,220193;211193,220193;224817,218872;224817,46945;230107,26485;272029,21459;357166,29192;387214,60491;387214,60491;392382,60491;383698,2919;378562,42;196210,933;13841,42;8714,2919;-18,60523;5158,60523;5158,60523;35205,29225;120334,21491;334753,340645;293458,261625;244626,245882;244626,245193;349028,156096;238726,62971;238726,84923;294068,156259;261196,224068;216735,233171;135952,233171;123541,230480;120806,217842;120806,104030;123630,94383;153654,85418;153654,63701;89693,72002;38957,67770;38656,75236;61997,94278;67019,229126;50994,382441;28572,397373;28572,402796;55381,403688;120806,341837;120806,270501;123541,257863;135952,255172;212796,255172;235023,258674;246954,269642;284196,372973;346342,402780;392365,394098;390559,389591;334753,340645" o:connectangles="0,0,0,0,0,0,0,0,0,0,0,0,0,0,0,0,0,0,0,0,0,0,0,0,0,0,0,0,0,0,0,0,0,0,0,0,0,0,0,0,0,0,0,0,0,0,0,0,0,0,0,0,0,0,0,0,0,0,0,0,0,0,0,0,0,0,0,0,0,0,0,0,0,0"/>
              <w10:wrap anchorx="page" anchory="page"/>
              <w10:anchorlock/>
            </v:shape>
          </w:pict>
        </mc:Fallback>
      </mc:AlternateContent>
    </w:r>
    <w:r>
      <w:rPr>
        <w:noProof/>
      </w:rPr>
      <w:t xml:space="preserve">Retail Trust | </w:t>
    </w:r>
    <w:r w:rsidRPr="00F80709">
      <w:rPr>
        <w:noProof/>
      </w:rPr>
      <w:t>retailtrust.org.uk</w:t>
    </w:r>
    <w:r w:rsidRPr="00C65704">
      <w:tab/>
    </w:r>
    <w:r w:rsidRPr="00C65704">
      <w:br/>
    </w:r>
    <w:r>
      <w:rPr>
        <w:sz w:val="14"/>
        <w:szCs w:val="18"/>
      </w:rPr>
      <w:t>R</w:t>
    </w:r>
    <w:r w:rsidRPr="00F80709">
      <w:rPr>
        <w:sz w:val="14"/>
        <w:szCs w:val="18"/>
      </w:rPr>
      <w:t>etail</w:t>
    </w:r>
    <w:r>
      <w:rPr>
        <w:sz w:val="14"/>
        <w:szCs w:val="18"/>
      </w:rPr>
      <w:t xml:space="preserve"> T</w:t>
    </w:r>
    <w:r w:rsidRPr="00F80709">
      <w:rPr>
        <w:sz w:val="14"/>
        <w:szCs w:val="18"/>
      </w:rPr>
      <w:t xml:space="preserve">rust is a registered charity in England and Wales (1090136) and in Scotland (SC039684). Company No 4254201 </w:t>
    </w:r>
    <w:r>
      <w:rPr>
        <w:sz w:val="14"/>
        <w:szCs w:val="18"/>
      </w:rPr>
      <w:br/>
    </w:r>
    <w:r w:rsidRPr="00F80709">
      <w:rPr>
        <w:sz w:val="14"/>
        <w:szCs w:val="18"/>
      </w:rPr>
      <w:t>(Company limited by Guarantee) Registered England &amp; Wales. Registered office: Marshall Estate, Hammers Lane, London, NW7 4DQ.</w:t>
    </w:r>
    <w:r w:rsidRPr="00C65704">
      <w:tab/>
    </w:r>
    <w:r w:rsidRPr="00C65704">
      <w:fldChar w:fldCharType="begin"/>
    </w:r>
    <w:r w:rsidRPr="00C65704">
      <w:instrText xml:space="preserve"> PAGE  \* Arabic  \* MERGEFORMAT </w:instrText>
    </w:r>
    <w:r w:rsidRPr="00C65704">
      <w:fldChar w:fldCharType="separate"/>
    </w:r>
    <w:r>
      <w:t>1</w:t>
    </w:r>
    <w:r w:rsidRPr="00C657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62AFD" w14:textId="77777777" w:rsidR="00E37278" w:rsidRDefault="00E37278" w:rsidP="00E37278">
    <w:pPr>
      <w:pStyle w:val="Footer"/>
    </w:pPr>
    <w:r w:rsidRPr="00B81211">
      <w:rPr>
        <w:noProof/>
      </w:rPr>
      <w:t xml:space="preserve">© </w:t>
    </w:r>
    <w:r w:rsidRPr="00C65704">
      <w:rPr>
        <w:noProof/>
      </w:rPr>
      <mc:AlternateContent>
        <mc:Choice Requires="wps">
          <w:drawing>
            <wp:anchor distT="0" distB="0" distL="114300" distR="114300" simplePos="0" relativeHeight="251668480" behindDoc="1" locked="1" layoutInCell="1" allowOverlap="1" wp14:anchorId="61C5629D" wp14:editId="6C64FF5E">
              <wp:simplePos x="0" y="0"/>
              <wp:positionH relativeFrom="page">
                <wp:posOffset>540385</wp:posOffset>
              </wp:positionH>
              <wp:positionV relativeFrom="page">
                <wp:posOffset>9943465</wp:posOffset>
              </wp:positionV>
              <wp:extent cx="392400" cy="442800"/>
              <wp:effectExtent l="19050" t="0" r="8255" b="14605"/>
              <wp:wrapNone/>
              <wp:docPr id="59" name="Graphic 3"/>
              <wp:cNvGraphicFramePr/>
              <a:graphic xmlns:a="http://schemas.openxmlformats.org/drawingml/2006/main">
                <a:graphicData uri="http://schemas.microsoft.com/office/word/2010/wordprocessingShape">
                  <wps:wsp>
                    <wps:cNvSpPr/>
                    <wps:spPr>
                      <a:xfrm>
                        <a:off x="0" y="0"/>
                        <a:ext cx="392400" cy="442800"/>
                      </a:xfrm>
                      <a:custGeom>
                        <a:avLst/>
                        <a:gdLst>
                          <a:gd name="connsiteX0" fmla="*/ 1414533 w 2282082"/>
                          <a:gd name="connsiteY0" fmla="*/ 2429148 h 2585432"/>
                          <a:gd name="connsiteX1" fmla="*/ 1307517 w 2282082"/>
                          <a:gd name="connsiteY1" fmla="*/ 1925164 h 2585432"/>
                          <a:gd name="connsiteX2" fmla="*/ 1307517 w 2282082"/>
                          <a:gd name="connsiteY2" fmla="*/ 1603310 h 2585432"/>
                          <a:gd name="connsiteX3" fmla="*/ 1230035 w 2282082"/>
                          <a:gd name="connsiteY3" fmla="*/ 1564830 h 2585432"/>
                          <a:gd name="connsiteX4" fmla="*/ 974682 w 2282082"/>
                          <a:gd name="connsiteY4" fmla="*/ 1564830 h 2585432"/>
                          <a:gd name="connsiteX5" fmla="*/ 974682 w 2282082"/>
                          <a:gd name="connsiteY5" fmla="*/ 1925211 h 2585432"/>
                          <a:gd name="connsiteX6" fmla="*/ 867666 w 2282082"/>
                          <a:gd name="connsiteY6" fmla="*/ 2429196 h 2585432"/>
                          <a:gd name="connsiteX7" fmla="*/ 690363 w 2282082"/>
                          <a:gd name="connsiteY7" fmla="*/ 2546388 h 2585432"/>
                          <a:gd name="connsiteX8" fmla="*/ 687049 w 2282082"/>
                          <a:gd name="connsiteY8" fmla="*/ 2574787 h 2585432"/>
                          <a:gd name="connsiteX9" fmla="*/ 1141052 w 2282082"/>
                          <a:gd name="connsiteY9" fmla="*/ 2483958 h 2585432"/>
                          <a:gd name="connsiteX10" fmla="*/ 1595007 w 2282082"/>
                          <a:gd name="connsiteY10" fmla="*/ 2574787 h 2585432"/>
                          <a:gd name="connsiteX11" fmla="*/ 1591694 w 2282082"/>
                          <a:gd name="connsiteY11" fmla="*/ 2546388 h 2585432"/>
                          <a:gd name="connsiteX12" fmla="*/ 1414580 w 2282082"/>
                          <a:gd name="connsiteY12" fmla="*/ 2429148 h 2585432"/>
                          <a:gd name="connsiteX13" fmla="*/ 699829 w 2282082"/>
                          <a:gd name="connsiteY13" fmla="*/ 125293 h 2585432"/>
                          <a:gd name="connsiteX14" fmla="*/ 943633 w 2282082"/>
                          <a:gd name="connsiteY14" fmla="*/ 154639 h 2585432"/>
                          <a:gd name="connsiteX15" fmla="*/ 974398 w 2282082"/>
                          <a:gd name="connsiteY15" fmla="*/ 274103 h 2585432"/>
                          <a:gd name="connsiteX16" fmla="*/ 974635 w 2282082"/>
                          <a:gd name="connsiteY16" fmla="*/ 1285670 h 2585432"/>
                          <a:gd name="connsiteX17" fmla="*/ 1228237 w 2282082"/>
                          <a:gd name="connsiteY17" fmla="*/ 1285670 h 2585432"/>
                          <a:gd name="connsiteX18" fmla="*/ 1307469 w 2282082"/>
                          <a:gd name="connsiteY18" fmla="*/ 1277955 h 2585432"/>
                          <a:gd name="connsiteX19" fmla="*/ 1307469 w 2282082"/>
                          <a:gd name="connsiteY19" fmla="*/ 274103 h 2585432"/>
                          <a:gd name="connsiteX20" fmla="*/ 1338235 w 2282082"/>
                          <a:gd name="connsiteY20" fmla="*/ 154639 h 2585432"/>
                          <a:gd name="connsiteX21" fmla="*/ 1582039 w 2282082"/>
                          <a:gd name="connsiteY21" fmla="*/ 125293 h 2585432"/>
                          <a:gd name="connsiteX22" fmla="*/ 2077172 w 2282082"/>
                          <a:gd name="connsiteY22" fmla="*/ 170447 h 2585432"/>
                          <a:gd name="connsiteX23" fmla="*/ 2251920 w 2282082"/>
                          <a:gd name="connsiteY23" fmla="*/ 353194 h 2585432"/>
                          <a:gd name="connsiteX24" fmla="*/ 2251920 w 2282082"/>
                          <a:gd name="connsiteY24" fmla="*/ 353194 h 2585432"/>
                          <a:gd name="connsiteX25" fmla="*/ 2281975 w 2282082"/>
                          <a:gd name="connsiteY25" fmla="*/ 353194 h 2585432"/>
                          <a:gd name="connsiteX26" fmla="*/ 2231472 w 2282082"/>
                          <a:gd name="connsiteY26" fmla="*/ 17046 h 2585432"/>
                          <a:gd name="connsiteX27" fmla="*/ 2201606 w 2282082"/>
                          <a:gd name="connsiteY27" fmla="*/ 244 h 2585432"/>
                          <a:gd name="connsiteX28" fmla="*/ 1141099 w 2282082"/>
                          <a:gd name="connsiteY28" fmla="*/ 5450 h 2585432"/>
                          <a:gd name="connsiteX29" fmla="*/ 80498 w 2282082"/>
                          <a:gd name="connsiteY29" fmla="*/ 244 h 2585432"/>
                          <a:gd name="connsiteX30" fmla="*/ 50679 w 2282082"/>
                          <a:gd name="connsiteY30" fmla="*/ 17046 h 2585432"/>
                          <a:gd name="connsiteX31" fmla="*/ -107 w 2282082"/>
                          <a:gd name="connsiteY31" fmla="*/ 353383 h 2585432"/>
                          <a:gd name="connsiteX32" fmla="*/ 29995 w 2282082"/>
                          <a:gd name="connsiteY32" fmla="*/ 353383 h 2585432"/>
                          <a:gd name="connsiteX33" fmla="*/ 29995 w 2282082"/>
                          <a:gd name="connsiteY33" fmla="*/ 353383 h 2585432"/>
                          <a:gd name="connsiteX34" fmla="*/ 204743 w 2282082"/>
                          <a:gd name="connsiteY34" fmla="*/ 170637 h 2585432"/>
                          <a:gd name="connsiteX35" fmla="*/ 699829 w 2282082"/>
                          <a:gd name="connsiteY35" fmla="*/ 125483 h 2585432"/>
                          <a:gd name="connsiteX36" fmla="*/ 1946822 w 2282082"/>
                          <a:gd name="connsiteY36" fmla="*/ 1988967 h 2585432"/>
                          <a:gd name="connsiteX37" fmla="*/ 1706662 w 2282082"/>
                          <a:gd name="connsiteY37" fmla="*/ 1527580 h 2585432"/>
                          <a:gd name="connsiteX38" fmla="*/ 1422674 w 2282082"/>
                          <a:gd name="connsiteY38" fmla="*/ 1435663 h 2585432"/>
                          <a:gd name="connsiteX39" fmla="*/ 1422674 w 2282082"/>
                          <a:gd name="connsiteY39" fmla="*/ 1431640 h 2585432"/>
                          <a:gd name="connsiteX40" fmla="*/ 2029841 w 2282082"/>
                          <a:gd name="connsiteY40" fmla="*/ 911420 h 2585432"/>
                          <a:gd name="connsiteX41" fmla="*/ 1388358 w 2282082"/>
                          <a:gd name="connsiteY41" fmla="*/ 367677 h 2585432"/>
                          <a:gd name="connsiteX42" fmla="*/ 1388358 w 2282082"/>
                          <a:gd name="connsiteY42" fmla="*/ 495851 h 2585432"/>
                          <a:gd name="connsiteX43" fmla="*/ 1710212 w 2282082"/>
                          <a:gd name="connsiteY43" fmla="*/ 912367 h 2585432"/>
                          <a:gd name="connsiteX44" fmla="*/ 1519041 w 2282082"/>
                          <a:gd name="connsiteY44" fmla="*/ 1308294 h 2585432"/>
                          <a:gd name="connsiteX45" fmla="*/ 1260469 w 2282082"/>
                          <a:gd name="connsiteY45" fmla="*/ 1361447 h 2585432"/>
                          <a:gd name="connsiteX46" fmla="*/ 790658 w 2282082"/>
                          <a:gd name="connsiteY46" fmla="*/ 1361447 h 2585432"/>
                          <a:gd name="connsiteX47" fmla="*/ 718478 w 2282082"/>
                          <a:gd name="connsiteY47" fmla="*/ 1345733 h 2585432"/>
                          <a:gd name="connsiteX48" fmla="*/ 702574 w 2282082"/>
                          <a:gd name="connsiteY48" fmla="*/ 1271943 h 2585432"/>
                          <a:gd name="connsiteX49" fmla="*/ 702574 w 2282082"/>
                          <a:gd name="connsiteY49" fmla="*/ 607411 h 2585432"/>
                          <a:gd name="connsiteX50" fmla="*/ 718998 w 2282082"/>
                          <a:gd name="connsiteY50" fmla="*/ 551086 h 2585432"/>
                          <a:gd name="connsiteX51" fmla="*/ 893604 w 2282082"/>
                          <a:gd name="connsiteY51" fmla="*/ 498738 h 2585432"/>
                          <a:gd name="connsiteX52" fmla="*/ 893604 w 2282082"/>
                          <a:gd name="connsiteY52" fmla="*/ 371937 h 2585432"/>
                          <a:gd name="connsiteX53" fmla="*/ 521626 w 2282082"/>
                          <a:gd name="connsiteY53" fmla="*/ 420405 h 2585432"/>
                          <a:gd name="connsiteX54" fmla="*/ 226563 w 2282082"/>
                          <a:gd name="connsiteY54" fmla="*/ 395698 h 2585432"/>
                          <a:gd name="connsiteX55" fmla="*/ 224811 w 2282082"/>
                          <a:gd name="connsiteY55" fmla="*/ 439290 h 2585432"/>
                          <a:gd name="connsiteX56" fmla="*/ 360558 w 2282082"/>
                          <a:gd name="connsiteY56" fmla="*/ 550471 h 2585432"/>
                          <a:gd name="connsiteX57" fmla="*/ 389761 w 2282082"/>
                          <a:gd name="connsiteY57" fmla="*/ 1337829 h 2585432"/>
                          <a:gd name="connsiteX58" fmla="*/ 296566 w 2282082"/>
                          <a:gd name="connsiteY58" fmla="*/ 2233007 h 2585432"/>
                          <a:gd name="connsiteX59" fmla="*/ 166168 w 2282082"/>
                          <a:gd name="connsiteY59" fmla="*/ 2320191 h 2585432"/>
                          <a:gd name="connsiteX60" fmla="*/ 166168 w 2282082"/>
                          <a:gd name="connsiteY60" fmla="*/ 2351856 h 2585432"/>
                          <a:gd name="connsiteX61" fmla="*/ 322077 w 2282082"/>
                          <a:gd name="connsiteY61" fmla="*/ 2357063 h 2585432"/>
                          <a:gd name="connsiteX62" fmla="*/ 702574 w 2282082"/>
                          <a:gd name="connsiteY62" fmla="*/ 1995924 h 2585432"/>
                          <a:gd name="connsiteX63" fmla="*/ 702574 w 2282082"/>
                          <a:gd name="connsiteY63" fmla="*/ 1579408 h 2585432"/>
                          <a:gd name="connsiteX64" fmla="*/ 718478 w 2282082"/>
                          <a:gd name="connsiteY64" fmla="*/ 1505618 h 2585432"/>
                          <a:gd name="connsiteX65" fmla="*/ 790658 w 2282082"/>
                          <a:gd name="connsiteY65" fmla="*/ 1489904 h 2585432"/>
                          <a:gd name="connsiteX66" fmla="*/ 1237561 w 2282082"/>
                          <a:gd name="connsiteY66" fmla="*/ 1489904 h 2585432"/>
                          <a:gd name="connsiteX67" fmla="*/ 1366823 w 2282082"/>
                          <a:gd name="connsiteY67" fmla="*/ 1510352 h 2585432"/>
                          <a:gd name="connsiteX68" fmla="*/ 1436211 w 2282082"/>
                          <a:gd name="connsiteY68" fmla="*/ 1574391 h 2585432"/>
                          <a:gd name="connsiteX69" fmla="*/ 1652799 w 2282082"/>
                          <a:gd name="connsiteY69" fmla="*/ 2177724 h 2585432"/>
                          <a:gd name="connsiteX70" fmla="*/ 2014221 w 2282082"/>
                          <a:gd name="connsiteY70" fmla="*/ 2351762 h 2585432"/>
                          <a:gd name="connsiteX71" fmla="*/ 2281880 w 2282082"/>
                          <a:gd name="connsiteY71" fmla="*/ 2301070 h 2585432"/>
                          <a:gd name="connsiteX72" fmla="*/ 2271373 w 2282082"/>
                          <a:gd name="connsiteY72" fmla="*/ 2274753 h 2585432"/>
                          <a:gd name="connsiteX73" fmla="*/ 1946822 w 2282082"/>
                          <a:gd name="connsiteY73" fmla="*/ 1988967 h 25854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Lst>
                        <a:rect l="l" t="t" r="r" b="b"/>
                        <a:pathLst>
                          <a:path w="2282082" h="2585432">
                            <a:moveTo>
                              <a:pt x="1414533" y="2429148"/>
                            </a:moveTo>
                            <a:cubicBezTo>
                              <a:pt x="1320580" y="2312287"/>
                              <a:pt x="1307327" y="2135268"/>
                              <a:pt x="1307517" y="1925164"/>
                            </a:cubicBezTo>
                            <a:cubicBezTo>
                              <a:pt x="1307517" y="1887535"/>
                              <a:pt x="1307517" y="1603310"/>
                              <a:pt x="1307517" y="1603310"/>
                            </a:cubicBezTo>
                            <a:cubicBezTo>
                              <a:pt x="1307517" y="1593040"/>
                              <a:pt x="1300795" y="1564830"/>
                              <a:pt x="1230035" y="1564830"/>
                            </a:cubicBezTo>
                            <a:lnTo>
                              <a:pt x="974682" y="1564830"/>
                            </a:lnTo>
                            <a:cubicBezTo>
                              <a:pt x="974682" y="1747813"/>
                              <a:pt x="974682" y="1885263"/>
                              <a:pt x="974682" y="1925211"/>
                            </a:cubicBezTo>
                            <a:cubicBezTo>
                              <a:pt x="974682" y="2135315"/>
                              <a:pt x="961666" y="2312335"/>
                              <a:pt x="867666" y="2429196"/>
                            </a:cubicBezTo>
                            <a:cubicBezTo>
                              <a:pt x="826109" y="2480882"/>
                              <a:pt x="770826" y="2525373"/>
                              <a:pt x="690363" y="2546388"/>
                            </a:cubicBezTo>
                            <a:cubicBezTo>
                              <a:pt x="689511" y="2553583"/>
                              <a:pt x="688469" y="2562623"/>
                              <a:pt x="687049" y="2574787"/>
                            </a:cubicBezTo>
                            <a:cubicBezTo>
                              <a:pt x="774518" y="2586762"/>
                              <a:pt x="967819" y="2614261"/>
                              <a:pt x="1141052" y="2483958"/>
                            </a:cubicBezTo>
                            <a:cubicBezTo>
                              <a:pt x="1314238" y="2614261"/>
                              <a:pt x="1507539" y="2586762"/>
                              <a:pt x="1595007" y="2574787"/>
                            </a:cubicBezTo>
                            <a:cubicBezTo>
                              <a:pt x="1593588" y="2562386"/>
                              <a:pt x="1592546" y="2553346"/>
                              <a:pt x="1591694" y="2546388"/>
                            </a:cubicBezTo>
                            <a:cubicBezTo>
                              <a:pt x="1511231" y="2525373"/>
                              <a:pt x="1456043" y="2480692"/>
                              <a:pt x="1414580" y="2429148"/>
                            </a:cubicBezTo>
                            <a:moveTo>
                              <a:pt x="699829" y="125293"/>
                            </a:moveTo>
                            <a:cubicBezTo>
                              <a:pt x="874387" y="125293"/>
                              <a:pt x="912820" y="126903"/>
                              <a:pt x="943633" y="154639"/>
                            </a:cubicBezTo>
                            <a:cubicBezTo>
                              <a:pt x="968955" y="177547"/>
                              <a:pt x="974351" y="208455"/>
                              <a:pt x="974398" y="274103"/>
                            </a:cubicBezTo>
                            <a:cubicBezTo>
                              <a:pt x="974635" y="439290"/>
                              <a:pt x="974730" y="894618"/>
                              <a:pt x="974635" y="1285670"/>
                            </a:cubicBezTo>
                            <a:lnTo>
                              <a:pt x="1228237" y="1285670"/>
                            </a:lnTo>
                            <a:cubicBezTo>
                              <a:pt x="1278692" y="1285670"/>
                              <a:pt x="1307469" y="1282404"/>
                              <a:pt x="1307469" y="1277955"/>
                            </a:cubicBezTo>
                            <a:lnTo>
                              <a:pt x="1307469" y="274103"/>
                            </a:lnTo>
                            <a:cubicBezTo>
                              <a:pt x="1307469" y="208455"/>
                              <a:pt x="1312960" y="177547"/>
                              <a:pt x="1338235" y="154639"/>
                            </a:cubicBezTo>
                            <a:cubicBezTo>
                              <a:pt x="1368905" y="126903"/>
                              <a:pt x="1407528" y="125293"/>
                              <a:pt x="1582039" y="125293"/>
                            </a:cubicBezTo>
                            <a:cubicBezTo>
                              <a:pt x="1916340" y="125293"/>
                              <a:pt x="1998791" y="134760"/>
                              <a:pt x="2077172" y="170447"/>
                            </a:cubicBezTo>
                            <a:cubicBezTo>
                              <a:pt x="2164167" y="210206"/>
                              <a:pt x="2210126" y="274577"/>
                              <a:pt x="2251920" y="353194"/>
                            </a:cubicBezTo>
                            <a:lnTo>
                              <a:pt x="2251920" y="353194"/>
                            </a:lnTo>
                            <a:lnTo>
                              <a:pt x="2281975" y="353194"/>
                            </a:lnTo>
                            <a:cubicBezTo>
                              <a:pt x="2281975" y="353194"/>
                              <a:pt x="2233366" y="31483"/>
                              <a:pt x="2231472" y="17046"/>
                            </a:cubicBezTo>
                            <a:cubicBezTo>
                              <a:pt x="2229627" y="1569"/>
                              <a:pt x="2221060" y="244"/>
                              <a:pt x="2201606" y="244"/>
                            </a:cubicBezTo>
                            <a:cubicBezTo>
                              <a:pt x="2194885" y="244"/>
                              <a:pt x="1684984" y="5450"/>
                              <a:pt x="1141099" y="5450"/>
                            </a:cubicBezTo>
                            <a:cubicBezTo>
                              <a:pt x="597215" y="5450"/>
                              <a:pt x="87314" y="244"/>
                              <a:pt x="80498" y="244"/>
                            </a:cubicBezTo>
                            <a:cubicBezTo>
                              <a:pt x="61139" y="244"/>
                              <a:pt x="52572" y="1569"/>
                              <a:pt x="50679" y="17046"/>
                            </a:cubicBezTo>
                            <a:cubicBezTo>
                              <a:pt x="48928" y="31483"/>
                              <a:pt x="-107" y="353383"/>
                              <a:pt x="-107" y="353383"/>
                            </a:cubicBezTo>
                            <a:lnTo>
                              <a:pt x="29995" y="353383"/>
                            </a:lnTo>
                            <a:cubicBezTo>
                              <a:pt x="29995" y="353383"/>
                              <a:pt x="29995" y="353383"/>
                              <a:pt x="29995" y="353383"/>
                            </a:cubicBezTo>
                            <a:cubicBezTo>
                              <a:pt x="71742" y="274719"/>
                              <a:pt x="117700" y="210395"/>
                              <a:pt x="204743" y="170637"/>
                            </a:cubicBezTo>
                            <a:cubicBezTo>
                              <a:pt x="283076" y="134807"/>
                              <a:pt x="365669" y="125483"/>
                              <a:pt x="699829" y="125483"/>
                            </a:cubicBezTo>
                            <a:moveTo>
                              <a:pt x="1946822" y="1988967"/>
                            </a:moveTo>
                            <a:cubicBezTo>
                              <a:pt x="1887705" y="1844322"/>
                              <a:pt x="1843261" y="1640560"/>
                              <a:pt x="1706662" y="1527580"/>
                            </a:cubicBezTo>
                            <a:cubicBezTo>
                              <a:pt x="1636138" y="1469221"/>
                              <a:pt x="1535323" y="1435663"/>
                              <a:pt x="1422674" y="1435663"/>
                            </a:cubicBezTo>
                            <a:lnTo>
                              <a:pt x="1422674" y="1431640"/>
                            </a:lnTo>
                            <a:cubicBezTo>
                              <a:pt x="1825701" y="1420990"/>
                              <a:pt x="2029841" y="1212921"/>
                              <a:pt x="2029841" y="911420"/>
                            </a:cubicBezTo>
                            <a:cubicBezTo>
                              <a:pt x="2029841" y="624829"/>
                              <a:pt x="1834457" y="391296"/>
                              <a:pt x="1388358" y="367677"/>
                            </a:cubicBezTo>
                            <a:lnTo>
                              <a:pt x="1388358" y="495851"/>
                            </a:lnTo>
                            <a:cubicBezTo>
                              <a:pt x="1604284" y="526569"/>
                              <a:pt x="1710212" y="723799"/>
                              <a:pt x="1710212" y="912367"/>
                            </a:cubicBezTo>
                            <a:cubicBezTo>
                              <a:pt x="1710212" y="1077790"/>
                              <a:pt x="1663401" y="1228683"/>
                              <a:pt x="1519041" y="1308294"/>
                            </a:cubicBezTo>
                            <a:cubicBezTo>
                              <a:pt x="1449558" y="1346585"/>
                              <a:pt x="1374065" y="1361447"/>
                              <a:pt x="1260469" y="1361447"/>
                            </a:cubicBezTo>
                            <a:lnTo>
                              <a:pt x="790658" y="1361447"/>
                            </a:lnTo>
                            <a:cubicBezTo>
                              <a:pt x="747728" y="1361447"/>
                              <a:pt x="730216" y="1357424"/>
                              <a:pt x="718478" y="1345733"/>
                            </a:cubicBezTo>
                            <a:cubicBezTo>
                              <a:pt x="705982" y="1333190"/>
                              <a:pt x="702574" y="1318233"/>
                              <a:pt x="702574" y="1271943"/>
                            </a:cubicBezTo>
                            <a:lnTo>
                              <a:pt x="702574" y="607411"/>
                            </a:lnTo>
                            <a:cubicBezTo>
                              <a:pt x="702574" y="582041"/>
                              <a:pt x="708680" y="563771"/>
                              <a:pt x="718998" y="551086"/>
                            </a:cubicBezTo>
                            <a:cubicBezTo>
                              <a:pt x="740487" y="524581"/>
                              <a:pt x="800124" y="508772"/>
                              <a:pt x="893604" y="498738"/>
                            </a:cubicBezTo>
                            <a:lnTo>
                              <a:pt x="893604" y="371937"/>
                            </a:lnTo>
                            <a:cubicBezTo>
                              <a:pt x="731636" y="392242"/>
                              <a:pt x="643789" y="415245"/>
                              <a:pt x="521626" y="420405"/>
                            </a:cubicBezTo>
                            <a:cubicBezTo>
                              <a:pt x="410634" y="425138"/>
                              <a:pt x="315451" y="404596"/>
                              <a:pt x="226563" y="395698"/>
                            </a:cubicBezTo>
                            <a:cubicBezTo>
                              <a:pt x="225805" y="411364"/>
                              <a:pt x="225427" y="422392"/>
                              <a:pt x="224811" y="439290"/>
                            </a:cubicBezTo>
                            <a:cubicBezTo>
                              <a:pt x="294104" y="465701"/>
                              <a:pt x="338407" y="497223"/>
                              <a:pt x="360558" y="550471"/>
                            </a:cubicBezTo>
                            <a:cubicBezTo>
                              <a:pt x="388341" y="617350"/>
                              <a:pt x="389761" y="652802"/>
                              <a:pt x="389761" y="1337829"/>
                            </a:cubicBezTo>
                            <a:cubicBezTo>
                              <a:pt x="389761" y="1968567"/>
                              <a:pt x="375846" y="2129162"/>
                              <a:pt x="296566" y="2233007"/>
                            </a:cubicBezTo>
                            <a:cubicBezTo>
                              <a:pt x="263860" y="2275889"/>
                              <a:pt x="217286" y="2311151"/>
                              <a:pt x="166168" y="2320191"/>
                            </a:cubicBezTo>
                            <a:lnTo>
                              <a:pt x="166168" y="2351856"/>
                            </a:lnTo>
                            <a:cubicBezTo>
                              <a:pt x="192105" y="2353655"/>
                              <a:pt x="259316" y="2357631"/>
                              <a:pt x="322077" y="2357063"/>
                            </a:cubicBezTo>
                            <a:cubicBezTo>
                              <a:pt x="612834" y="2354791"/>
                              <a:pt x="702290" y="2230073"/>
                              <a:pt x="702574" y="1995924"/>
                            </a:cubicBezTo>
                            <a:cubicBezTo>
                              <a:pt x="702574" y="1838405"/>
                              <a:pt x="702574" y="1579408"/>
                              <a:pt x="702574" y="1579408"/>
                            </a:cubicBezTo>
                            <a:cubicBezTo>
                              <a:pt x="702574" y="1533071"/>
                              <a:pt x="705982" y="1518114"/>
                              <a:pt x="718478" y="1505618"/>
                            </a:cubicBezTo>
                            <a:cubicBezTo>
                              <a:pt x="730216" y="1493928"/>
                              <a:pt x="747728" y="1489904"/>
                              <a:pt x="790658" y="1489904"/>
                            </a:cubicBezTo>
                            <a:cubicBezTo>
                              <a:pt x="790658" y="1489904"/>
                              <a:pt x="1076965" y="1489904"/>
                              <a:pt x="1237561" y="1489904"/>
                            </a:cubicBezTo>
                            <a:cubicBezTo>
                              <a:pt x="1303825" y="1489904"/>
                              <a:pt x="1332224" y="1492792"/>
                              <a:pt x="1366823" y="1510352"/>
                            </a:cubicBezTo>
                            <a:cubicBezTo>
                              <a:pt x="1391293" y="1522705"/>
                              <a:pt x="1413302" y="1542584"/>
                              <a:pt x="1436211" y="1574391"/>
                            </a:cubicBezTo>
                            <a:cubicBezTo>
                              <a:pt x="1530116" y="1704883"/>
                              <a:pt x="1551368" y="2025980"/>
                              <a:pt x="1652799" y="2177724"/>
                            </a:cubicBezTo>
                            <a:cubicBezTo>
                              <a:pt x="1704059" y="2254448"/>
                              <a:pt x="1806295" y="2346224"/>
                              <a:pt x="2014221" y="2351762"/>
                            </a:cubicBezTo>
                            <a:cubicBezTo>
                              <a:pt x="2099418" y="2354034"/>
                              <a:pt x="2206292" y="2332072"/>
                              <a:pt x="2281880" y="2301070"/>
                            </a:cubicBezTo>
                            <a:cubicBezTo>
                              <a:pt x="2278946" y="2294443"/>
                              <a:pt x="2273171" y="2279108"/>
                              <a:pt x="2271373" y="2274753"/>
                            </a:cubicBezTo>
                            <a:cubicBezTo>
                              <a:pt x="2106612" y="2278729"/>
                              <a:pt x="2015310" y="2156425"/>
                              <a:pt x="1946822" y="1988967"/>
                            </a:cubicBezTo>
                          </a:path>
                        </a:pathLst>
                      </a:custGeom>
                      <a:solidFill>
                        <a:schemeClr val="tx2"/>
                      </a:solidFill>
                      <a:ln w="473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Graphic 3" style="position:absolute;margin-left:42.55pt;margin-top:782.95pt;width:30.9pt;height:34.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282082,2585432" o:spid="_x0000_s1026" fillcolor="#6a97cf [3215]" stroked="f" strokeweight=".1314mm" path="m1414533,2429148v-93953,-116861,-107206,-293880,-107016,-503984c1307517,1887535,1307517,1603310,1307517,1603310v,-10270,-6722,-38480,-77482,-38480l974682,1564830v,182983,,320433,,360381c974682,2135315,961666,2312335,867666,2429196v-41557,51686,-96840,96177,-177303,117192c689511,2553583,688469,2562623,687049,2574787v87469,11975,280770,39474,454003,-90829c1314238,2614261,1507539,2586762,1595007,2574787v-1419,-12401,-2461,-21441,-3313,-28399c1511231,2525373,1456043,2480692,1414580,2429148m699829,125293v174558,,212991,1610,243804,29346c968955,177547,974351,208455,974398,274103v237,165187,332,620515,237,1011567l1228237,1285670v50455,,79232,-3266,79232,-7715l1307469,274103v,-65648,5491,-96556,30766,-119464c1368905,126903,1407528,125293,1582039,125293v334301,,416752,9467,495133,45154c2164167,210206,2210126,274577,2251920,353194r,l2281975,353194v,,-48609,-321711,-50503,-336148c2229627,1569,2221060,244,2201606,244v-6721,,-516622,5206,-1060507,5206c597215,5450,87314,244,80498,244,61139,244,52572,1569,50679,17046,48928,31483,-107,353383,-107,353383r30102,c29995,353383,29995,353383,29995,353383,71742,274719,117700,210395,204743,170637v78333,-35830,160926,-45154,495086,-45154m1946822,1988967v-59117,-144645,-103561,-348407,-240160,-461387c1636138,1469221,1535323,1435663,1422674,1435663r,-4023c1825701,1420990,2029841,1212921,2029841,911420v,-286591,-195384,-520124,-641483,-543743l1388358,495851v215926,30718,321854,227948,321854,416516c1710212,1077790,1663401,1228683,1519041,1308294v-69483,38291,-144976,53153,-258572,53153l790658,1361447v-42930,,-60442,-4023,-72180,-15714c705982,1333190,702574,1318233,702574,1271943r,-664532c702574,582041,708680,563771,718998,551086v21489,-26505,81126,-42314,174606,-52348l893604,371937c731636,392242,643789,415245,521626,420405,410634,425138,315451,404596,226563,395698v-758,15666,-1136,26694,-1752,43592c294104,465701,338407,497223,360558,550471v27783,66879,29203,102331,29203,787358c389761,1968567,375846,2129162,296566,2233007v-32706,42882,-79280,78144,-130398,87184l166168,2351856v25937,1799,93148,5775,155909,5207c612834,2354791,702290,2230073,702574,1995924v,-157519,,-416516,,-416516c702574,1533071,705982,1518114,718478,1505618v11738,-11690,29250,-15714,72180,-15714c790658,1489904,1076965,1489904,1237561,1489904v66264,,94663,2888,129262,20448c1391293,1522705,1413302,1542584,1436211,1574391v93905,130492,115157,451589,216588,603333c1704059,2254448,1806295,2346224,2014221,2351762v85197,2272,192071,-19690,267659,-50692c2278946,2294443,2273171,2279108,2271373,2274753v-164761,3976,-256063,-118328,-324551,-285786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qv9Z8WxEAACRUAAAOAAAAZHJzL2Uyb0RvYy54bWysXN+P2zYSfj/g/gfDjwe0K5IiJQXdFLkW LQ4o2gLtob1Hx+vNLuC1fbaTTfvX3zf8Yc9olWoY3EtiLfVxyOHHITmc0Vdff3zaLj5sjqfH/e52 ab5slovNbr2/e9y9u13++9fvvuiXi9N5tbtbbfe7ze3yj81p+fXrv//tq+fDq43dP+y3d5vjApXs Tq+eD7fLh/P58Orm5rR+2DytTl/uD5sdCu/3x6fVGY/Hdzd3x9Uzan/a3timCTfP++Pd4bhfb04n /PXbVLh8Heu/v9+szz/d358258X2dom2neO/x/jvW/r35vVXq1fvjqvDw+M6N2P1Ga14Wj3uIPRS 1ber82rx/vj4oqqnx/Vxf9rfn79c759u9vf3j+tN7AN6Y5pRb355WB02sS9QzulwUdPp/1ft+scP Px8Xj3e3Sz8sF7vVE8bo+6wOR9p5Ppxe4aVfDj8f89MJP6mrH++PT/Q/OrH4GDX6x0Wjm4/nxRp/ dINtG+h9jaK2tT1+o5abK3j9/nT+frOPFa0+/HA6pwG5w6+ozrvcpvV+tzs9nje/o7L7py3G6B83 C9Oa1ju3eF5Y29umt3k4x6D/cJBt7WDafvGwsL73rfsU6HfDJbmm86ablyRAg/UmtPOS7OdIEqDQ OGeaeUmOS7KuaZyf75MA+dD2TiGpZZKGrg29nRfEMUYryH+GII4xGCVrzLzuAhPUhy6EMN8jjonE G8K8oI4JCkPjgoLhHGN9G1yvYDhs82Uuhb5r2mG+Rxxjfdd2fTffI5iWiyCDWdt4BRs4yIJ0g1d0 yfCpbvzgm0YzazlK3SsjJrsfTBjaeQUKlHqojJjuZPf6RiGLo/SGj0/4MAy9VfDCcJDBlBrcPC8M n/FDC6YrqC5Ahrg+KCTxKQ975IZeoT4Osh14q+kTn/Nk+TQm1nCQsb0PncLGGj7rDa2BTkN2idLK 4hPfYDlsg4YVAmW7bvBeMVh86utlcZR2tCyf+cY5qFCxIkqUkoJWmgtsWEDc2a2LRCnnlRXzvuk6 0ykMrkAZLAetwrRbPu8tNjyDVRgmgXLeGVjO2Q2Z5dZCL4qj1KLEzLe9GToNLThKLYpPfWudaVVj xVE0Vop9heUT3+K8ERrFFkaiWs04iUlPy/2gITpH+dYr7J/lM77H9kVh0wXGarrjuInwTegUnREY 5fA4bh++MJp9i4CAcK5XLFA48Vx3Y3YYBgWzBUYtSJgGpSCOUQviU9w2LZb3ecPqOAhDFLB2zpog x2e4dmskQNgaYS+rkCQm+EAHKIUJdxLV90PQ9IobBlJFCBpZAuVtR1vSeQ3yaW5aa0On2DQ7iXI+ 4FA0L4vbB70siXI4wiv61XIrYRs79K2ZJ6FADTgaYfGc7VbLDYXBSc/hZDS7kRAoh/Nrp2BGy22F XhRHtTi3ecXxuuUz33SmsUZBQoEajEXHFAoUUx9blkY1VgLl4G7SbFpabjGMDVipFeuHRLlgVHux ls/+bmiCihccZNSi+OTvTA8/gIKCHGRc6zuc9+bpzud+19DxXCGKg4ztsMHUiOJTXy2KgwIORhpn kufmAvrDKXu+UwLkvWl6xa7Pc2vRDw4MVEjiIOyrOqfwvXg+7dWSOMhhnDTLsOe2At67YBUbWQGC oW0bxVHU80mPxcprnHECBL9VwODO0txzQ2Hh8AKNZo26AMGpYQfF+uH5jAcfvMZMCJD32GQpbLrn E971Qxc0feIgHMk78j/Nq49PeDtgoDSUECDr4BBXLB90U3J1Z4ZggmbucpB1OH0NCgUGbiaMUpQA wZ9h4OKZV2DgU97heIj9wSz/BAiiaButEMXnvNbMBg4yOLXgakkhilsKtSgOMr4b2kYxgQM3Fdol UYCMb3wwGlHcVmgX+sBBuAEbsO1RKJAbC+yvOrRQwQuBUsuSMz/gzKM4yAWBwqrocLsway8Cn/oG rme6A5rnu0BhJ+JUs5jPfRNwVNI4RAJHWdN1nYbwHbcYsDI4YSn6JVEwGR1OgLM67LjJgPvZ9JpL CYlyuPbW+Lo7Pv0tNnSuU3BjjGo7r7BPnZj/2rP3CDVx9sa997tys716KJfd64+7fNuNX4sVBU40 MZbgsD/RxTq/+sY1ennEpXa6SgeKrspnwBgqDjZVYOieg+OVOTqjkwxlcnCMKlCDYVM5uK1qNgwe B/sqMCwYB4cqMEwSB3dVYNgYDu6rwDAaHDxUgen2lKPxXMWxMcnqWEZ3nEJ6Hc/oBlLA65hG14oC Xsc1MyIbnqtUN6IbLgSr4CPC4WawCj6inKnjnBmRDs810uk2jWsez1XwEetwY1YFH7EOt2BV8BHr cLNVBR+xDndcVfAR62wd6+yIdXiukj5iHa6KquAj1tk61tFNjqBNHevoiobD8VzTeLp6EfA61tGF ioDXsc6NWIfnqsaPWIe7kCr4iHW44KiCj1iHS4sq+Ih1ro51dJUgNF/HOjdiHZ5rGk8Ofy4dz1Xw Eevg1K+Cj1gH934VfMQ6ON+r4CPWtXWsI5+4UF0d68g5LuB1rGtHrMNzVd9HrGvrWNeOWIfnGunk OOZ9x3MVfMQ6uJSr4CPWwU9cBR+xDn7cKviIdXDOVsFHrIPHtQo+Yh3cqFXwEevgUK2Cj1jn61hH jk5BmzrWkR+Sw/Fc03jyLQp4HevIXyjgdawLI9bhuarxI9bBz1cFH7EOvrsq+Ih1oY515FETqqtj HbnWBLyOdeT3EvA61pEri8PxXKM68k4JeB3ryOEk4HWsIx+SgAvWJa9JdhYdkdtCWS3bmNVyXi6Q 1XJcLpDV8pY6vHp1WJ3Jx1R+Lp5vlyVNYvGA3zn7gcqf9h82v+7jm2dyOeXEitiWHDaclXh9c/3+ 7eP6n5s/BQ73GogCSThHEamROWhLqhZho47iydBFa+CmBVNSUy/F8DzGYorKR+BFGToha1pyTNBI 2L6Hmy/OGC75UnVKlvik5Gsx6btOsh8c7hVHVTeIek0NSzkNojglYYyLX0je7rieU0LFBKi8Jpud tM9BFLcPfwlTPi/tewzNJ0tTvgRhX7RyRiyNuUuOkTIwA27PYJ0iI0AYJ4ctpVmkUkrbGS52bHZY ehsQd5ihfdOX5KCki65D+EYW662HL5nrIiVdJGzKpVD3NvSDpwh/YrgHCXtZcd8j/COX4tI6OQuK LlIKRi6NmRVqsV3X4povQ0lr0eyUihEEhgjWVIpQEmiG9zYnZKTilGehlmsQrmrziQrVvqjaY1bm ExPszbhdOT/js3oMLLRbugxN9pEbpcsoptyKXDUiI/GbsR3FlK2Ri2O6jL7PGGCE6WbsC/IgNQMh FsmO4xa/CYMYi2hai4lMqWiTkq+GNjE2BRtGoSm7IqOu701Nvh43VLDBRMcrqugI4VIIQs+FxHmu oZSNkQpjgPtkK6dkDjQHssHrOp8OSheZaBBFpND8aPo27aZ54ZCHNGZb6GXGPItYbYqCEF3BXMre nh6XOcm5yWQiQyMrIeZCTAothjUvZCnXYgJV3ptSDMKQemJDGo2LrNKSnOhQipE4GZe/6eKYSaFp acrUiJWmnIgM+suGctCLUcKcR3xF5s2LAc45FKkXdcRB8Fk/NGUsxoQ0LWwJXITTXDY+5lOMSlUL FAIxgst+mZeTBJEGfTckxiJkrUuHmDIoFCWB3IokNmZMTI7JFBsQtdSavNO2iHZshIHCrW2DaMFY McbNd2IjlZMfYiktqbBkU8txGeNE2k+Cymvl//J6zHp4KaO8NtmplCoxAl20hfXd5dUeC4dcG3Pq Q4TGiPnJLk0LBR/zthJpo/G4cBUJRWayItqf6rwWxQyIKDAXqfhioW7skDiuVIlIIATLpWWFUhi4 uLjMDmkVLmUqeX7obL5dKrgiD3F5+dpq1LeYDMFbqJIUjCmLtVQVtkiF5CP9xnyIzxgzhITkufyC CJT6EGtM4f9chxNFLzpW6JlZTGkHo9oAKS9N0mkCUhQe0yVG1f1V2YvWTQmEBaE4a1oSsVKly7NS qUHcByXQUyEiW9AXzuCY6hALUwIDFapEWuRwd8m6wKj1UDir1lHwXCJqylbghXIfkufwC5nXXUle MFMQRWrqEEMjcluvb06pBhEl6H9eEvoW2fpyM9XjL9lPRGH62HnxtuZUhiQ1JShkqVKWfMotDgiF zjtbg007DLKoGnt7R1lstLPClgb5CKI4JTaMi1/oqfAwy5Qo6lFub3lvsqU9ZmeTVyjEtSKuizcl 5yKkpiCmfpAd4cUpASGLlKLkU55bKcsh1hyw1cWFHGOR6V2LdSuWIkoKJlqUprSFVBqTESbFln5n /TBQSivIoPLaVCuR5YYPT2SbTAG8spUp0SC2o0N0Gww07wMrTckFk62cFMugMGjYr4lRwakXe448 aNhNBrkYmpSUEJuFfSGlGuglt9ANPL2Rmjj3wM8j+uS6FpkBuThmFojilKIwLp5hbopBnAD91cjA 2HVlQ5fyDnhDsGXHFilXiUi7dDNe7GKKr8ylMZFArR/YE6S0Zyg+myEHJsWI5lKDAEQxr3lpSiqY FFt6nWjLQCk9IGPKW1P0YRja2aZ7vkvnEfifj5CIR8cOVOgtJhPEDqQUgckWTsrEiSMfFr3FBwZE tfh0i6EEXNg738AoCzucgv1jYUoWmJRZ+pu0wjAp7F+jFSRjUYobGoFYd3gmecdDi1DxtGy1hjrA C1OSQGphDP2fbOGUVpC+iqmakZ6WBGYg4M2C4yUVNq2XNi6lC+TWUhKAWia26n1e9ZBN4pIftIw+ Ctu828V6AT3wBqXEgdSgmA6glzmgp7mfIS4ovJ+ux/ErVYvtqPRbpRSCWJgSA9QyyZ5TXhrGM5jO yQ1zyhdIhTj4NaKfrDCnCFQIpTyEWC8cinQM5wpEgDN8dLGUFkuklvDSlFiQSlO6gFosPKp9OYhQ riSoyhSM+F4sAqliZwzsPy9Nkf+5NKYOTIqVE0yAYhJABpXXptgOvzu+zpIleewExSyycLplm0zB /gFeMNaHlDRQsJQKMNnKKbEBrqg8yVBxSwduVjGMIRJbUsXkL5feWmYqc1qAWiyH9kRx0VtempIA Ro3CqhQblVMEPkssXJPNyICz9QnDhnOjEBtz7bLYmC6gF8tW1HaAdRCmjK/GKWBfiI3ZhEnstfTF rmBqbPne4Aot1gx7o4BsnXHNl+KUcTAuVgnGxgnf8/h01Q6EzUuaaQcE5YupDrNL+QdZ0zGrQK1p HKNhOwoW0eqSWPABY9TzFgTGHBaH6zpnI2TJMcdAL9kjoL5sm+CQgoEVVWNLAC9brBo7f2yERrvS mJuQilPGgV4ypIG5CYslqk0hLpeBhCfc5qO4xa6UNM+meM5USOiUf6CWTEeettx+wHo0KZytSEYq EyTnAzbGvJF7F2y+KW8hS47ZCHrJ8OjiZJv7PKDPQtsYeIdM5lwMo9aIGZezGEox5SboJWNXAqNZ sH0nD19QJ9yCxW+Aa8cUGFpUAg8WfU8goo04jvMJjElGd8jRpXC5TI4z7/rNvtN++3j33eN2S361 +NXGzTfb4+LDCjfT549xQgEh3tru6Co6ueTXK3zz8X67OseEh92eakqsOJ7O365OD6mmiE90ecJH AI94BbVukfdwQ98nPB3oi4T06+3+7g98z/C4Tx96PB3W3z2iph9Wp/PPqyO+GgiV4GuV55/wz/12 j3bg5jv+Wi4e9sc/p/5O7+ODiyhdLp7xacTb5em/71fHzXKx/dcOn2LE1wTJe3yODziK0JXKkZe8 5SW790/f7KEcsAKtiz/p/fO2/Lw/7p9+w0ct35BUFK12a8hG3sf5WB6+OeMZRfgs5nrz5k38jc9J Yox+2P1yWFPl0c2Jnv/68bfV8bA44CcGBJ9l/HFfviq5elU+uEgDfXmXkLv9m/fn/f0jfY0xajjp NT/gU5RR//mzmfStS/4c37p+3PP1/wAAAP//AwBQSwMEFAAGAAgAAAAhAJnBzMLgAAAADAEAAA8A AABkcnMvZG93bnJldi54bWxMj0FPwzAMhe9I/IfISNxYukGjrWs6AYKdENLGdk8b01Y0TmmyrePX 453g9uz39Pw5X42uE0ccQutJw3SSgECqvG2p1rD7eL2bgwjRkDWdJ9RwxgCr4voqN5n1J9rgcRtr wSUUMqOhibHPpAxVg86Eie+R2Pv0gzORx6GWdjAnLnednCWJks60xBca0+Nzg9XX9uA07Heb2ffT S/m2PpfhB+vufdGuUevbm/FxCSLiGP/CcMFndCiYqfQHskF0GubplJO8T1W6AHFJPCgWJQt1nyqQ RS7/P1H8AgAA//8DAFBLAQItABQABgAIAAAAIQC2gziS/gAAAOEBAAATAAAAAAAAAAAAAAAAAAAA AABbQ29udGVudF9UeXBlc10ueG1sUEsBAi0AFAAGAAgAAAAhADj9If/WAAAAlAEAAAsAAAAAAAAA AAAAAAAALwEAAF9yZWxzLy5yZWxzUEsBAi0AFAAGAAgAAAAhAKq/1nxbEQAAJFQAAA4AAAAAAAAA AAAAAAAALgIAAGRycy9lMm9Eb2MueG1sUEsBAi0AFAAGAAgAAAAhAJnBzMLgAAAADAEAAA8AAAAA AAAAAAAAAAAAtRMAAGRycy9kb3ducmV2LnhtbFBLBQYAAAAABAAEAPMAAADCFAAAAAA= " w14:anchorId="3D4D7547">
              <v:stroke joinstyle="miter"/>
              <v:path arrowok="t" o:connecttype="custom" o:connectlocs="243226,416034;224825,329718;224825,274595;211502,268004;167595,268004;167595,329726;149194,416042;118707,436113;118137,440977;196202,425421;274259,440977;273689,436113;243235,416034;120334,21459;162256,26485;167546,46945;167587,220193;211193,220193;224817,218872;224817,46945;230107,26485;272029,21459;357166,29192;387214,60491;387214,60491;392382,60491;383698,2919;378562,42;196210,933;13841,42;8714,2919;-18,60523;5158,60523;5158,60523;35205,29225;120334,21491;334753,340645;293458,261625;244626,245882;244626,245193;349028,156096;238726,62971;238726,84923;294068,156259;261196,224068;216735,233171;135952,233171;123541,230480;120806,217842;120806,104030;123630,94383;153654,85418;153654,63701;89693,72002;38957,67770;38656,75236;61997,94278;67019,229126;50994,382441;28572,397373;28572,402796;55381,403688;120806,341837;120806,270501;123541,257863;135952,255172;212796,255172;235023,258674;246954,269642;284196,372973;346342,402780;392365,394098;390559,389591;334753,340645" o:connectangles="0,0,0,0,0,0,0,0,0,0,0,0,0,0,0,0,0,0,0,0,0,0,0,0,0,0,0,0,0,0,0,0,0,0,0,0,0,0,0,0,0,0,0,0,0,0,0,0,0,0,0,0,0,0,0,0,0,0,0,0,0,0,0,0,0,0,0,0,0,0,0,0,0,0"/>
              <w10:wrap anchorx="page" anchory="page"/>
              <w10:anchorlock/>
            </v:shape>
          </w:pict>
        </mc:Fallback>
      </mc:AlternateContent>
    </w:r>
    <w:r w:rsidR="002D4428">
      <w:rPr>
        <w:noProof/>
      </w:rPr>
      <w:t>R</w:t>
    </w:r>
    <w:r>
      <w:rPr>
        <w:noProof/>
      </w:rPr>
      <w:t>etail</w:t>
    </w:r>
    <w:r w:rsidR="002D4428">
      <w:rPr>
        <w:noProof/>
      </w:rPr>
      <w:t xml:space="preserve"> </w:t>
    </w:r>
    <w:r>
      <w:rPr>
        <w:noProof/>
      </w:rPr>
      <w:t xml:space="preserve">Trust | </w:t>
    </w:r>
    <w:r w:rsidRPr="00F80709">
      <w:rPr>
        <w:noProof/>
      </w:rPr>
      <w:t>retailtrust.org.uk</w:t>
    </w:r>
    <w:r w:rsidRPr="00C65704">
      <w:tab/>
    </w:r>
    <w:r w:rsidRPr="00C65704">
      <w:br/>
    </w:r>
    <w:r w:rsidR="002D4428">
      <w:rPr>
        <w:sz w:val="14"/>
        <w:szCs w:val="18"/>
      </w:rPr>
      <w:t>R</w:t>
    </w:r>
    <w:r w:rsidRPr="00F80709">
      <w:rPr>
        <w:sz w:val="14"/>
        <w:szCs w:val="18"/>
      </w:rPr>
      <w:t>etail</w:t>
    </w:r>
    <w:r w:rsidR="002D4428">
      <w:rPr>
        <w:sz w:val="14"/>
        <w:szCs w:val="18"/>
      </w:rPr>
      <w:t xml:space="preserve"> T</w:t>
    </w:r>
    <w:r w:rsidR="002D4428" w:rsidRPr="00F80709">
      <w:rPr>
        <w:sz w:val="14"/>
        <w:szCs w:val="18"/>
      </w:rPr>
      <w:t>rust</w:t>
    </w:r>
    <w:r w:rsidRPr="00F80709">
      <w:rPr>
        <w:sz w:val="14"/>
        <w:szCs w:val="18"/>
      </w:rPr>
      <w:t xml:space="preserve"> is a registered charity in England and Wales (1090136) and in Scotland (SC039684). Company No 4254201 </w:t>
    </w:r>
    <w:r>
      <w:rPr>
        <w:sz w:val="14"/>
        <w:szCs w:val="18"/>
      </w:rPr>
      <w:br/>
    </w:r>
    <w:r w:rsidRPr="00F80709">
      <w:rPr>
        <w:sz w:val="14"/>
        <w:szCs w:val="18"/>
      </w:rPr>
      <w:t>(Company limited by Guarantee) Registered England &amp; Wales. Registered office: Marshall Estate, Hammers Lane, London, NW7 4DQ.</w:t>
    </w:r>
    <w:r w:rsidRPr="00C65704">
      <w:tab/>
    </w:r>
    <w:r w:rsidRPr="00C65704">
      <w:fldChar w:fldCharType="begin"/>
    </w:r>
    <w:r w:rsidRPr="00C65704">
      <w:instrText xml:space="preserve"> PAGE  \* Arabic  \* MERGEFORMAT </w:instrText>
    </w:r>
    <w:r w:rsidRPr="00C65704">
      <w:fldChar w:fldCharType="separate"/>
    </w:r>
    <w:r>
      <w:t>1</w:t>
    </w:r>
    <w:r w:rsidRPr="00C6570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0CC7E" w14:textId="77777777" w:rsidR="00DA55D8" w:rsidRDefault="00DA55D8" w:rsidP="007944E9">
      <w:pPr>
        <w:spacing w:after="0" w:line="240" w:lineRule="auto"/>
      </w:pPr>
      <w:r>
        <w:separator/>
      </w:r>
    </w:p>
    <w:p w14:paraId="14C2070C" w14:textId="77777777" w:rsidR="00DA55D8" w:rsidRDefault="00DA55D8"/>
  </w:footnote>
  <w:footnote w:type="continuationSeparator" w:id="0">
    <w:p w14:paraId="597494EF" w14:textId="77777777" w:rsidR="00DA55D8" w:rsidRDefault="00DA55D8" w:rsidP="007944E9">
      <w:pPr>
        <w:spacing w:after="0" w:line="240" w:lineRule="auto"/>
      </w:pPr>
      <w:r>
        <w:continuationSeparator/>
      </w:r>
    </w:p>
    <w:p w14:paraId="68826A04" w14:textId="77777777" w:rsidR="00DA55D8" w:rsidRDefault="00DA55D8"/>
  </w:footnote>
  <w:footnote w:type="continuationNotice" w:id="1">
    <w:p w14:paraId="5DB94D21" w14:textId="77777777" w:rsidR="00DA55D8" w:rsidRDefault="00DA55D8">
      <w:pPr>
        <w:spacing w:after="0" w:line="240" w:lineRule="auto"/>
      </w:pPr>
    </w:p>
    <w:p w14:paraId="28D0C86D" w14:textId="77777777" w:rsidR="00DA55D8" w:rsidRDefault="00DA55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F503" w14:textId="77777777" w:rsidR="00F80709" w:rsidRDefault="00F80709" w:rsidP="00683D92">
    <w:pPr>
      <w:pStyle w:val="Header"/>
      <w:jc w:val="center"/>
    </w:pPr>
    <w:r w:rsidRPr="00BB73F5">
      <w:rPr>
        <w:noProof/>
      </w:rPr>
      <mc:AlternateContent>
        <mc:Choice Requires="wpg">
          <w:drawing>
            <wp:anchor distT="0" distB="0" distL="114300" distR="114300" simplePos="0" relativeHeight="251662336" behindDoc="1" locked="1" layoutInCell="1" allowOverlap="1" wp14:anchorId="0F1505E1" wp14:editId="348F473B">
              <wp:simplePos x="0" y="0"/>
              <wp:positionH relativeFrom="page">
                <wp:align>center</wp:align>
              </wp:positionH>
              <wp:positionV relativeFrom="page">
                <wp:posOffset>453390</wp:posOffset>
              </wp:positionV>
              <wp:extent cx="1116000" cy="633600"/>
              <wp:effectExtent l="0" t="0" r="27305" b="14605"/>
              <wp:wrapNone/>
              <wp:docPr id="4" name="Group 18"/>
              <wp:cNvGraphicFramePr/>
              <a:graphic xmlns:a="http://schemas.openxmlformats.org/drawingml/2006/main">
                <a:graphicData uri="http://schemas.microsoft.com/office/word/2010/wordprocessingGroup">
                  <wpg:wgp>
                    <wpg:cNvGrpSpPr/>
                    <wpg:grpSpPr>
                      <a:xfrm>
                        <a:off x="0" y="0"/>
                        <a:ext cx="1116000" cy="633600"/>
                        <a:chOff x="0" y="0"/>
                        <a:chExt cx="2581777" cy="1467322"/>
                      </a:xfrm>
                      <a:solidFill>
                        <a:schemeClr val="tx2"/>
                      </a:solidFill>
                    </wpg:grpSpPr>
                    <wps:wsp>
                      <wps:cNvPr id="5" name="Graphic 6"/>
                      <wps:cNvSpPr/>
                      <wps:spPr>
                        <a:xfrm>
                          <a:off x="483360" y="1344141"/>
                          <a:ext cx="64226" cy="119878"/>
                        </a:xfrm>
                        <a:custGeom>
                          <a:avLst/>
                          <a:gdLst>
                            <a:gd name="connsiteX0" fmla="*/ 20186 w 64226"/>
                            <a:gd name="connsiteY0" fmla="*/ 97964 h 119878"/>
                            <a:gd name="connsiteX1" fmla="*/ 20186 w 64226"/>
                            <a:gd name="connsiteY1" fmla="*/ 33207 h 119878"/>
                            <a:gd name="connsiteX2" fmla="*/ 1023 w 64226"/>
                            <a:gd name="connsiteY2" fmla="*/ 39171 h 119878"/>
                            <a:gd name="connsiteX3" fmla="*/ 1023 w 64226"/>
                            <a:gd name="connsiteY3" fmla="*/ 15916 h 119878"/>
                            <a:gd name="connsiteX4" fmla="*/ 45347 w 64226"/>
                            <a:gd name="connsiteY4" fmla="*/ 0 h 119878"/>
                            <a:gd name="connsiteX5" fmla="*/ 45347 w 64226"/>
                            <a:gd name="connsiteY5" fmla="*/ 97964 h 119878"/>
                            <a:gd name="connsiteX6" fmla="*/ 64227 w 64226"/>
                            <a:gd name="connsiteY6" fmla="*/ 97964 h 119878"/>
                            <a:gd name="connsiteX7" fmla="*/ 64227 w 64226"/>
                            <a:gd name="connsiteY7" fmla="*/ 119878 h 119878"/>
                            <a:gd name="connsiteX8" fmla="*/ 0 w 64226"/>
                            <a:gd name="connsiteY8" fmla="*/ 119878 h 119878"/>
                            <a:gd name="connsiteX9" fmla="*/ 0 w 64226"/>
                            <a:gd name="connsiteY9" fmla="*/ 97964 h 119878"/>
                            <a:gd name="connsiteX10" fmla="*/ 20186 w 64226"/>
                            <a:gd name="connsiteY10" fmla="*/ 97964 h 119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226" h="119878">
                              <a:moveTo>
                                <a:pt x="20186" y="97964"/>
                              </a:moveTo>
                              <a:lnTo>
                                <a:pt x="20186" y="33207"/>
                              </a:lnTo>
                              <a:lnTo>
                                <a:pt x="1023" y="39171"/>
                              </a:lnTo>
                              <a:lnTo>
                                <a:pt x="1023" y="15916"/>
                              </a:lnTo>
                              <a:lnTo>
                                <a:pt x="45347" y="0"/>
                              </a:lnTo>
                              <a:lnTo>
                                <a:pt x="45347" y="97964"/>
                              </a:lnTo>
                              <a:lnTo>
                                <a:pt x="64227" y="97964"/>
                              </a:lnTo>
                              <a:lnTo>
                                <a:pt x="64227" y="119878"/>
                              </a:lnTo>
                              <a:lnTo>
                                <a:pt x="0" y="119878"/>
                              </a:lnTo>
                              <a:lnTo>
                                <a:pt x="0" y="97964"/>
                              </a:lnTo>
                              <a:lnTo>
                                <a:pt x="20186" y="97964"/>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 name="Graphic 6"/>
                      <wps:cNvSpPr/>
                      <wps:spPr>
                        <a:xfrm>
                          <a:off x="576855" y="1341529"/>
                          <a:ext cx="105545" cy="125399"/>
                        </a:xfrm>
                        <a:custGeom>
                          <a:avLst/>
                          <a:gdLst>
                            <a:gd name="connsiteX0" fmla="*/ 19093 w 105545"/>
                            <a:gd name="connsiteY0" fmla="*/ 60479 h 125399"/>
                            <a:gd name="connsiteX1" fmla="*/ 4025 w 105545"/>
                            <a:gd name="connsiteY1" fmla="*/ 35776 h 125399"/>
                            <a:gd name="connsiteX2" fmla="*/ 52654 w 105545"/>
                            <a:gd name="connsiteY2" fmla="*/ 134 h 125399"/>
                            <a:gd name="connsiteX3" fmla="*/ 102341 w 105545"/>
                            <a:gd name="connsiteY3" fmla="*/ 32495 h 125399"/>
                            <a:gd name="connsiteX4" fmla="*/ 102341 w 105545"/>
                            <a:gd name="connsiteY4" fmla="*/ 35776 h 125399"/>
                            <a:gd name="connsiteX5" fmla="*/ 86920 w 105545"/>
                            <a:gd name="connsiteY5" fmla="*/ 59244 h 125399"/>
                            <a:gd name="connsiteX6" fmla="*/ 105588 w 105545"/>
                            <a:gd name="connsiteY6" fmla="*/ 84935 h 125399"/>
                            <a:gd name="connsiteX7" fmla="*/ 52477 w 105545"/>
                            <a:gd name="connsiteY7" fmla="*/ 125518 h 125399"/>
                            <a:gd name="connsiteX8" fmla="*/ 72 w 105545"/>
                            <a:gd name="connsiteY8" fmla="*/ 84935 h 125399"/>
                            <a:gd name="connsiteX9" fmla="*/ 18917 w 105545"/>
                            <a:gd name="connsiteY9" fmla="*/ 60620 h 125399"/>
                            <a:gd name="connsiteX10" fmla="*/ 28163 w 105545"/>
                            <a:gd name="connsiteY10" fmla="*/ 86311 h 125399"/>
                            <a:gd name="connsiteX11" fmla="*/ 52865 w 105545"/>
                            <a:gd name="connsiteY11" fmla="*/ 102050 h 125399"/>
                            <a:gd name="connsiteX12" fmla="*/ 77568 w 105545"/>
                            <a:gd name="connsiteY12" fmla="*/ 86311 h 125399"/>
                            <a:gd name="connsiteX13" fmla="*/ 52865 w 105545"/>
                            <a:gd name="connsiteY13" fmla="*/ 71384 h 125399"/>
                            <a:gd name="connsiteX14" fmla="*/ 28163 w 105545"/>
                            <a:gd name="connsiteY14" fmla="*/ 86311 h 125399"/>
                            <a:gd name="connsiteX15" fmla="*/ 52865 w 105545"/>
                            <a:gd name="connsiteY15" fmla="*/ 51339 h 125399"/>
                            <a:gd name="connsiteX16" fmla="*/ 74462 w 105545"/>
                            <a:gd name="connsiteY16" fmla="*/ 35776 h 125399"/>
                            <a:gd name="connsiteX17" fmla="*/ 52512 w 105545"/>
                            <a:gd name="connsiteY17" fmla="*/ 21661 h 125399"/>
                            <a:gd name="connsiteX18" fmla="*/ 31127 w 105545"/>
                            <a:gd name="connsiteY18" fmla="*/ 36553 h 125399"/>
                            <a:gd name="connsiteX19" fmla="*/ 52865 w 105545"/>
                            <a:gd name="connsiteY19" fmla="*/ 51445 h 125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05545" h="125399">
                              <a:moveTo>
                                <a:pt x="19093" y="60479"/>
                              </a:moveTo>
                              <a:cubicBezTo>
                                <a:pt x="9735" y="55832"/>
                                <a:pt x="3873" y="46226"/>
                                <a:pt x="4025" y="35776"/>
                              </a:cubicBezTo>
                              <a:cubicBezTo>
                                <a:pt x="4025" y="12662"/>
                                <a:pt x="25587" y="134"/>
                                <a:pt x="52654" y="134"/>
                              </a:cubicBezTo>
                              <a:cubicBezTo>
                                <a:pt x="79721" y="134"/>
                                <a:pt x="99589" y="11109"/>
                                <a:pt x="102341" y="32495"/>
                              </a:cubicBezTo>
                              <a:cubicBezTo>
                                <a:pt x="102422" y="33589"/>
                                <a:pt x="102422" y="34682"/>
                                <a:pt x="102341" y="35776"/>
                              </a:cubicBezTo>
                              <a:cubicBezTo>
                                <a:pt x="102461" y="46010"/>
                                <a:pt x="96360" y="55292"/>
                                <a:pt x="86920" y="59244"/>
                              </a:cubicBezTo>
                              <a:cubicBezTo>
                                <a:pt x="97877" y="63098"/>
                                <a:pt x="105305" y="73325"/>
                                <a:pt x="105588" y="84935"/>
                              </a:cubicBezTo>
                              <a:cubicBezTo>
                                <a:pt x="106117" y="113731"/>
                                <a:pt x="80885" y="126047"/>
                                <a:pt x="52477" y="125518"/>
                              </a:cubicBezTo>
                              <a:cubicBezTo>
                                <a:pt x="25269" y="125518"/>
                                <a:pt x="-810" y="113872"/>
                                <a:pt x="72" y="84935"/>
                              </a:cubicBezTo>
                              <a:cubicBezTo>
                                <a:pt x="1067" y="73847"/>
                                <a:pt x="8429" y="64350"/>
                                <a:pt x="18917" y="60620"/>
                              </a:cubicBezTo>
                              <a:moveTo>
                                <a:pt x="28163" y="86311"/>
                              </a:moveTo>
                              <a:cubicBezTo>
                                <a:pt x="28163" y="92451"/>
                                <a:pt x="32786" y="102050"/>
                                <a:pt x="52865" y="102050"/>
                              </a:cubicBezTo>
                              <a:cubicBezTo>
                                <a:pt x="72945" y="102050"/>
                                <a:pt x="77886" y="92628"/>
                                <a:pt x="77568" y="86311"/>
                              </a:cubicBezTo>
                              <a:cubicBezTo>
                                <a:pt x="77356" y="77383"/>
                                <a:pt x="68781" y="71384"/>
                                <a:pt x="52865" y="71384"/>
                              </a:cubicBezTo>
                              <a:cubicBezTo>
                                <a:pt x="38467" y="71384"/>
                                <a:pt x="28374" y="76889"/>
                                <a:pt x="28163" y="86311"/>
                              </a:cubicBezTo>
                              <a:moveTo>
                                <a:pt x="52865" y="51339"/>
                              </a:moveTo>
                              <a:cubicBezTo>
                                <a:pt x="66981" y="51339"/>
                                <a:pt x="74462" y="44281"/>
                                <a:pt x="74462" y="35776"/>
                              </a:cubicBezTo>
                              <a:cubicBezTo>
                                <a:pt x="74462" y="29601"/>
                                <a:pt x="67757" y="21661"/>
                                <a:pt x="52512" y="21661"/>
                              </a:cubicBezTo>
                              <a:cubicBezTo>
                                <a:pt x="34868" y="21661"/>
                                <a:pt x="30598" y="32248"/>
                                <a:pt x="31127" y="36553"/>
                              </a:cubicBezTo>
                              <a:cubicBezTo>
                                <a:pt x="31621" y="44599"/>
                                <a:pt x="38997" y="51445"/>
                                <a:pt x="52865" y="51445"/>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 name="Graphic 6"/>
                      <wps:cNvSpPr/>
                      <wps:spPr>
                        <a:xfrm>
                          <a:off x="715105" y="1342059"/>
                          <a:ext cx="101150" cy="124360"/>
                        </a:xfrm>
                        <a:custGeom>
                          <a:avLst/>
                          <a:gdLst>
                            <a:gd name="connsiteX0" fmla="*/ 32976 w 101150"/>
                            <a:gd name="connsiteY0" fmla="*/ 49822 h 124360"/>
                            <a:gd name="connsiteX1" fmla="*/ 49597 w 101150"/>
                            <a:gd name="connsiteY1" fmla="*/ 49822 h 124360"/>
                            <a:gd name="connsiteX2" fmla="*/ 71512 w 101150"/>
                            <a:gd name="connsiteY2" fmla="*/ 38000 h 124360"/>
                            <a:gd name="connsiteX3" fmla="*/ 50338 w 101150"/>
                            <a:gd name="connsiteY3" fmla="*/ 24484 h 124360"/>
                            <a:gd name="connsiteX4" fmla="*/ 28423 w 101150"/>
                            <a:gd name="connsiteY4" fmla="*/ 36129 h 124360"/>
                            <a:gd name="connsiteX5" fmla="*/ 1850 w 101150"/>
                            <a:gd name="connsiteY5" fmla="*/ 36129 h 124360"/>
                            <a:gd name="connsiteX6" fmla="*/ 50479 w 101150"/>
                            <a:gd name="connsiteY6" fmla="*/ 134 h 124360"/>
                            <a:gd name="connsiteX7" fmla="*/ 97767 w 101150"/>
                            <a:gd name="connsiteY7" fmla="*/ 30977 h 124360"/>
                            <a:gd name="connsiteX8" fmla="*/ 98296 w 101150"/>
                            <a:gd name="connsiteY8" fmla="*/ 36623 h 124360"/>
                            <a:gd name="connsiteX9" fmla="*/ 82522 w 101150"/>
                            <a:gd name="connsiteY9" fmla="*/ 60797 h 124360"/>
                            <a:gd name="connsiteX10" fmla="*/ 101190 w 101150"/>
                            <a:gd name="connsiteY10" fmla="*/ 88217 h 124360"/>
                            <a:gd name="connsiteX11" fmla="*/ 100873 w 101150"/>
                            <a:gd name="connsiteY11" fmla="*/ 93510 h 124360"/>
                            <a:gd name="connsiteX12" fmla="*/ 49456 w 101150"/>
                            <a:gd name="connsiteY12" fmla="*/ 124494 h 124360"/>
                            <a:gd name="connsiteX13" fmla="*/ 50 w 101150"/>
                            <a:gd name="connsiteY13" fmla="*/ 85676 h 124360"/>
                            <a:gd name="connsiteX14" fmla="*/ 26765 w 101150"/>
                            <a:gd name="connsiteY14" fmla="*/ 85676 h 124360"/>
                            <a:gd name="connsiteX15" fmla="*/ 49562 w 101150"/>
                            <a:gd name="connsiteY15" fmla="*/ 100780 h 124360"/>
                            <a:gd name="connsiteX16" fmla="*/ 72853 w 101150"/>
                            <a:gd name="connsiteY16" fmla="*/ 86205 h 124360"/>
                            <a:gd name="connsiteX17" fmla="*/ 51256 w 101150"/>
                            <a:gd name="connsiteY17" fmla="*/ 71666 h 124360"/>
                            <a:gd name="connsiteX18" fmla="*/ 32940 w 101150"/>
                            <a:gd name="connsiteY18" fmla="*/ 71666 h 1243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1150" h="124360">
                              <a:moveTo>
                                <a:pt x="32976" y="49822"/>
                              </a:moveTo>
                              <a:lnTo>
                                <a:pt x="49597" y="49822"/>
                              </a:lnTo>
                              <a:cubicBezTo>
                                <a:pt x="58313" y="49822"/>
                                <a:pt x="71512" y="49151"/>
                                <a:pt x="71512" y="38000"/>
                              </a:cubicBezTo>
                              <a:cubicBezTo>
                                <a:pt x="71512" y="32847"/>
                                <a:pt x="67983" y="24484"/>
                                <a:pt x="50338" y="24484"/>
                              </a:cubicBezTo>
                              <a:cubicBezTo>
                                <a:pt x="40951" y="24484"/>
                                <a:pt x="30152" y="26213"/>
                                <a:pt x="28423" y="36129"/>
                              </a:cubicBezTo>
                              <a:lnTo>
                                <a:pt x="1850" y="36129"/>
                              </a:lnTo>
                              <a:cubicBezTo>
                                <a:pt x="4074" y="9239"/>
                                <a:pt x="27753" y="134"/>
                                <a:pt x="50479" y="134"/>
                              </a:cubicBezTo>
                              <a:cubicBezTo>
                                <a:pt x="70524" y="134"/>
                                <a:pt x="94203" y="8215"/>
                                <a:pt x="97767" y="30977"/>
                              </a:cubicBezTo>
                              <a:cubicBezTo>
                                <a:pt x="98116" y="32840"/>
                                <a:pt x="98296" y="34728"/>
                                <a:pt x="98296" y="36623"/>
                              </a:cubicBezTo>
                              <a:cubicBezTo>
                                <a:pt x="98572" y="47175"/>
                                <a:pt x="92290" y="56798"/>
                                <a:pt x="82522" y="60797"/>
                              </a:cubicBezTo>
                              <a:cubicBezTo>
                                <a:pt x="93959" y="65014"/>
                                <a:pt x="101462" y="76028"/>
                                <a:pt x="101190" y="88217"/>
                              </a:cubicBezTo>
                              <a:cubicBezTo>
                                <a:pt x="101236" y="89988"/>
                                <a:pt x="101130" y="91760"/>
                                <a:pt x="100873" y="93510"/>
                              </a:cubicBezTo>
                              <a:cubicBezTo>
                                <a:pt x="96744" y="119554"/>
                                <a:pt x="70030" y="124494"/>
                                <a:pt x="49456" y="124494"/>
                              </a:cubicBezTo>
                              <a:cubicBezTo>
                                <a:pt x="26200" y="124494"/>
                                <a:pt x="1850" y="113731"/>
                                <a:pt x="50" y="85676"/>
                              </a:cubicBezTo>
                              <a:lnTo>
                                <a:pt x="26765" y="85676"/>
                              </a:lnTo>
                              <a:cubicBezTo>
                                <a:pt x="28141" y="97004"/>
                                <a:pt x="38410" y="100780"/>
                                <a:pt x="49562" y="100780"/>
                              </a:cubicBezTo>
                              <a:cubicBezTo>
                                <a:pt x="57078" y="100780"/>
                                <a:pt x="72853" y="98909"/>
                                <a:pt x="72853" y="86205"/>
                              </a:cubicBezTo>
                              <a:cubicBezTo>
                                <a:pt x="72853" y="81582"/>
                                <a:pt x="71829" y="71666"/>
                                <a:pt x="51256" y="71666"/>
                              </a:cubicBezTo>
                              <a:lnTo>
                                <a:pt x="32940" y="71666"/>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 name="Graphic 6"/>
                      <wps:cNvSpPr/>
                      <wps:spPr>
                        <a:xfrm>
                          <a:off x="850299" y="1342588"/>
                          <a:ext cx="97787" cy="121501"/>
                        </a:xfrm>
                        <a:custGeom>
                          <a:avLst/>
                          <a:gdLst>
                            <a:gd name="connsiteX0" fmla="*/ 49738 w 97787"/>
                            <a:gd name="connsiteY0" fmla="*/ 134 h 121501"/>
                            <a:gd name="connsiteX1" fmla="*/ 97838 w 97787"/>
                            <a:gd name="connsiteY1" fmla="*/ 37823 h 121501"/>
                            <a:gd name="connsiteX2" fmla="*/ 49879 w 97787"/>
                            <a:gd name="connsiteY2" fmla="*/ 76006 h 121501"/>
                            <a:gd name="connsiteX3" fmla="*/ 25177 w 97787"/>
                            <a:gd name="connsiteY3" fmla="*/ 92275 h 121501"/>
                            <a:gd name="connsiteX4" fmla="*/ 25177 w 97787"/>
                            <a:gd name="connsiteY4" fmla="*/ 96933 h 121501"/>
                            <a:gd name="connsiteX5" fmla="*/ 96955 w 97787"/>
                            <a:gd name="connsiteY5" fmla="*/ 96933 h 121501"/>
                            <a:gd name="connsiteX6" fmla="*/ 96955 w 97787"/>
                            <a:gd name="connsiteY6" fmla="*/ 121636 h 121501"/>
                            <a:gd name="connsiteX7" fmla="*/ 50 w 97787"/>
                            <a:gd name="connsiteY7" fmla="*/ 121636 h 121501"/>
                            <a:gd name="connsiteX8" fmla="*/ 50 w 97787"/>
                            <a:gd name="connsiteY8" fmla="*/ 92204 h 121501"/>
                            <a:gd name="connsiteX9" fmla="*/ 49879 w 97787"/>
                            <a:gd name="connsiteY9" fmla="*/ 52786 h 121501"/>
                            <a:gd name="connsiteX10" fmla="*/ 71653 w 97787"/>
                            <a:gd name="connsiteY10" fmla="*/ 38423 h 121501"/>
                            <a:gd name="connsiteX11" fmla="*/ 49738 w 97787"/>
                            <a:gd name="connsiteY11" fmla="*/ 23002 h 121501"/>
                            <a:gd name="connsiteX12" fmla="*/ 27082 w 97787"/>
                            <a:gd name="connsiteY12" fmla="*/ 37400 h 121501"/>
                            <a:gd name="connsiteX13" fmla="*/ 1427 w 97787"/>
                            <a:gd name="connsiteY13" fmla="*/ 37400 h 121501"/>
                            <a:gd name="connsiteX14" fmla="*/ 49738 w 97787"/>
                            <a:gd name="connsiteY14" fmla="*/ 205 h 1215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97787" h="121501">
                              <a:moveTo>
                                <a:pt x="49738" y="134"/>
                              </a:moveTo>
                              <a:cubicBezTo>
                                <a:pt x="75252" y="134"/>
                                <a:pt x="97838" y="11780"/>
                                <a:pt x="97838" y="37823"/>
                              </a:cubicBezTo>
                              <a:cubicBezTo>
                                <a:pt x="97838" y="67466"/>
                                <a:pt x="77476" y="76006"/>
                                <a:pt x="49879" y="76006"/>
                              </a:cubicBezTo>
                              <a:cubicBezTo>
                                <a:pt x="39610" y="76006"/>
                                <a:pt x="25177" y="77242"/>
                                <a:pt x="25177" y="92275"/>
                              </a:cubicBezTo>
                              <a:lnTo>
                                <a:pt x="25177" y="96933"/>
                              </a:lnTo>
                              <a:lnTo>
                                <a:pt x="96955" y="96933"/>
                              </a:lnTo>
                              <a:lnTo>
                                <a:pt x="96955" y="121636"/>
                              </a:lnTo>
                              <a:lnTo>
                                <a:pt x="50" y="121636"/>
                              </a:lnTo>
                              <a:lnTo>
                                <a:pt x="50" y="92204"/>
                              </a:lnTo>
                              <a:cubicBezTo>
                                <a:pt x="50" y="59985"/>
                                <a:pt x="26094" y="52786"/>
                                <a:pt x="49879" y="52786"/>
                              </a:cubicBezTo>
                              <a:cubicBezTo>
                                <a:pt x="58807" y="52786"/>
                                <a:pt x="71653" y="50245"/>
                                <a:pt x="71653" y="38423"/>
                              </a:cubicBezTo>
                              <a:cubicBezTo>
                                <a:pt x="71653" y="28295"/>
                                <a:pt x="63430" y="23002"/>
                                <a:pt x="49738" y="23002"/>
                              </a:cubicBezTo>
                              <a:cubicBezTo>
                                <a:pt x="38939" y="23002"/>
                                <a:pt x="27612" y="27624"/>
                                <a:pt x="27082" y="37400"/>
                              </a:cubicBezTo>
                              <a:lnTo>
                                <a:pt x="1427" y="37400"/>
                              </a:lnTo>
                              <a:cubicBezTo>
                                <a:pt x="2803" y="9450"/>
                                <a:pt x="26412" y="205"/>
                                <a:pt x="49738" y="205"/>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 name="Graphic 6"/>
                      <wps:cNvSpPr/>
                      <wps:spPr>
                        <a:xfrm>
                          <a:off x="1038569" y="1341212"/>
                          <a:ext cx="129477" cy="125736"/>
                        </a:xfrm>
                        <a:custGeom>
                          <a:avLst/>
                          <a:gdLst>
                            <a:gd name="connsiteX0" fmla="*/ 64807 w 129477"/>
                            <a:gd name="connsiteY0" fmla="*/ 125870 h 125736"/>
                            <a:gd name="connsiteX1" fmla="*/ 50 w 129477"/>
                            <a:gd name="connsiteY1" fmla="*/ 63020 h 125736"/>
                            <a:gd name="connsiteX2" fmla="*/ 64807 w 129477"/>
                            <a:gd name="connsiteY2" fmla="*/ 134 h 125736"/>
                            <a:gd name="connsiteX3" fmla="*/ 129528 w 129477"/>
                            <a:gd name="connsiteY3" fmla="*/ 63020 h 125736"/>
                            <a:gd name="connsiteX4" fmla="*/ 64807 w 129477"/>
                            <a:gd name="connsiteY4" fmla="*/ 125870 h 125736"/>
                            <a:gd name="connsiteX5" fmla="*/ 64807 w 129477"/>
                            <a:gd name="connsiteY5" fmla="*/ 24131 h 125736"/>
                            <a:gd name="connsiteX6" fmla="*/ 26264 w 129477"/>
                            <a:gd name="connsiteY6" fmla="*/ 60874 h 125736"/>
                            <a:gd name="connsiteX7" fmla="*/ 26271 w 129477"/>
                            <a:gd name="connsiteY7" fmla="*/ 62949 h 125736"/>
                            <a:gd name="connsiteX8" fmla="*/ 64807 w 129477"/>
                            <a:gd name="connsiteY8" fmla="*/ 101768 h 125736"/>
                            <a:gd name="connsiteX9" fmla="*/ 103343 w 129477"/>
                            <a:gd name="connsiteY9" fmla="*/ 62949 h 125736"/>
                            <a:gd name="connsiteX10" fmla="*/ 64807 w 129477"/>
                            <a:gd name="connsiteY10" fmla="*/ 24131 h 1257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29477" h="125736">
                              <a:moveTo>
                                <a:pt x="64807" y="125870"/>
                              </a:moveTo>
                              <a:cubicBezTo>
                                <a:pt x="26447" y="125870"/>
                                <a:pt x="50" y="102050"/>
                                <a:pt x="50" y="63020"/>
                              </a:cubicBezTo>
                              <a:cubicBezTo>
                                <a:pt x="50" y="23990"/>
                                <a:pt x="26447" y="134"/>
                                <a:pt x="64807" y="134"/>
                              </a:cubicBezTo>
                              <a:cubicBezTo>
                                <a:pt x="103166" y="134"/>
                                <a:pt x="129528" y="23954"/>
                                <a:pt x="129528" y="63020"/>
                              </a:cubicBezTo>
                              <a:cubicBezTo>
                                <a:pt x="129528" y="102085"/>
                                <a:pt x="103166" y="125870"/>
                                <a:pt x="64807" y="125870"/>
                              </a:cubicBezTo>
                              <a:moveTo>
                                <a:pt x="64807" y="24131"/>
                              </a:moveTo>
                              <a:cubicBezTo>
                                <a:pt x="44018" y="23633"/>
                                <a:pt x="26761" y="40085"/>
                                <a:pt x="26264" y="60874"/>
                              </a:cubicBezTo>
                              <a:cubicBezTo>
                                <a:pt x="26246" y="61566"/>
                                <a:pt x="26249" y="62258"/>
                                <a:pt x="26271" y="62949"/>
                              </a:cubicBezTo>
                              <a:cubicBezTo>
                                <a:pt x="26271" y="85358"/>
                                <a:pt x="42045" y="101768"/>
                                <a:pt x="64807" y="101768"/>
                              </a:cubicBezTo>
                              <a:cubicBezTo>
                                <a:pt x="88098" y="101768"/>
                                <a:pt x="103343" y="85464"/>
                                <a:pt x="103343" y="62949"/>
                              </a:cubicBezTo>
                              <a:cubicBezTo>
                                <a:pt x="103343" y="40435"/>
                                <a:pt x="88098" y="24131"/>
                                <a:pt x="64807" y="24131"/>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 name="Graphic 6"/>
                      <wps:cNvSpPr/>
                      <wps:spPr>
                        <a:xfrm>
                          <a:off x="1205065" y="1344141"/>
                          <a:ext cx="108620" cy="119878"/>
                        </a:xfrm>
                        <a:custGeom>
                          <a:avLst/>
                          <a:gdLst>
                            <a:gd name="connsiteX0" fmla="*/ 81730 w 108620"/>
                            <a:gd name="connsiteY0" fmla="*/ 40230 h 119878"/>
                            <a:gd name="connsiteX1" fmla="*/ 81730 w 108620"/>
                            <a:gd name="connsiteY1" fmla="*/ 0 h 119878"/>
                            <a:gd name="connsiteX2" fmla="*/ 108621 w 108620"/>
                            <a:gd name="connsiteY2" fmla="*/ 0 h 119878"/>
                            <a:gd name="connsiteX3" fmla="*/ 108621 w 108620"/>
                            <a:gd name="connsiteY3" fmla="*/ 119878 h 119878"/>
                            <a:gd name="connsiteX4" fmla="*/ 85648 w 108620"/>
                            <a:gd name="connsiteY4" fmla="*/ 119878 h 119878"/>
                            <a:gd name="connsiteX5" fmla="*/ 26044 w 108620"/>
                            <a:gd name="connsiteY5" fmla="*/ 43124 h 119878"/>
                            <a:gd name="connsiteX6" fmla="*/ 27102 w 108620"/>
                            <a:gd name="connsiteY6" fmla="*/ 82542 h 119878"/>
                            <a:gd name="connsiteX7" fmla="*/ 27102 w 108620"/>
                            <a:gd name="connsiteY7" fmla="*/ 119878 h 119878"/>
                            <a:gd name="connsiteX8" fmla="*/ 0 w 108620"/>
                            <a:gd name="connsiteY8" fmla="*/ 119878 h 119878"/>
                            <a:gd name="connsiteX9" fmla="*/ 0 w 108620"/>
                            <a:gd name="connsiteY9" fmla="*/ 0 h 119878"/>
                            <a:gd name="connsiteX10" fmla="*/ 22938 w 108620"/>
                            <a:gd name="connsiteY10" fmla="*/ 0 h 119878"/>
                            <a:gd name="connsiteX11" fmla="*/ 83424 w 108620"/>
                            <a:gd name="connsiteY11" fmla="*/ 77919 h 119878"/>
                            <a:gd name="connsiteX12" fmla="*/ 81730 w 108620"/>
                            <a:gd name="connsiteY12" fmla="*/ 40230 h 119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8620" h="119878">
                              <a:moveTo>
                                <a:pt x="81730" y="40230"/>
                              </a:moveTo>
                              <a:lnTo>
                                <a:pt x="81730" y="0"/>
                              </a:lnTo>
                              <a:lnTo>
                                <a:pt x="108621" y="0"/>
                              </a:lnTo>
                              <a:lnTo>
                                <a:pt x="108621" y="119878"/>
                              </a:lnTo>
                              <a:lnTo>
                                <a:pt x="85648" y="119878"/>
                              </a:lnTo>
                              <a:lnTo>
                                <a:pt x="26044" y="43124"/>
                              </a:lnTo>
                              <a:lnTo>
                                <a:pt x="27102" y="82542"/>
                              </a:lnTo>
                              <a:lnTo>
                                <a:pt x="27102" y="119878"/>
                              </a:lnTo>
                              <a:lnTo>
                                <a:pt x="0" y="119878"/>
                              </a:lnTo>
                              <a:lnTo>
                                <a:pt x="0" y="0"/>
                              </a:lnTo>
                              <a:lnTo>
                                <a:pt x="22938" y="0"/>
                              </a:lnTo>
                              <a:lnTo>
                                <a:pt x="83424" y="77919"/>
                              </a:lnTo>
                              <a:lnTo>
                                <a:pt x="81730" y="40230"/>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Graphic 6"/>
                      <wps:cNvSpPr/>
                      <wps:spPr>
                        <a:xfrm>
                          <a:off x="1344493" y="1344141"/>
                          <a:ext cx="182623" cy="119701"/>
                        </a:xfrm>
                        <a:custGeom>
                          <a:avLst/>
                          <a:gdLst>
                            <a:gd name="connsiteX0" fmla="*/ 117196 w 182623"/>
                            <a:gd name="connsiteY0" fmla="*/ 119702 h 119701"/>
                            <a:gd name="connsiteX1" fmla="*/ 91506 w 182623"/>
                            <a:gd name="connsiteY1" fmla="*/ 52758 h 119701"/>
                            <a:gd name="connsiteX2" fmla="*/ 66662 w 182623"/>
                            <a:gd name="connsiteY2" fmla="*/ 119702 h 119701"/>
                            <a:gd name="connsiteX3" fmla="*/ 44747 w 182623"/>
                            <a:gd name="connsiteY3" fmla="*/ 119702 h 119701"/>
                            <a:gd name="connsiteX4" fmla="*/ 0 w 182623"/>
                            <a:gd name="connsiteY4" fmla="*/ 0 h 119701"/>
                            <a:gd name="connsiteX5" fmla="*/ 30031 w 182623"/>
                            <a:gd name="connsiteY5" fmla="*/ 0 h 119701"/>
                            <a:gd name="connsiteX6" fmla="*/ 44923 w 182623"/>
                            <a:gd name="connsiteY6" fmla="*/ 40900 h 119701"/>
                            <a:gd name="connsiteX7" fmla="*/ 55722 w 182623"/>
                            <a:gd name="connsiteY7" fmla="*/ 79613 h 119701"/>
                            <a:gd name="connsiteX8" fmla="*/ 82613 w 182623"/>
                            <a:gd name="connsiteY8" fmla="*/ 0 h 119701"/>
                            <a:gd name="connsiteX9" fmla="*/ 100046 w 182623"/>
                            <a:gd name="connsiteY9" fmla="*/ 0 h 119701"/>
                            <a:gd name="connsiteX10" fmla="*/ 128171 w 182623"/>
                            <a:gd name="connsiteY10" fmla="*/ 79613 h 119701"/>
                            <a:gd name="connsiteX11" fmla="*/ 138441 w 182623"/>
                            <a:gd name="connsiteY11" fmla="*/ 41112 h 119701"/>
                            <a:gd name="connsiteX12" fmla="*/ 152662 w 182623"/>
                            <a:gd name="connsiteY12" fmla="*/ 0 h 119701"/>
                            <a:gd name="connsiteX13" fmla="*/ 182623 w 182623"/>
                            <a:gd name="connsiteY13" fmla="*/ 0 h 119701"/>
                            <a:gd name="connsiteX14" fmla="*/ 139111 w 182623"/>
                            <a:gd name="connsiteY14" fmla="*/ 119702 h 119701"/>
                            <a:gd name="connsiteX15" fmla="*/ 117196 w 182623"/>
                            <a:gd name="connsiteY15" fmla="*/ 119702 h 119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2623" h="119701">
                              <a:moveTo>
                                <a:pt x="117196" y="119702"/>
                              </a:moveTo>
                              <a:lnTo>
                                <a:pt x="91506" y="52758"/>
                              </a:lnTo>
                              <a:lnTo>
                                <a:pt x="66662" y="119702"/>
                              </a:lnTo>
                              <a:lnTo>
                                <a:pt x="44747" y="119702"/>
                              </a:lnTo>
                              <a:lnTo>
                                <a:pt x="0" y="0"/>
                              </a:lnTo>
                              <a:lnTo>
                                <a:pt x="30031" y="0"/>
                              </a:lnTo>
                              <a:lnTo>
                                <a:pt x="44923" y="40900"/>
                              </a:lnTo>
                              <a:lnTo>
                                <a:pt x="55722" y="79613"/>
                              </a:lnTo>
                              <a:lnTo>
                                <a:pt x="82613" y="0"/>
                              </a:lnTo>
                              <a:lnTo>
                                <a:pt x="100046" y="0"/>
                              </a:lnTo>
                              <a:lnTo>
                                <a:pt x="128171" y="79613"/>
                              </a:lnTo>
                              <a:lnTo>
                                <a:pt x="138441" y="41112"/>
                              </a:lnTo>
                              <a:lnTo>
                                <a:pt x="152662" y="0"/>
                              </a:lnTo>
                              <a:lnTo>
                                <a:pt x="182623" y="0"/>
                              </a:lnTo>
                              <a:lnTo>
                                <a:pt x="139111" y="119702"/>
                              </a:lnTo>
                              <a:lnTo>
                                <a:pt x="117196" y="119702"/>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 name="Graphic 6"/>
                      <wps:cNvSpPr/>
                      <wps:spPr>
                        <a:xfrm>
                          <a:off x="1536574" y="1344070"/>
                          <a:ext cx="136711" cy="119984"/>
                        </a:xfrm>
                        <a:custGeom>
                          <a:avLst/>
                          <a:gdLst>
                            <a:gd name="connsiteX0" fmla="*/ 37563 w 136711"/>
                            <a:gd name="connsiteY0" fmla="*/ 99545 h 119984"/>
                            <a:gd name="connsiteX1" fmla="*/ 28811 w 136711"/>
                            <a:gd name="connsiteY1" fmla="*/ 120118 h 119984"/>
                            <a:gd name="connsiteX2" fmla="*/ 50 w 136711"/>
                            <a:gd name="connsiteY2" fmla="*/ 120118 h 119984"/>
                            <a:gd name="connsiteX3" fmla="*/ 53867 w 136711"/>
                            <a:gd name="connsiteY3" fmla="*/ 134 h 119984"/>
                            <a:gd name="connsiteX4" fmla="*/ 82981 w 136711"/>
                            <a:gd name="connsiteY4" fmla="*/ 134 h 119984"/>
                            <a:gd name="connsiteX5" fmla="*/ 136762 w 136711"/>
                            <a:gd name="connsiteY5" fmla="*/ 120118 h 119984"/>
                            <a:gd name="connsiteX6" fmla="*/ 107789 w 136711"/>
                            <a:gd name="connsiteY6" fmla="*/ 120118 h 119984"/>
                            <a:gd name="connsiteX7" fmla="*/ 99073 w 136711"/>
                            <a:gd name="connsiteY7" fmla="*/ 99545 h 119984"/>
                            <a:gd name="connsiteX8" fmla="*/ 47691 w 136711"/>
                            <a:gd name="connsiteY8" fmla="*/ 75901 h 119984"/>
                            <a:gd name="connsiteX9" fmla="*/ 88945 w 136711"/>
                            <a:gd name="connsiteY9" fmla="*/ 75901 h 119984"/>
                            <a:gd name="connsiteX10" fmla="*/ 68406 w 136711"/>
                            <a:gd name="connsiteY10" fmla="*/ 27272 h 119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36711" h="119984">
                              <a:moveTo>
                                <a:pt x="37563" y="99545"/>
                              </a:moveTo>
                              <a:lnTo>
                                <a:pt x="28811" y="120118"/>
                              </a:lnTo>
                              <a:lnTo>
                                <a:pt x="50" y="120118"/>
                              </a:lnTo>
                              <a:lnTo>
                                <a:pt x="53867" y="134"/>
                              </a:lnTo>
                              <a:lnTo>
                                <a:pt x="82981" y="134"/>
                              </a:lnTo>
                              <a:lnTo>
                                <a:pt x="136762" y="120118"/>
                              </a:lnTo>
                              <a:lnTo>
                                <a:pt x="107789" y="120118"/>
                              </a:lnTo>
                              <a:lnTo>
                                <a:pt x="99073" y="99545"/>
                              </a:lnTo>
                              <a:close/>
                              <a:moveTo>
                                <a:pt x="47691" y="75901"/>
                              </a:moveTo>
                              <a:lnTo>
                                <a:pt x="88945" y="75901"/>
                              </a:lnTo>
                              <a:lnTo>
                                <a:pt x="68406" y="27272"/>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Graphic 6"/>
                      <wps:cNvSpPr/>
                      <wps:spPr>
                        <a:xfrm>
                          <a:off x="1703105" y="1344035"/>
                          <a:ext cx="106362" cy="119984"/>
                        </a:xfrm>
                        <a:custGeom>
                          <a:avLst/>
                          <a:gdLst>
                            <a:gd name="connsiteX0" fmla="*/ 76770 w 106362"/>
                            <a:gd name="connsiteY0" fmla="*/ 120118 h 119984"/>
                            <a:gd name="connsiteX1" fmla="*/ 46103 w 106362"/>
                            <a:gd name="connsiteY1" fmla="*/ 80770 h 119984"/>
                            <a:gd name="connsiteX2" fmla="*/ 26871 w 106362"/>
                            <a:gd name="connsiteY2" fmla="*/ 80770 h 119984"/>
                            <a:gd name="connsiteX3" fmla="*/ 26871 w 106362"/>
                            <a:gd name="connsiteY3" fmla="*/ 120118 h 119984"/>
                            <a:gd name="connsiteX4" fmla="*/ 50 w 106362"/>
                            <a:gd name="connsiteY4" fmla="*/ 120118 h 119984"/>
                            <a:gd name="connsiteX5" fmla="*/ 50 w 106362"/>
                            <a:gd name="connsiteY5" fmla="*/ 134 h 119984"/>
                            <a:gd name="connsiteX6" fmla="*/ 56902 w 106362"/>
                            <a:gd name="connsiteY6" fmla="*/ 134 h 119984"/>
                            <a:gd name="connsiteX7" fmla="*/ 101261 w 106362"/>
                            <a:gd name="connsiteY7" fmla="*/ 40576 h 119984"/>
                            <a:gd name="connsiteX8" fmla="*/ 73523 w 106362"/>
                            <a:gd name="connsiteY8" fmla="*/ 78230 h 119984"/>
                            <a:gd name="connsiteX9" fmla="*/ 106413 w 106362"/>
                            <a:gd name="connsiteY9" fmla="*/ 117966 h 119984"/>
                            <a:gd name="connsiteX10" fmla="*/ 106413 w 106362"/>
                            <a:gd name="connsiteY10" fmla="*/ 120012 h 119984"/>
                            <a:gd name="connsiteX11" fmla="*/ 26871 w 106362"/>
                            <a:gd name="connsiteY11" fmla="*/ 58115 h 119984"/>
                            <a:gd name="connsiteX12" fmla="*/ 57361 w 106362"/>
                            <a:gd name="connsiteY12" fmla="*/ 58115 h 119984"/>
                            <a:gd name="connsiteX13" fmla="*/ 74977 w 106362"/>
                            <a:gd name="connsiteY13" fmla="*/ 42474 h 119984"/>
                            <a:gd name="connsiteX14" fmla="*/ 75005 w 106362"/>
                            <a:gd name="connsiteY14" fmla="*/ 41352 h 119984"/>
                            <a:gd name="connsiteX15" fmla="*/ 57901 w 106362"/>
                            <a:gd name="connsiteY15" fmla="*/ 23182 h 119984"/>
                            <a:gd name="connsiteX16" fmla="*/ 57008 w 106362"/>
                            <a:gd name="connsiteY16" fmla="*/ 23178 h 119984"/>
                            <a:gd name="connsiteX17" fmla="*/ 26871 w 106362"/>
                            <a:gd name="connsiteY17" fmla="*/ 23178 h 119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06362" h="119984">
                              <a:moveTo>
                                <a:pt x="76770" y="120118"/>
                              </a:moveTo>
                              <a:lnTo>
                                <a:pt x="46103" y="80770"/>
                              </a:lnTo>
                              <a:lnTo>
                                <a:pt x="26871" y="80770"/>
                              </a:lnTo>
                              <a:lnTo>
                                <a:pt x="26871" y="120118"/>
                              </a:lnTo>
                              <a:lnTo>
                                <a:pt x="50" y="120118"/>
                              </a:lnTo>
                              <a:lnTo>
                                <a:pt x="50" y="134"/>
                              </a:lnTo>
                              <a:lnTo>
                                <a:pt x="56902" y="134"/>
                              </a:lnTo>
                              <a:cubicBezTo>
                                <a:pt x="85839" y="134"/>
                                <a:pt x="101261" y="19473"/>
                                <a:pt x="101261" y="40576"/>
                              </a:cubicBezTo>
                              <a:cubicBezTo>
                                <a:pt x="101261" y="56138"/>
                                <a:pt x="96320" y="70007"/>
                                <a:pt x="73523" y="78230"/>
                              </a:cubicBezTo>
                              <a:lnTo>
                                <a:pt x="106413" y="117966"/>
                              </a:lnTo>
                              <a:lnTo>
                                <a:pt x="106413" y="120012"/>
                              </a:lnTo>
                              <a:close/>
                              <a:moveTo>
                                <a:pt x="26871" y="58115"/>
                              </a:moveTo>
                              <a:lnTo>
                                <a:pt x="57361" y="58115"/>
                              </a:lnTo>
                              <a:cubicBezTo>
                                <a:pt x="66543" y="58662"/>
                                <a:pt x="74430" y="51660"/>
                                <a:pt x="74977" y="42474"/>
                              </a:cubicBezTo>
                              <a:cubicBezTo>
                                <a:pt x="74998" y="42100"/>
                                <a:pt x="75009" y="41726"/>
                                <a:pt x="75005" y="41352"/>
                              </a:cubicBezTo>
                              <a:cubicBezTo>
                                <a:pt x="75298" y="31612"/>
                                <a:pt x="67640" y="23478"/>
                                <a:pt x="57901" y="23182"/>
                              </a:cubicBezTo>
                              <a:cubicBezTo>
                                <a:pt x="57604" y="23175"/>
                                <a:pt x="57304" y="23171"/>
                                <a:pt x="57008" y="23178"/>
                              </a:cubicBezTo>
                              <a:lnTo>
                                <a:pt x="26871" y="23178"/>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Graphic 6"/>
                      <wps:cNvSpPr/>
                      <wps:spPr>
                        <a:xfrm>
                          <a:off x="1844439" y="1344035"/>
                          <a:ext cx="108762" cy="119984"/>
                        </a:xfrm>
                        <a:custGeom>
                          <a:avLst/>
                          <a:gdLst>
                            <a:gd name="connsiteX0" fmla="*/ 108813 w 108762"/>
                            <a:gd name="connsiteY0" fmla="*/ 59350 h 119984"/>
                            <a:gd name="connsiteX1" fmla="*/ 49209 w 108762"/>
                            <a:gd name="connsiteY1" fmla="*/ 120118 h 119984"/>
                            <a:gd name="connsiteX2" fmla="*/ 50 w 108762"/>
                            <a:gd name="connsiteY2" fmla="*/ 120118 h 119984"/>
                            <a:gd name="connsiteX3" fmla="*/ 50 w 108762"/>
                            <a:gd name="connsiteY3" fmla="*/ 134 h 119984"/>
                            <a:gd name="connsiteX4" fmla="*/ 49209 w 108762"/>
                            <a:gd name="connsiteY4" fmla="*/ 134 h 119984"/>
                            <a:gd name="connsiteX5" fmla="*/ 108813 w 108762"/>
                            <a:gd name="connsiteY5" fmla="*/ 59209 h 119984"/>
                            <a:gd name="connsiteX6" fmla="*/ 49209 w 108762"/>
                            <a:gd name="connsiteY6" fmla="*/ 95345 h 119984"/>
                            <a:gd name="connsiteX7" fmla="*/ 82451 w 108762"/>
                            <a:gd name="connsiteY7" fmla="*/ 58820 h 119984"/>
                            <a:gd name="connsiteX8" fmla="*/ 49209 w 108762"/>
                            <a:gd name="connsiteY8" fmla="*/ 24237 h 119984"/>
                            <a:gd name="connsiteX9" fmla="*/ 26447 w 108762"/>
                            <a:gd name="connsiteY9" fmla="*/ 24237 h 119984"/>
                            <a:gd name="connsiteX10" fmla="*/ 26447 w 108762"/>
                            <a:gd name="connsiteY10" fmla="*/ 95345 h 119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8762" h="119984">
                              <a:moveTo>
                                <a:pt x="108813" y="59350"/>
                              </a:moveTo>
                              <a:cubicBezTo>
                                <a:pt x="108813" y="90863"/>
                                <a:pt x="91168" y="120118"/>
                                <a:pt x="49209" y="120118"/>
                              </a:cubicBezTo>
                              <a:lnTo>
                                <a:pt x="50" y="120118"/>
                              </a:lnTo>
                              <a:lnTo>
                                <a:pt x="50" y="134"/>
                              </a:lnTo>
                              <a:lnTo>
                                <a:pt x="49209" y="134"/>
                              </a:lnTo>
                              <a:cubicBezTo>
                                <a:pt x="90497" y="134"/>
                                <a:pt x="108813" y="27660"/>
                                <a:pt x="108813" y="59209"/>
                              </a:cubicBezTo>
                              <a:moveTo>
                                <a:pt x="49209" y="95345"/>
                              </a:moveTo>
                              <a:cubicBezTo>
                                <a:pt x="75252" y="95345"/>
                                <a:pt x="82451" y="76148"/>
                                <a:pt x="82451" y="58820"/>
                              </a:cubicBezTo>
                              <a:cubicBezTo>
                                <a:pt x="82451" y="41493"/>
                                <a:pt x="74229" y="24237"/>
                                <a:pt x="49209" y="24237"/>
                              </a:cubicBezTo>
                              <a:lnTo>
                                <a:pt x="26447" y="24237"/>
                              </a:lnTo>
                              <a:lnTo>
                                <a:pt x="26447" y="95345"/>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Graphic 6"/>
                      <wps:cNvSpPr/>
                      <wps:spPr>
                        <a:xfrm>
                          <a:off x="1981221" y="1340894"/>
                          <a:ext cx="102762" cy="126428"/>
                        </a:xfrm>
                        <a:custGeom>
                          <a:avLst/>
                          <a:gdLst>
                            <a:gd name="connsiteX0" fmla="*/ 52244 w 102762"/>
                            <a:gd name="connsiteY0" fmla="*/ 22719 h 126428"/>
                            <a:gd name="connsiteX1" fmla="*/ 31070 w 102762"/>
                            <a:gd name="connsiteY1" fmla="*/ 35776 h 126428"/>
                            <a:gd name="connsiteX2" fmla="*/ 56761 w 102762"/>
                            <a:gd name="connsiteY2" fmla="*/ 50139 h 126428"/>
                            <a:gd name="connsiteX3" fmla="*/ 102813 w 102762"/>
                            <a:gd name="connsiteY3" fmla="*/ 88675 h 126428"/>
                            <a:gd name="connsiteX4" fmla="*/ 52279 w 102762"/>
                            <a:gd name="connsiteY4" fmla="*/ 126541 h 126428"/>
                            <a:gd name="connsiteX5" fmla="*/ 50 w 102762"/>
                            <a:gd name="connsiteY5" fmla="*/ 102368 h 126428"/>
                            <a:gd name="connsiteX6" fmla="*/ 15966 w 102762"/>
                            <a:gd name="connsiteY6" fmla="*/ 85958 h 126428"/>
                            <a:gd name="connsiteX7" fmla="*/ 52455 w 102762"/>
                            <a:gd name="connsiteY7" fmla="*/ 102721 h 126428"/>
                            <a:gd name="connsiteX8" fmla="*/ 76452 w 102762"/>
                            <a:gd name="connsiteY8" fmla="*/ 88358 h 126428"/>
                            <a:gd name="connsiteX9" fmla="*/ 52279 w 102762"/>
                            <a:gd name="connsiteY9" fmla="*/ 72725 h 126428"/>
                            <a:gd name="connsiteX10" fmla="*/ 4814 w 102762"/>
                            <a:gd name="connsiteY10" fmla="*/ 35918 h 126428"/>
                            <a:gd name="connsiteX11" fmla="*/ 52102 w 102762"/>
                            <a:gd name="connsiteY11" fmla="*/ 134 h 126428"/>
                            <a:gd name="connsiteX12" fmla="*/ 96849 w 102762"/>
                            <a:gd name="connsiteY12" fmla="*/ 18132 h 126428"/>
                            <a:gd name="connsiteX13" fmla="*/ 80016 w 102762"/>
                            <a:gd name="connsiteY13" fmla="*/ 32636 h 126428"/>
                            <a:gd name="connsiteX14" fmla="*/ 52279 w 102762"/>
                            <a:gd name="connsiteY14" fmla="*/ 22719 h 126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762" h="126428">
                              <a:moveTo>
                                <a:pt x="52244" y="22719"/>
                              </a:moveTo>
                              <a:cubicBezTo>
                                <a:pt x="40774" y="22719"/>
                                <a:pt x="31070" y="27695"/>
                                <a:pt x="31070" y="35776"/>
                              </a:cubicBezTo>
                              <a:cubicBezTo>
                                <a:pt x="31070" y="46716"/>
                                <a:pt x="41657" y="48763"/>
                                <a:pt x="56761" y="50139"/>
                              </a:cubicBezTo>
                              <a:cubicBezTo>
                                <a:pt x="80510" y="52363"/>
                                <a:pt x="102813" y="60938"/>
                                <a:pt x="102813" y="88675"/>
                              </a:cubicBezTo>
                              <a:cubicBezTo>
                                <a:pt x="102813" y="115248"/>
                                <a:pt x="78111" y="126541"/>
                                <a:pt x="52279" y="126541"/>
                              </a:cubicBezTo>
                              <a:cubicBezTo>
                                <a:pt x="32058" y="127035"/>
                                <a:pt x="9931" y="118989"/>
                                <a:pt x="50" y="102368"/>
                              </a:cubicBezTo>
                              <a:lnTo>
                                <a:pt x="15966" y="85958"/>
                              </a:lnTo>
                              <a:cubicBezTo>
                                <a:pt x="24859" y="97604"/>
                                <a:pt x="40668" y="102721"/>
                                <a:pt x="52455" y="102721"/>
                              </a:cubicBezTo>
                              <a:cubicBezTo>
                                <a:pt x="67030" y="102721"/>
                                <a:pt x="76452" y="97251"/>
                                <a:pt x="76452" y="88358"/>
                              </a:cubicBezTo>
                              <a:cubicBezTo>
                                <a:pt x="76452" y="78230"/>
                                <a:pt x="68547" y="74242"/>
                                <a:pt x="52279" y="72725"/>
                              </a:cubicBezTo>
                              <a:cubicBezTo>
                                <a:pt x="27117" y="70537"/>
                                <a:pt x="4320" y="63832"/>
                                <a:pt x="4814" y="35918"/>
                              </a:cubicBezTo>
                              <a:cubicBezTo>
                                <a:pt x="4814" y="11921"/>
                                <a:pt x="27788" y="134"/>
                                <a:pt x="52102" y="134"/>
                              </a:cubicBezTo>
                              <a:cubicBezTo>
                                <a:pt x="70629" y="134"/>
                                <a:pt x="84463" y="3875"/>
                                <a:pt x="96849" y="18132"/>
                              </a:cubicBezTo>
                              <a:lnTo>
                                <a:pt x="80016" y="32636"/>
                              </a:lnTo>
                              <a:cubicBezTo>
                                <a:pt x="72256" y="26118"/>
                                <a:pt x="62414" y="22599"/>
                                <a:pt x="52279" y="22719"/>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Graphic 6"/>
                      <wps:cNvSpPr/>
                      <wps:spPr>
                        <a:xfrm>
                          <a:off x="0" y="0"/>
                          <a:ext cx="2581777" cy="1171539"/>
                        </a:xfrm>
                        <a:custGeom>
                          <a:avLst/>
                          <a:gdLst>
                            <a:gd name="connsiteX0" fmla="*/ 551554 w 2581777"/>
                            <a:gd name="connsiteY0" fmla="*/ 491646 h 1171539"/>
                            <a:gd name="connsiteX1" fmla="*/ 551554 w 2581777"/>
                            <a:gd name="connsiteY1" fmla="*/ 476718 h 1171539"/>
                            <a:gd name="connsiteX2" fmla="*/ 504725 w 2581777"/>
                            <a:gd name="connsiteY2" fmla="*/ 439488 h 1171539"/>
                            <a:gd name="connsiteX3" fmla="*/ 499996 w 2581777"/>
                            <a:gd name="connsiteY3" fmla="*/ 394706 h 1171539"/>
                            <a:gd name="connsiteX4" fmla="*/ 499996 w 2581777"/>
                            <a:gd name="connsiteY4" fmla="*/ 308705 h 1171539"/>
                            <a:gd name="connsiteX5" fmla="*/ 504337 w 2581777"/>
                            <a:gd name="connsiteY5" fmla="*/ 288661 h 1171539"/>
                            <a:gd name="connsiteX6" fmla="*/ 532569 w 2581777"/>
                            <a:gd name="connsiteY6" fmla="*/ 284391 h 1171539"/>
                            <a:gd name="connsiteX7" fmla="*/ 581374 w 2581777"/>
                            <a:gd name="connsiteY7" fmla="*/ 297766 h 1171539"/>
                            <a:gd name="connsiteX8" fmla="*/ 655482 w 2581777"/>
                            <a:gd name="connsiteY8" fmla="*/ 463626 h 1171539"/>
                            <a:gd name="connsiteX9" fmla="*/ 760609 w 2581777"/>
                            <a:gd name="connsiteY9" fmla="*/ 500680 h 1171539"/>
                            <a:gd name="connsiteX10" fmla="*/ 845128 w 2581777"/>
                            <a:gd name="connsiteY10" fmla="*/ 488999 h 1171539"/>
                            <a:gd name="connsiteX11" fmla="*/ 843751 w 2581777"/>
                            <a:gd name="connsiteY11" fmla="*/ 474142 h 1171539"/>
                            <a:gd name="connsiteX12" fmla="*/ 734354 w 2581777"/>
                            <a:gd name="connsiteY12" fmla="*/ 366439 h 1171539"/>
                            <a:gd name="connsiteX13" fmla="*/ 616205 w 2581777"/>
                            <a:gd name="connsiteY13" fmla="*/ 271969 h 1171539"/>
                            <a:gd name="connsiteX14" fmla="*/ 616205 w 2581777"/>
                            <a:gd name="connsiteY14" fmla="*/ 269640 h 1171539"/>
                            <a:gd name="connsiteX15" fmla="*/ 772572 w 2581777"/>
                            <a:gd name="connsiteY15" fmla="*/ 152796 h 1171539"/>
                            <a:gd name="connsiteX16" fmla="*/ 590373 w 2581777"/>
                            <a:gd name="connsiteY16" fmla="*/ 27166 h 1171539"/>
                            <a:gd name="connsiteX17" fmla="*/ 430794 w 2581777"/>
                            <a:gd name="connsiteY17" fmla="*/ 37753 h 1171539"/>
                            <a:gd name="connsiteX18" fmla="*/ 340876 w 2581777"/>
                            <a:gd name="connsiteY18" fmla="*/ 31154 h 1171539"/>
                            <a:gd name="connsiteX19" fmla="*/ 340876 w 2581777"/>
                            <a:gd name="connsiteY19" fmla="*/ 46081 h 1171539"/>
                            <a:gd name="connsiteX20" fmla="*/ 387670 w 2581777"/>
                            <a:gd name="connsiteY20" fmla="*/ 83311 h 1171539"/>
                            <a:gd name="connsiteX21" fmla="*/ 392152 w 2581777"/>
                            <a:gd name="connsiteY21" fmla="*/ 127953 h 1171539"/>
                            <a:gd name="connsiteX22" fmla="*/ 392152 w 2581777"/>
                            <a:gd name="connsiteY22" fmla="*/ 394706 h 1171539"/>
                            <a:gd name="connsiteX23" fmla="*/ 387423 w 2581777"/>
                            <a:gd name="connsiteY23" fmla="*/ 439488 h 1171539"/>
                            <a:gd name="connsiteX24" fmla="*/ 340629 w 2581777"/>
                            <a:gd name="connsiteY24" fmla="*/ 476718 h 1171539"/>
                            <a:gd name="connsiteX25" fmla="*/ 340629 w 2581777"/>
                            <a:gd name="connsiteY25" fmla="*/ 491646 h 1171539"/>
                            <a:gd name="connsiteX26" fmla="*/ 447768 w 2581777"/>
                            <a:gd name="connsiteY26" fmla="*/ 490270 h 1171539"/>
                            <a:gd name="connsiteX27" fmla="*/ 551554 w 2581777"/>
                            <a:gd name="connsiteY27" fmla="*/ 491646 h 1171539"/>
                            <a:gd name="connsiteX28" fmla="*/ 499996 w 2581777"/>
                            <a:gd name="connsiteY28" fmla="*/ 85288 h 1171539"/>
                            <a:gd name="connsiteX29" fmla="*/ 505996 w 2581777"/>
                            <a:gd name="connsiteY29" fmla="*/ 65667 h 1171539"/>
                            <a:gd name="connsiteX30" fmla="*/ 561153 w 2581777"/>
                            <a:gd name="connsiteY30" fmla="*/ 55750 h 1171539"/>
                            <a:gd name="connsiteX31" fmla="*/ 659540 w 2581777"/>
                            <a:gd name="connsiteY31" fmla="*/ 154208 h 1171539"/>
                            <a:gd name="connsiteX32" fmla="*/ 631662 w 2581777"/>
                            <a:gd name="connsiteY32" fmla="*/ 230257 h 1171539"/>
                            <a:gd name="connsiteX33" fmla="*/ 539556 w 2581777"/>
                            <a:gd name="connsiteY33" fmla="*/ 258100 h 1171539"/>
                            <a:gd name="connsiteX34" fmla="*/ 504266 w 2581777"/>
                            <a:gd name="connsiteY34" fmla="*/ 253830 h 1171539"/>
                            <a:gd name="connsiteX35" fmla="*/ 499926 w 2581777"/>
                            <a:gd name="connsiteY35" fmla="*/ 233821 h 1171539"/>
                            <a:gd name="connsiteX36" fmla="*/ 499926 w 2581777"/>
                            <a:gd name="connsiteY36" fmla="*/ 85288 h 1171539"/>
                            <a:gd name="connsiteX37" fmla="*/ 1931655 w 2581777"/>
                            <a:gd name="connsiteY37" fmla="*/ 113060 h 1171539"/>
                            <a:gd name="connsiteX38" fmla="*/ 1989212 w 2581777"/>
                            <a:gd name="connsiteY38" fmla="*/ 56597 h 1171539"/>
                            <a:gd name="connsiteX39" fmla="*/ 1931655 w 2581777"/>
                            <a:gd name="connsiteY39" fmla="*/ 134 h 1171539"/>
                            <a:gd name="connsiteX40" fmla="*/ 1874098 w 2581777"/>
                            <a:gd name="connsiteY40" fmla="*/ 56597 h 1171539"/>
                            <a:gd name="connsiteX41" fmla="*/ 1931655 w 2581777"/>
                            <a:gd name="connsiteY41" fmla="*/ 113060 h 1171539"/>
                            <a:gd name="connsiteX42" fmla="*/ 1656750 w 2581777"/>
                            <a:gd name="connsiteY42" fmla="*/ 294801 h 1171539"/>
                            <a:gd name="connsiteX43" fmla="*/ 1457012 w 2581777"/>
                            <a:gd name="connsiteY43" fmla="*/ 411962 h 1171539"/>
                            <a:gd name="connsiteX44" fmla="*/ 1554834 w 2581777"/>
                            <a:gd name="connsiteY44" fmla="*/ 495598 h 1171539"/>
                            <a:gd name="connsiteX45" fmla="*/ 1684664 w 2581777"/>
                            <a:gd name="connsiteY45" fmla="*/ 433524 h 1171539"/>
                            <a:gd name="connsiteX46" fmla="*/ 1757184 w 2581777"/>
                            <a:gd name="connsiteY46" fmla="*/ 494222 h 1171539"/>
                            <a:gd name="connsiteX47" fmla="*/ 1840114 w 2581777"/>
                            <a:gd name="connsiteY47" fmla="*/ 474777 h 1171539"/>
                            <a:gd name="connsiteX48" fmla="*/ 1835209 w 2581777"/>
                            <a:gd name="connsiteY48" fmla="*/ 460662 h 1171539"/>
                            <a:gd name="connsiteX49" fmla="*/ 1817564 w 2581777"/>
                            <a:gd name="connsiteY49" fmla="*/ 463026 h 1171539"/>
                            <a:gd name="connsiteX50" fmla="*/ 1781816 w 2581777"/>
                            <a:gd name="connsiteY50" fmla="*/ 432854 h 1171539"/>
                            <a:gd name="connsiteX51" fmla="*/ 1779910 w 2581777"/>
                            <a:gd name="connsiteY51" fmla="*/ 391671 h 1171539"/>
                            <a:gd name="connsiteX52" fmla="*/ 1779910 w 2581777"/>
                            <a:gd name="connsiteY52" fmla="*/ 277015 h 1171539"/>
                            <a:gd name="connsiteX53" fmla="*/ 1772853 w 2581777"/>
                            <a:gd name="connsiteY53" fmla="*/ 222564 h 1171539"/>
                            <a:gd name="connsiteX54" fmla="*/ 1622378 w 2581777"/>
                            <a:gd name="connsiteY54" fmla="*/ 150785 h 1171539"/>
                            <a:gd name="connsiteX55" fmla="*/ 1474162 w 2581777"/>
                            <a:gd name="connsiteY55" fmla="*/ 231527 h 1171539"/>
                            <a:gd name="connsiteX56" fmla="*/ 1532672 w 2581777"/>
                            <a:gd name="connsiteY56" fmla="*/ 282556 h 1171539"/>
                            <a:gd name="connsiteX57" fmla="*/ 1570044 w 2581777"/>
                            <a:gd name="connsiteY57" fmla="*/ 271087 h 1171539"/>
                            <a:gd name="connsiteX58" fmla="*/ 1565245 w 2581777"/>
                            <a:gd name="connsiteY58" fmla="*/ 237421 h 1171539"/>
                            <a:gd name="connsiteX59" fmla="*/ 1622167 w 2581777"/>
                            <a:gd name="connsiteY59" fmla="*/ 172523 h 1171539"/>
                            <a:gd name="connsiteX60" fmla="*/ 1682370 w 2581777"/>
                            <a:gd name="connsiteY60" fmla="*/ 246631 h 1171539"/>
                            <a:gd name="connsiteX61" fmla="*/ 1682370 w 2581777"/>
                            <a:gd name="connsiteY61" fmla="*/ 275251 h 1171539"/>
                            <a:gd name="connsiteX62" fmla="*/ 1656785 w 2581777"/>
                            <a:gd name="connsiteY62" fmla="*/ 294625 h 1171539"/>
                            <a:gd name="connsiteX63" fmla="*/ 1682370 w 2581777"/>
                            <a:gd name="connsiteY63" fmla="*/ 380025 h 1171539"/>
                            <a:gd name="connsiteX64" fmla="*/ 1600710 w 2581777"/>
                            <a:gd name="connsiteY64" fmla="*/ 453886 h 1171539"/>
                            <a:gd name="connsiteX65" fmla="*/ 1550952 w 2581777"/>
                            <a:gd name="connsiteY65" fmla="*/ 404834 h 1171539"/>
                            <a:gd name="connsiteX66" fmla="*/ 1646234 w 2581777"/>
                            <a:gd name="connsiteY66" fmla="*/ 315410 h 1171539"/>
                            <a:gd name="connsiteX67" fmla="*/ 1678383 w 2581777"/>
                            <a:gd name="connsiteY67" fmla="*/ 317951 h 1171539"/>
                            <a:gd name="connsiteX68" fmla="*/ 1682300 w 2581777"/>
                            <a:gd name="connsiteY68" fmla="*/ 332455 h 1171539"/>
                            <a:gd name="connsiteX69" fmla="*/ 1001566 w 2581777"/>
                            <a:gd name="connsiteY69" fmla="*/ 495739 h 1171539"/>
                            <a:gd name="connsiteX70" fmla="*/ 1165415 w 2581777"/>
                            <a:gd name="connsiteY70" fmla="*/ 438888 h 1171539"/>
                            <a:gd name="connsiteX71" fmla="*/ 1156981 w 2581777"/>
                            <a:gd name="connsiteY71" fmla="*/ 426502 h 1171539"/>
                            <a:gd name="connsiteX72" fmla="*/ 1064452 w 2581777"/>
                            <a:gd name="connsiteY72" fmla="*/ 451839 h 1171539"/>
                            <a:gd name="connsiteX73" fmla="*/ 943373 w 2581777"/>
                            <a:gd name="connsiteY73" fmla="*/ 388036 h 1171539"/>
                            <a:gd name="connsiteX74" fmla="*/ 934092 w 2581777"/>
                            <a:gd name="connsiteY74" fmla="*/ 350559 h 1171539"/>
                            <a:gd name="connsiteX75" fmla="*/ 945208 w 2581777"/>
                            <a:gd name="connsiteY75" fmla="*/ 345089 h 1171539"/>
                            <a:gd name="connsiteX76" fmla="*/ 984944 w 2581777"/>
                            <a:gd name="connsiteY76" fmla="*/ 346888 h 1171539"/>
                            <a:gd name="connsiteX77" fmla="*/ 1153416 w 2581777"/>
                            <a:gd name="connsiteY77" fmla="*/ 254077 h 1171539"/>
                            <a:gd name="connsiteX78" fmla="*/ 1004354 w 2581777"/>
                            <a:gd name="connsiteY78" fmla="*/ 150961 h 1171539"/>
                            <a:gd name="connsiteX79" fmla="*/ 827165 w 2581777"/>
                            <a:gd name="connsiteY79" fmla="*/ 321656 h 1171539"/>
                            <a:gd name="connsiteX80" fmla="*/ 1001566 w 2581777"/>
                            <a:gd name="connsiteY80" fmla="*/ 495739 h 1171539"/>
                            <a:gd name="connsiteX81" fmla="*/ 999872 w 2581777"/>
                            <a:gd name="connsiteY81" fmla="*/ 173829 h 1171539"/>
                            <a:gd name="connsiteX82" fmla="*/ 1057288 w 2581777"/>
                            <a:gd name="connsiteY82" fmla="*/ 251466 h 1171539"/>
                            <a:gd name="connsiteX83" fmla="*/ 972275 w 2581777"/>
                            <a:gd name="connsiteY83" fmla="*/ 324621 h 1171539"/>
                            <a:gd name="connsiteX84" fmla="*/ 927105 w 2581777"/>
                            <a:gd name="connsiteY84" fmla="*/ 297977 h 1171539"/>
                            <a:gd name="connsiteX85" fmla="*/ 999872 w 2581777"/>
                            <a:gd name="connsiteY85" fmla="*/ 173829 h 1171539"/>
                            <a:gd name="connsiteX86" fmla="*/ 1232782 w 2581777"/>
                            <a:gd name="connsiteY86" fmla="*/ 210777 h 1171539"/>
                            <a:gd name="connsiteX87" fmla="*/ 1232782 w 2581777"/>
                            <a:gd name="connsiteY87" fmla="*/ 400352 h 1171539"/>
                            <a:gd name="connsiteX88" fmla="*/ 1328452 w 2581777"/>
                            <a:gd name="connsiteY88" fmla="*/ 495634 h 1171539"/>
                            <a:gd name="connsiteX89" fmla="*/ 1424828 w 2581777"/>
                            <a:gd name="connsiteY89" fmla="*/ 468073 h 1171539"/>
                            <a:gd name="connsiteX90" fmla="*/ 1417770 w 2581777"/>
                            <a:gd name="connsiteY90" fmla="*/ 454627 h 1171539"/>
                            <a:gd name="connsiteX91" fmla="*/ 1381175 w 2581777"/>
                            <a:gd name="connsiteY91" fmla="*/ 462144 h 1171539"/>
                            <a:gd name="connsiteX92" fmla="*/ 1335934 w 2581777"/>
                            <a:gd name="connsiteY92" fmla="*/ 423043 h 1171539"/>
                            <a:gd name="connsiteX93" fmla="*/ 1332158 w 2581777"/>
                            <a:gd name="connsiteY93" fmla="*/ 377167 h 1171539"/>
                            <a:gd name="connsiteX94" fmla="*/ 1332158 w 2581777"/>
                            <a:gd name="connsiteY94" fmla="*/ 210530 h 1171539"/>
                            <a:gd name="connsiteX95" fmla="*/ 1336534 w 2581777"/>
                            <a:gd name="connsiteY95" fmla="*/ 190203 h 1171539"/>
                            <a:gd name="connsiteX96" fmla="*/ 1357001 w 2581777"/>
                            <a:gd name="connsiteY96" fmla="*/ 185863 h 1171539"/>
                            <a:gd name="connsiteX97" fmla="*/ 1419711 w 2581777"/>
                            <a:gd name="connsiteY97" fmla="*/ 186780 h 1171539"/>
                            <a:gd name="connsiteX98" fmla="*/ 1419711 w 2581777"/>
                            <a:gd name="connsiteY98" fmla="*/ 161442 h 1171539"/>
                            <a:gd name="connsiteX99" fmla="*/ 1360601 w 2581777"/>
                            <a:gd name="connsiteY99" fmla="*/ 162360 h 1171539"/>
                            <a:gd name="connsiteX100" fmla="*/ 1336534 w 2581777"/>
                            <a:gd name="connsiteY100" fmla="*/ 158019 h 1171539"/>
                            <a:gd name="connsiteX101" fmla="*/ 1332158 w 2581777"/>
                            <a:gd name="connsiteY101" fmla="*/ 137692 h 1171539"/>
                            <a:gd name="connsiteX102" fmla="*/ 1332158 w 2581777"/>
                            <a:gd name="connsiteY102" fmla="*/ 61538 h 1171539"/>
                            <a:gd name="connsiteX103" fmla="*/ 1317689 w 2581777"/>
                            <a:gd name="connsiteY103" fmla="*/ 61538 h 1171539"/>
                            <a:gd name="connsiteX104" fmla="*/ 1182989 w 2581777"/>
                            <a:gd name="connsiteY104" fmla="*/ 172241 h 1171539"/>
                            <a:gd name="connsiteX105" fmla="*/ 1182989 w 2581777"/>
                            <a:gd name="connsiteY105" fmla="*/ 186357 h 1171539"/>
                            <a:gd name="connsiteX106" fmla="*/ 1228159 w 2581777"/>
                            <a:gd name="connsiteY106" fmla="*/ 190415 h 1171539"/>
                            <a:gd name="connsiteX107" fmla="*/ 1232535 w 2581777"/>
                            <a:gd name="connsiteY107" fmla="*/ 210706 h 1171539"/>
                            <a:gd name="connsiteX108" fmla="*/ 2104503 w 2581777"/>
                            <a:gd name="connsiteY108" fmla="*/ 68702 h 1171539"/>
                            <a:gd name="connsiteX109" fmla="*/ 2106726 w 2581777"/>
                            <a:gd name="connsiteY109" fmla="*/ 109108 h 1171539"/>
                            <a:gd name="connsiteX110" fmla="*/ 2106726 w 2581777"/>
                            <a:gd name="connsiteY110" fmla="*/ 403704 h 1171539"/>
                            <a:gd name="connsiteX111" fmla="*/ 2112055 w 2581777"/>
                            <a:gd name="connsiteY111" fmla="*/ 450110 h 1171539"/>
                            <a:gd name="connsiteX112" fmla="*/ 2193962 w 2581777"/>
                            <a:gd name="connsiteY112" fmla="*/ 495528 h 1171539"/>
                            <a:gd name="connsiteX113" fmla="*/ 2285150 w 2581777"/>
                            <a:gd name="connsiteY113" fmla="*/ 476401 h 1171539"/>
                            <a:gd name="connsiteX114" fmla="*/ 2281056 w 2581777"/>
                            <a:gd name="connsiteY114" fmla="*/ 461967 h 1171539"/>
                            <a:gd name="connsiteX115" fmla="*/ 2261082 w 2581777"/>
                            <a:gd name="connsiteY115" fmla="*/ 464826 h 1171539"/>
                            <a:gd name="connsiteX116" fmla="*/ 2211289 w 2581777"/>
                            <a:gd name="connsiteY116" fmla="*/ 430207 h 1171539"/>
                            <a:gd name="connsiteX117" fmla="*/ 2207760 w 2581777"/>
                            <a:gd name="connsiteY117" fmla="*/ 381613 h 1171539"/>
                            <a:gd name="connsiteX118" fmla="*/ 2207760 w 2581777"/>
                            <a:gd name="connsiteY118" fmla="*/ 88005 h 1171539"/>
                            <a:gd name="connsiteX119" fmla="*/ 2144239 w 2581777"/>
                            <a:gd name="connsiteY119" fmla="*/ 21555 h 1171539"/>
                            <a:gd name="connsiteX120" fmla="*/ 2066602 w 2581777"/>
                            <a:gd name="connsiteY120" fmla="*/ 26142 h 1171539"/>
                            <a:gd name="connsiteX121" fmla="*/ 2066602 w 2581777"/>
                            <a:gd name="connsiteY121" fmla="*/ 40964 h 1171539"/>
                            <a:gd name="connsiteX122" fmla="*/ 2104115 w 2581777"/>
                            <a:gd name="connsiteY122" fmla="*/ 68702 h 1171539"/>
                            <a:gd name="connsiteX123" fmla="*/ 2041264 w 2581777"/>
                            <a:gd name="connsiteY123" fmla="*/ 464826 h 1171539"/>
                            <a:gd name="connsiteX124" fmla="*/ 1991436 w 2581777"/>
                            <a:gd name="connsiteY124" fmla="*/ 430207 h 1171539"/>
                            <a:gd name="connsiteX125" fmla="*/ 1987907 w 2581777"/>
                            <a:gd name="connsiteY125" fmla="*/ 381613 h 1171539"/>
                            <a:gd name="connsiteX126" fmla="*/ 1987907 w 2581777"/>
                            <a:gd name="connsiteY126" fmla="*/ 218894 h 1171539"/>
                            <a:gd name="connsiteX127" fmla="*/ 1924386 w 2581777"/>
                            <a:gd name="connsiteY127" fmla="*/ 152479 h 1171539"/>
                            <a:gd name="connsiteX128" fmla="*/ 1846749 w 2581777"/>
                            <a:gd name="connsiteY128" fmla="*/ 156996 h 1171539"/>
                            <a:gd name="connsiteX129" fmla="*/ 1846749 w 2581777"/>
                            <a:gd name="connsiteY129" fmla="*/ 171853 h 1171539"/>
                            <a:gd name="connsiteX130" fmla="*/ 1884261 w 2581777"/>
                            <a:gd name="connsiteY130" fmla="*/ 199555 h 1171539"/>
                            <a:gd name="connsiteX131" fmla="*/ 1886449 w 2581777"/>
                            <a:gd name="connsiteY131" fmla="*/ 239997 h 1171539"/>
                            <a:gd name="connsiteX132" fmla="*/ 1886449 w 2581777"/>
                            <a:gd name="connsiteY132" fmla="*/ 403704 h 1171539"/>
                            <a:gd name="connsiteX133" fmla="*/ 1892307 w 2581777"/>
                            <a:gd name="connsiteY133" fmla="*/ 450110 h 1171539"/>
                            <a:gd name="connsiteX134" fmla="*/ 1974179 w 2581777"/>
                            <a:gd name="connsiteY134" fmla="*/ 495528 h 1171539"/>
                            <a:gd name="connsiteX135" fmla="*/ 2065226 w 2581777"/>
                            <a:gd name="connsiteY135" fmla="*/ 476401 h 1171539"/>
                            <a:gd name="connsiteX136" fmla="*/ 2061097 w 2581777"/>
                            <a:gd name="connsiteY136" fmla="*/ 461967 h 1171539"/>
                            <a:gd name="connsiteX137" fmla="*/ 2041158 w 2581777"/>
                            <a:gd name="connsiteY137" fmla="*/ 464826 h 1171539"/>
                            <a:gd name="connsiteX138" fmla="*/ 244818 w 2581777"/>
                            <a:gd name="connsiteY138" fmla="*/ 639509 h 1171539"/>
                            <a:gd name="connsiteX139" fmla="*/ 18966 w 2581777"/>
                            <a:gd name="connsiteY139" fmla="*/ 638027 h 1171539"/>
                            <a:gd name="connsiteX140" fmla="*/ 50 w 2581777"/>
                            <a:gd name="connsiteY140" fmla="*/ 768774 h 1171539"/>
                            <a:gd name="connsiteX141" fmla="*/ 17131 w 2581777"/>
                            <a:gd name="connsiteY141" fmla="*/ 768774 h 1171539"/>
                            <a:gd name="connsiteX142" fmla="*/ 57784 w 2581777"/>
                            <a:gd name="connsiteY142" fmla="*/ 699042 h 1171539"/>
                            <a:gd name="connsiteX143" fmla="*/ 138421 w 2581777"/>
                            <a:gd name="connsiteY143" fmla="*/ 671658 h 1171539"/>
                            <a:gd name="connsiteX144" fmla="*/ 176674 w 2581777"/>
                            <a:gd name="connsiteY144" fmla="*/ 677480 h 1171539"/>
                            <a:gd name="connsiteX145" fmla="*/ 181474 w 2581777"/>
                            <a:gd name="connsiteY145" fmla="*/ 699571 h 1171539"/>
                            <a:gd name="connsiteX146" fmla="*/ 181474 w 2581777"/>
                            <a:gd name="connsiteY146" fmla="*/ 1035457 h 1171539"/>
                            <a:gd name="connsiteX147" fmla="*/ 174416 w 2581777"/>
                            <a:gd name="connsiteY147" fmla="*/ 1084403 h 1171539"/>
                            <a:gd name="connsiteX148" fmla="*/ 104896 w 2581777"/>
                            <a:gd name="connsiteY148" fmla="*/ 1125092 h 1171539"/>
                            <a:gd name="connsiteX149" fmla="*/ 104896 w 2581777"/>
                            <a:gd name="connsiteY149" fmla="*/ 1141360 h 1171539"/>
                            <a:gd name="connsiteX150" fmla="*/ 244889 w 2581777"/>
                            <a:gd name="connsiteY150" fmla="*/ 1139878 h 1171539"/>
                            <a:gd name="connsiteX151" fmla="*/ 384917 w 2581777"/>
                            <a:gd name="connsiteY151" fmla="*/ 1141360 h 1171539"/>
                            <a:gd name="connsiteX152" fmla="*/ 384917 w 2581777"/>
                            <a:gd name="connsiteY152" fmla="*/ 1125092 h 1171539"/>
                            <a:gd name="connsiteX153" fmla="*/ 315397 w 2581777"/>
                            <a:gd name="connsiteY153" fmla="*/ 1084403 h 1171539"/>
                            <a:gd name="connsiteX154" fmla="*/ 308339 w 2581777"/>
                            <a:gd name="connsiteY154" fmla="*/ 1035457 h 1171539"/>
                            <a:gd name="connsiteX155" fmla="*/ 308339 w 2581777"/>
                            <a:gd name="connsiteY155" fmla="*/ 699571 h 1171539"/>
                            <a:gd name="connsiteX156" fmla="*/ 313068 w 2581777"/>
                            <a:gd name="connsiteY156" fmla="*/ 677480 h 1171539"/>
                            <a:gd name="connsiteX157" fmla="*/ 351392 w 2581777"/>
                            <a:gd name="connsiteY157" fmla="*/ 671658 h 1171539"/>
                            <a:gd name="connsiteX158" fmla="*/ 431958 w 2581777"/>
                            <a:gd name="connsiteY158" fmla="*/ 699042 h 1171539"/>
                            <a:gd name="connsiteX159" fmla="*/ 472577 w 2581777"/>
                            <a:gd name="connsiteY159" fmla="*/ 768774 h 1171539"/>
                            <a:gd name="connsiteX160" fmla="*/ 489692 w 2581777"/>
                            <a:gd name="connsiteY160" fmla="*/ 768774 h 1171539"/>
                            <a:gd name="connsiteX161" fmla="*/ 470741 w 2581777"/>
                            <a:gd name="connsiteY161" fmla="*/ 638027 h 1171539"/>
                            <a:gd name="connsiteX162" fmla="*/ 244889 w 2581777"/>
                            <a:gd name="connsiteY162" fmla="*/ 639509 h 1171539"/>
                            <a:gd name="connsiteX163" fmla="*/ 2562807 w 2581777"/>
                            <a:gd name="connsiteY163" fmla="*/ 638027 h 1171539"/>
                            <a:gd name="connsiteX164" fmla="*/ 2336955 w 2581777"/>
                            <a:gd name="connsiteY164" fmla="*/ 639509 h 1171539"/>
                            <a:gd name="connsiteX165" fmla="*/ 2111102 w 2581777"/>
                            <a:gd name="connsiteY165" fmla="*/ 638027 h 1171539"/>
                            <a:gd name="connsiteX166" fmla="*/ 2092222 w 2581777"/>
                            <a:gd name="connsiteY166" fmla="*/ 768774 h 1171539"/>
                            <a:gd name="connsiteX167" fmla="*/ 2109302 w 2581777"/>
                            <a:gd name="connsiteY167" fmla="*/ 768774 h 1171539"/>
                            <a:gd name="connsiteX168" fmla="*/ 2149921 w 2581777"/>
                            <a:gd name="connsiteY168" fmla="*/ 699042 h 1171539"/>
                            <a:gd name="connsiteX169" fmla="*/ 2230487 w 2581777"/>
                            <a:gd name="connsiteY169" fmla="*/ 671658 h 1171539"/>
                            <a:gd name="connsiteX170" fmla="*/ 2268811 w 2581777"/>
                            <a:gd name="connsiteY170" fmla="*/ 677480 h 1171539"/>
                            <a:gd name="connsiteX171" fmla="*/ 2273575 w 2581777"/>
                            <a:gd name="connsiteY171" fmla="*/ 699571 h 1171539"/>
                            <a:gd name="connsiteX172" fmla="*/ 2273575 w 2581777"/>
                            <a:gd name="connsiteY172" fmla="*/ 1035457 h 1171539"/>
                            <a:gd name="connsiteX173" fmla="*/ 2266517 w 2581777"/>
                            <a:gd name="connsiteY173" fmla="*/ 1084403 h 1171539"/>
                            <a:gd name="connsiteX174" fmla="*/ 2196997 w 2581777"/>
                            <a:gd name="connsiteY174" fmla="*/ 1125092 h 1171539"/>
                            <a:gd name="connsiteX175" fmla="*/ 2196997 w 2581777"/>
                            <a:gd name="connsiteY175" fmla="*/ 1141360 h 1171539"/>
                            <a:gd name="connsiteX176" fmla="*/ 2336990 w 2581777"/>
                            <a:gd name="connsiteY176" fmla="*/ 1139878 h 1171539"/>
                            <a:gd name="connsiteX177" fmla="*/ 2476983 w 2581777"/>
                            <a:gd name="connsiteY177" fmla="*/ 1141360 h 1171539"/>
                            <a:gd name="connsiteX178" fmla="*/ 2476983 w 2581777"/>
                            <a:gd name="connsiteY178" fmla="*/ 1125092 h 1171539"/>
                            <a:gd name="connsiteX179" fmla="*/ 2407498 w 2581777"/>
                            <a:gd name="connsiteY179" fmla="*/ 1084403 h 1171539"/>
                            <a:gd name="connsiteX180" fmla="*/ 2400441 w 2581777"/>
                            <a:gd name="connsiteY180" fmla="*/ 1035457 h 1171539"/>
                            <a:gd name="connsiteX181" fmla="*/ 2400441 w 2581777"/>
                            <a:gd name="connsiteY181" fmla="*/ 699571 h 1171539"/>
                            <a:gd name="connsiteX182" fmla="*/ 2405205 w 2581777"/>
                            <a:gd name="connsiteY182" fmla="*/ 677480 h 1171539"/>
                            <a:gd name="connsiteX183" fmla="*/ 2443529 w 2581777"/>
                            <a:gd name="connsiteY183" fmla="*/ 671658 h 1171539"/>
                            <a:gd name="connsiteX184" fmla="*/ 2524095 w 2581777"/>
                            <a:gd name="connsiteY184" fmla="*/ 699042 h 1171539"/>
                            <a:gd name="connsiteX185" fmla="*/ 2564713 w 2581777"/>
                            <a:gd name="connsiteY185" fmla="*/ 768774 h 1171539"/>
                            <a:gd name="connsiteX186" fmla="*/ 2581829 w 2581777"/>
                            <a:gd name="connsiteY186" fmla="*/ 768774 h 1171539"/>
                            <a:gd name="connsiteX187" fmla="*/ 1900777 w 2581777"/>
                            <a:gd name="connsiteY187" fmla="*/ 835648 h 1171539"/>
                            <a:gd name="connsiteX188" fmla="*/ 1759337 w 2581777"/>
                            <a:gd name="connsiteY188" fmla="*/ 731014 h 1171539"/>
                            <a:gd name="connsiteX189" fmla="*/ 1851619 w 2581777"/>
                            <a:gd name="connsiteY189" fmla="*/ 658459 h 1171539"/>
                            <a:gd name="connsiteX190" fmla="*/ 2011057 w 2581777"/>
                            <a:gd name="connsiteY190" fmla="*/ 794571 h 1171539"/>
                            <a:gd name="connsiteX191" fmla="*/ 2026301 w 2581777"/>
                            <a:gd name="connsiteY191" fmla="*/ 794571 h 1171539"/>
                            <a:gd name="connsiteX192" fmla="*/ 2025349 w 2581777"/>
                            <a:gd name="connsiteY192" fmla="*/ 662412 h 1171539"/>
                            <a:gd name="connsiteX193" fmla="*/ 1858429 w 2581777"/>
                            <a:gd name="connsiteY193" fmla="*/ 632098 h 1171539"/>
                            <a:gd name="connsiteX194" fmla="*/ 1656785 w 2581777"/>
                            <a:gd name="connsiteY194" fmla="*/ 775656 h 1171539"/>
                            <a:gd name="connsiteX195" fmla="*/ 1770171 w 2581777"/>
                            <a:gd name="connsiteY195" fmla="*/ 918825 h 1171539"/>
                            <a:gd name="connsiteX196" fmla="*/ 1950641 w 2581777"/>
                            <a:gd name="connsiteY196" fmla="*/ 1047349 h 1171539"/>
                            <a:gd name="connsiteX197" fmla="*/ 1847949 w 2581777"/>
                            <a:gd name="connsiteY197" fmla="*/ 1118987 h 1171539"/>
                            <a:gd name="connsiteX198" fmla="*/ 1673901 w 2581777"/>
                            <a:gd name="connsiteY198" fmla="*/ 976065 h 1171539"/>
                            <a:gd name="connsiteX199" fmla="*/ 1658303 w 2581777"/>
                            <a:gd name="connsiteY199" fmla="*/ 976065 h 1171539"/>
                            <a:gd name="connsiteX200" fmla="*/ 1659044 w 2581777"/>
                            <a:gd name="connsiteY200" fmla="*/ 1114964 h 1171539"/>
                            <a:gd name="connsiteX201" fmla="*/ 1838703 w 2581777"/>
                            <a:gd name="connsiteY201" fmla="*/ 1147289 h 1171539"/>
                            <a:gd name="connsiteX202" fmla="*/ 2057497 w 2581777"/>
                            <a:gd name="connsiteY202" fmla="*/ 999461 h 1171539"/>
                            <a:gd name="connsiteX203" fmla="*/ 1900883 w 2581777"/>
                            <a:gd name="connsiteY203" fmla="*/ 835683 h 1171539"/>
                            <a:gd name="connsiteX204" fmla="*/ 981557 w 2581777"/>
                            <a:gd name="connsiteY204" fmla="*/ 1009307 h 1171539"/>
                            <a:gd name="connsiteX205" fmla="*/ 843539 w 2581777"/>
                            <a:gd name="connsiteY205" fmla="*/ 901321 h 1171539"/>
                            <a:gd name="connsiteX206" fmla="*/ 843539 w 2581777"/>
                            <a:gd name="connsiteY206" fmla="*/ 898781 h 1171539"/>
                            <a:gd name="connsiteX207" fmla="*/ 1014341 w 2581777"/>
                            <a:gd name="connsiteY207" fmla="*/ 771139 h 1171539"/>
                            <a:gd name="connsiteX208" fmla="*/ 815308 w 2581777"/>
                            <a:gd name="connsiteY208" fmla="*/ 633968 h 1171539"/>
                            <a:gd name="connsiteX209" fmla="*/ 641013 w 2581777"/>
                            <a:gd name="connsiteY209" fmla="*/ 645437 h 1171539"/>
                            <a:gd name="connsiteX210" fmla="*/ 539097 w 2581777"/>
                            <a:gd name="connsiteY210" fmla="*/ 638380 h 1171539"/>
                            <a:gd name="connsiteX211" fmla="*/ 539097 w 2581777"/>
                            <a:gd name="connsiteY211" fmla="*/ 654648 h 1171539"/>
                            <a:gd name="connsiteX212" fmla="*/ 590232 w 2581777"/>
                            <a:gd name="connsiteY212" fmla="*/ 695301 h 1171539"/>
                            <a:gd name="connsiteX213" fmla="*/ 595419 w 2581777"/>
                            <a:gd name="connsiteY213" fmla="*/ 744283 h 1171539"/>
                            <a:gd name="connsiteX214" fmla="*/ 595419 w 2581777"/>
                            <a:gd name="connsiteY214" fmla="*/ 1035668 h 1171539"/>
                            <a:gd name="connsiteX215" fmla="*/ 590232 w 2581777"/>
                            <a:gd name="connsiteY215" fmla="*/ 1084615 h 1171539"/>
                            <a:gd name="connsiteX216" fmla="*/ 539097 w 2581777"/>
                            <a:gd name="connsiteY216" fmla="*/ 1125304 h 1171539"/>
                            <a:gd name="connsiteX217" fmla="*/ 539097 w 2581777"/>
                            <a:gd name="connsiteY217" fmla="*/ 1141572 h 1171539"/>
                            <a:gd name="connsiteX218" fmla="*/ 659823 w 2581777"/>
                            <a:gd name="connsiteY218" fmla="*/ 1140090 h 1171539"/>
                            <a:gd name="connsiteX219" fmla="*/ 773208 w 2581777"/>
                            <a:gd name="connsiteY219" fmla="*/ 1141572 h 1171539"/>
                            <a:gd name="connsiteX220" fmla="*/ 773208 w 2581777"/>
                            <a:gd name="connsiteY220" fmla="*/ 1125304 h 1171539"/>
                            <a:gd name="connsiteX221" fmla="*/ 722038 w 2581777"/>
                            <a:gd name="connsiteY221" fmla="*/ 1084615 h 1171539"/>
                            <a:gd name="connsiteX222" fmla="*/ 716886 w 2581777"/>
                            <a:gd name="connsiteY222" fmla="*/ 1035668 h 1171539"/>
                            <a:gd name="connsiteX223" fmla="*/ 716886 w 2581777"/>
                            <a:gd name="connsiteY223" fmla="*/ 941516 h 1171539"/>
                            <a:gd name="connsiteX224" fmla="*/ 721579 w 2581777"/>
                            <a:gd name="connsiteY224" fmla="*/ 919637 h 1171539"/>
                            <a:gd name="connsiteX225" fmla="*/ 758033 w 2581777"/>
                            <a:gd name="connsiteY225" fmla="*/ 914978 h 1171539"/>
                            <a:gd name="connsiteX226" fmla="*/ 805780 w 2581777"/>
                            <a:gd name="connsiteY226" fmla="*/ 929553 h 1171539"/>
                            <a:gd name="connsiteX227" fmla="*/ 893686 w 2581777"/>
                            <a:gd name="connsiteY227" fmla="*/ 1128515 h 1171539"/>
                            <a:gd name="connsiteX228" fmla="*/ 1006930 w 2581777"/>
                            <a:gd name="connsiteY228" fmla="*/ 1171674 h 1171539"/>
                            <a:gd name="connsiteX229" fmla="*/ 1110116 w 2581777"/>
                            <a:gd name="connsiteY229" fmla="*/ 1158088 h 1171539"/>
                            <a:gd name="connsiteX230" fmla="*/ 1108705 w 2581777"/>
                            <a:gd name="connsiteY230" fmla="*/ 1140125 h 1171539"/>
                            <a:gd name="connsiteX231" fmla="*/ 981662 w 2581777"/>
                            <a:gd name="connsiteY231" fmla="*/ 1009237 h 1171539"/>
                            <a:gd name="connsiteX232" fmla="*/ 760045 w 2581777"/>
                            <a:gd name="connsiteY232" fmla="*/ 886359 h 1171539"/>
                            <a:gd name="connsiteX233" fmla="*/ 721544 w 2581777"/>
                            <a:gd name="connsiteY233" fmla="*/ 881700 h 1171539"/>
                            <a:gd name="connsiteX234" fmla="*/ 716850 w 2581777"/>
                            <a:gd name="connsiteY234" fmla="*/ 859821 h 1171539"/>
                            <a:gd name="connsiteX235" fmla="*/ 716850 w 2581777"/>
                            <a:gd name="connsiteY235" fmla="*/ 697489 h 1171539"/>
                            <a:gd name="connsiteX236" fmla="*/ 723414 w 2581777"/>
                            <a:gd name="connsiteY236" fmla="*/ 676069 h 1171539"/>
                            <a:gd name="connsiteX237" fmla="*/ 783618 w 2581777"/>
                            <a:gd name="connsiteY237" fmla="*/ 665235 h 1171539"/>
                            <a:gd name="connsiteX238" fmla="*/ 891110 w 2581777"/>
                            <a:gd name="connsiteY238" fmla="*/ 772797 h 1171539"/>
                            <a:gd name="connsiteX239" fmla="*/ 860690 w 2581777"/>
                            <a:gd name="connsiteY239" fmla="*/ 855833 h 1171539"/>
                            <a:gd name="connsiteX240" fmla="*/ 760045 w 2581777"/>
                            <a:gd name="connsiteY240" fmla="*/ 886288 h 1171539"/>
                            <a:gd name="connsiteX241" fmla="*/ 1523744 w 2581777"/>
                            <a:gd name="connsiteY241" fmla="*/ 639579 h 1171539"/>
                            <a:gd name="connsiteX242" fmla="*/ 1440602 w 2581777"/>
                            <a:gd name="connsiteY242" fmla="*/ 638097 h 1171539"/>
                            <a:gd name="connsiteX243" fmla="*/ 1440602 w 2581777"/>
                            <a:gd name="connsiteY243" fmla="*/ 654366 h 1171539"/>
                            <a:gd name="connsiteX244" fmla="*/ 1495936 w 2581777"/>
                            <a:gd name="connsiteY244" fmla="*/ 695054 h 1171539"/>
                            <a:gd name="connsiteX245" fmla="*/ 1501512 w 2581777"/>
                            <a:gd name="connsiteY245" fmla="*/ 744001 h 1171539"/>
                            <a:gd name="connsiteX246" fmla="*/ 1501512 w 2581777"/>
                            <a:gd name="connsiteY246" fmla="*/ 910214 h 1171539"/>
                            <a:gd name="connsiteX247" fmla="*/ 1483302 w 2581777"/>
                            <a:gd name="connsiteY247" fmla="*/ 1033339 h 1171539"/>
                            <a:gd name="connsiteX248" fmla="*/ 1364518 w 2581777"/>
                            <a:gd name="connsiteY248" fmla="*/ 1104801 h 1171539"/>
                            <a:gd name="connsiteX249" fmla="*/ 1267084 w 2581777"/>
                            <a:gd name="connsiteY249" fmla="*/ 1045796 h 1171539"/>
                            <a:gd name="connsiteX250" fmla="*/ 1247322 w 2581777"/>
                            <a:gd name="connsiteY250" fmla="*/ 880889 h 1171539"/>
                            <a:gd name="connsiteX251" fmla="*/ 1247322 w 2581777"/>
                            <a:gd name="connsiteY251" fmla="*/ 743930 h 1171539"/>
                            <a:gd name="connsiteX252" fmla="*/ 1252474 w 2581777"/>
                            <a:gd name="connsiteY252" fmla="*/ 694984 h 1171539"/>
                            <a:gd name="connsiteX253" fmla="*/ 1303644 w 2581777"/>
                            <a:gd name="connsiteY253" fmla="*/ 654295 h 1171539"/>
                            <a:gd name="connsiteX254" fmla="*/ 1303644 w 2581777"/>
                            <a:gd name="connsiteY254" fmla="*/ 638027 h 1171539"/>
                            <a:gd name="connsiteX255" fmla="*/ 1182918 w 2581777"/>
                            <a:gd name="connsiteY255" fmla="*/ 639509 h 1171539"/>
                            <a:gd name="connsiteX256" fmla="*/ 1069533 w 2581777"/>
                            <a:gd name="connsiteY256" fmla="*/ 638027 h 1171539"/>
                            <a:gd name="connsiteX257" fmla="*/ 1069533 w 2581777"/>
                            <a:gd name="connsiteY257" fmla="*/ 654295 h 1171539"/>
                            <a:gd name="connsiteX258" fmla="*/ 1120703 w 2581777"/>
                            <a:gd name="connsiteY258" fmla="*/ 694984 h 1171539"/>
                            <a:gd name="connsiteX259" fmla="*/ 1125855 w 2581777"/>
                            <a:gd name="connsiteY259" fmla="*/ 743930 h 1171539"/>
                            <a:gd name="connsiteX260" fmla="*/ 1126879 w 2581777"/>
                            <a:gd name="connsiteY260" fmla="*/ 896840 h 1171539"/>
                            <a:gd name="connsiteX261" fmla="*/ 1155746 w 2581777"/>
                            <a:gd name="connsiteY261" fmla="*/ 1059418 h 1171539"/>
                            <a:gd name="connsiteX262" fmla="*/ 1343486 w 2581777"/>
                            <a:gd name="connsiteY262" fmla="*/ 1147289 h 1171539"/>
                            <a:gd name="connsiteX263" fmla="*/ 1519933 w 2581777"/>
                            <a:gd name="connsiteY263" fmla="*/ 1060442 h 1171539"/>
                            <a:gd name="connsiteX264" fmla="*/ 1550035 w 2581777"/>
                            <a:gd name="connsiteY264" fmla="*/ 926342 h 1171539"/>
                            <a:gd name="connsiteX265" fmla="*/ 1551093 w 2581777"/>
                            <a:gd name="connsiteY265" fmla="*/ 743824 h 1171539"/>
                            <a:gd name="connsiteX266" fmla="*/ 1556599 w 2581777"/>
                            <a:gd name="connsiteY266" fmla="*/ 694878 h 1171539"/>
                            <a:gd name="connsiteX267" fmla="*/ 1611368 w 2581777"/>
                            <a:gd name="connsiteY267" fmla="*/ 654189 h 1171539"/>
                            <a:gd name="connsiteX268" fmla="*/ 1611368 w 2581777"/>
                            <a:gd name="connsiteY268" fmla="*/ 637921 h 1171539"/>
                            <a:gd name="connsiteX269" fmla="*/ 1523744 w 2581777"/>
                            <a:gd name="connsiteY269" fmla="*/ 639403 h 11715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Lst>
                          <a:rect l="l" t="t" r="r" b="b"/>
                          <a:pathLst>
                            <a:path w="2581777" h="1171539">
                              <a:moveTo>
                                <a:pt x="551554" y="491646"/>
                              </a:moveTo>
                              <a:lnTo>
                                <a:pt x="551554" y="476718"/>
                              </a:lnTo>
                              <a:cubicBezTo>
                                <a:pt x="529728" y="475233"/>
                                <a:pt x="511091" y="460415"/>
                                <a:pt x="504725" y="439488"/>
                              </a:cubicBezTo>
                              <a:cubicBezTo>
                                <a:pt x="500914" y="426643"/>
                                <a:pt x="499996" y="419867"/>
                                <a:pt x="499996" y="394706"/>
                              </a:cubicBezTo>
                              <a:lnTo>
                                <a:pt x="499996" y="308705"/>
                              </a:lnTo>
                              <a:cubicBezTo>
                                <a:pt x="499996" y="296107"/>
                                <a:pt x="500914" y="292084"/>
                                <a:pt x="504337" y="288661"/>
                              </a:cubicBezTo>
                              <a:cubicBezTo>
                                <a:pt x="507760" y="285238"/>
                                <a:pt x="511889" y="284391"/>
                                <a:pt x="532569" y="284391"/>
                              </a:cubicBezTo>
                              <a:cubicBezTo>
                                <a:pt x="558824" y="284391"/>
                                <a:pt x="569376" y="285732"/>
                                <a:pt x="581374" y="297766"/>
                              </a:cubicBezTo>
                              <a:cubicBezTo>
                                <a:pt x="615499" y="331855"/>
                                <a:pt x="614934" y="420291"/>
                                <a:pt x="655482" y="463626"/>
                              </a:cubicBezTo>
                              <a:cubicBezTo>
                                <a:pt x="678208" y="487905"/>
                                <a:pt x="720344" y="500680"/>
                                <a:pt x="760609" y="500680"/>
                              </a:cubicBezTo>
                              <a:cubicBezTo>
                                <a:pt x="789155" y="500271"/>
                                <a:pt x="817542" y="496346"/>
                                <a:pt x="845128" y="488999"/>
                              </a:cubicBezTo>
                              <a:lnTo>
                                <a:pt x="843751" y="474142"/>
                              </a:lnTo>
                              <a:cubicBezTo>
                                <a:pt x="806486" y="477424"/>
                                <a:pt x="775643" y="468284"/>
                                <a:pt x="734354" y="366439"/>
                              </a:cubicBezTo>
                              <a:cubicBezTo>
                                <a:pt x="711098" y="309235"/>
                                <a:pt x="685160" y="271969"/>
                                <a:pt x="616205" y="271969"/>
                              </a:cubicBezTo>
                              <a:lnTo>
                                <a:pt x="616205" y="269640"/>
                              </a:lnTo>
                              <a:cubicBezTo>
                                <a:pt x="708875" y="269640"/>
                                <a:pt x="772572" y="226093"/>
                                <a:pt x="772572" y="152796"/>
                              </a:cubicBezTo>
                              <a:cubicBezTo>
                                <a:pt x="772572" y="73713"/>
                                <a:pt x="701993" y="27166"/>
                                <a:pt x="590373" y="27166"/>
                              </a:cubicBezTo>
                              <a:cubicBezTo>
                                <a:pt x="534439" y="27166"/>
                                <a:pt x="498620" y="37753"/>
                                <a:pt x="430794" y="37753"/>
                              </a:cubicBezTo>
                              <a:cubicBezTo>
                                <a:pt x="402033" y="37753"/>
                                <a:pt x="368367" y="32706"/>
                                <a:pt x="340876" y="31154"/>
                              </a:cubicBezTo>
                              <a:lnTo>
                                <a:pt x="340876" y="46081"/>
                              </a:lnTo>
                              <a:cubicBezTo>
                                <a:pt x="365261" y="48692"/>
                                <a:pt x="381636" y="62949"/>
                                <a:pt x="387670" y="83311"/>
                              </a:cubicBezTo>
                              <a:cubicBezTo>
                                <a:pt x="391234" y="95874"/>
                                <a:pt x="392152" y="102932"/>
                                <a:pt x="392152" y="127953"/>
                              </a:cubicBezTo>
                              <a:lnTo>
                                <a:pt x="392152" y="394706"/>
                              </a:lnTo>
                              <a:cubicBezTo>
                                <a:pt x="392152" y="419867"/>
                                <a:pt x="391234" y="426466"/>
                                <a:pt x="387423" y="439488"/>
                              </a:cubicBezTo>
                              <a:cubicBezTo>
                                <a:pt x="381078" y="460418"/>
                                <a:pt x="362449" y="475240"/>
                                <a:pt x="340629" y="476718"/>
                              </a:cubicBezTo>
                              <a:lnTo>
                                <a:pt x="340629" y="491646"/>
                              </a:lnTo>
                              <a:cubicBezTo>
                                <a:pt x="340629" y="491646"/>
                                <a:pt x="396704" y="490270"/>
                                <a:pt x="447768" y="490270"/>
                              </a:cubicBezTo>
                              <a:cubicBezTo>
                                <a:pt x="498832" y="490270"/>
                                <a:pt x="551554" y="491646"/>
                                <a:pt x="551554" y="491646"/>
                              </a:cubicBezTo>
                              <a:moveTo>
                                <a:pt x="499996" y="85288"/>
                              </a:moveTo>
                              <a:cubicBezTo>
                                <a:pt x="499996" y="73042"/>
                                <a:pt x="502079" y="69196"/>
                                <a:pt x="505996" y="65667"/>
                              </a:cubicBezTo>
                              <a:cubicBezTo>
                                <a:pt x="512560" y="59773"/>
                                <a:pt x="530098" y="55750"/>
                                <a:pt x="561153" y="55750"/>
                              </a:cubicBezTo>
                              <a:cubicBezTo>
                                <a:pt x="618887" y="55750"/>
                                <a:pt x="659540" y="98556"/>
                                <a:pt x="659540" y="154208"/>
                              </a:cubicBezTo>
                              <a:cubicBezTo>
                                <a:pt x="659540" y="187415"/>
                                <a:pt x="648953" y="212859"/>
                                <a:pt x="631662" y="230257"/>
                              </a:cubicBezTo>
                              <a:cubicBezTo>
                                <a:pt x="607347" y="254606"/>
                                <a:pt x="582644" y="258100"/>
                                <a:pt x="539556" y="258100"/>
                              </a:cubicBezTo>
                              <a:cubicBezTo>
                                <a:pt x="512948" y="258100"/>
                                <a:pt x="508360" y="257888"/>
                                <a:pt x="504266" y="253830"/>
                              </a:cubicBezTo>
                              <a:cubicBezTo>
                                <a:pt x="500738" y="250301"/>
                                <a:pt x="499926" y="246384"/>
                                <a:pt x="499926" y="233821"/>
                              </a:cubicBezTo>
                              <a:lnTo>
                                <a:pt x="499926" y="85288"/>
                              </a:lnTo>
                              <a:moveTo>
                                <a:pt x="1931655" y="113060"/>
                              </a:moveTo>
                              <a:cubicBezTo>
                                <a:pt x="1964651" y="113060"/>
                                <a:pt x="1989212" y="89558"/>
                                <a:pt x="1989212" y="56597"/>
                              </a:cubicBezTo>
                              <a:cubicBezTo>
                                <a:pt x="1989212" y="23637"/>
                                <a:pt x="1964510" y="134"/>
                                <a:pt x="1931655" y="134"/>
                              </a:cubicBezTo>
                              <a:cubicBezTo>
                                <a:pt x="1898801" y="134"/>
                                <a:pt x="1874098" y="23672"/>
                                <a:pt x="1874098" y="56597"/>
                              </a:cubicBezTo>
                              <a:cubicBezTo>
                                <a:pt x="1874098" y="89522"/>
                                <a:pt x="1898801" y="113060"/>
                                <a:pt x="1931655" y="113060"/>
                              </a:cubicBezTo>
                              <a:moveTo>
                                <a:pt x="1656750" y="294801"/>
                              </a:moveTo>
                              <a:cubicBezTo>
                                <a:pt x="1539907" y="298330"/>
                                <a:pt x="1457012" y="336619"/>
                                <a:pt x="1457012" y="411962"/>
                              </a:cubicBezTo>
                              <a:cubicBezTo>
                                <a:pt x="1457012" y="468002"/>
                                <a:pt x="1499112" y="495598"/>
                                <a:pt x="1554834" y="495598"/>
                              </a:cubicBezTo>
                              <a:cubicBezTo>
                                <a:pt x="1605281" y="495644"/>
                                <a:pt x="1653027" y="472815"/>
                                <a:pt x="1684664" y="433524"/>
                              </a:cubicBezTo>
                              <a:cubicBezTo>
                                <a:pt x="1691722" y="471037"/>
                                <a:pt x="1714307" y="494222"/>
                                <a:pt x="1757184" y="494222"/>
                              </a:cubicBezTo>
                              <a:cubicBezTo>
                                <a:pt x="1787533" y="494222"/>
                                <a:pt x="1812871" y="486529"/>
                                <a:pt x="1840114" y="474777"/>
                              </a:cubicBezTo>
                              <a:lnTo>
                                <a:pt x="1835209" y="460662"/>
                              </a:lnTo>
                              <a:cubicBezTo>
                                <a:pt x="1829457" y="462225"/>
                                <a:pt x="1823525" y="463019"/>
                                <a:pt x="1817564" y="463026"/>
                              </a:cubicBezTo>
                              <a:cubicBezTo>
                                <a:pt x="1800908" y="463026"/>
                                <a:pt x="1784710" y="455368"/>
                                <a:pt x="1781816" y="432854"/>
                              </a:cubicBezTo>
                              <a:cubicBezTo>
                                <a:pt x="1780299" y="419182"/>
                                <a:pt x="1779663" y="405427"/>
                                <a:pt x="1779910" y="391671"/>
                              </a:cubicBezTo>
                              <a:lnTo>
                                <a:pt x="1779910" y="277015"/>
                              </a:lnTo>
                              <a:cubicBezTo>
                                <a:pt x="1779910" y="253160"/>
                                <a:pt x="1778040" y="237773"/>
                                <a:pt x="1772853" y="222564"/>
                              </a:cubicBezTo>
                              <a:cubicBezTo>
                                <a:pt x="1756337" y="173158"/>
                                <a:pt x="1706155" y="150785"/>
                                <a:pt x="1622378" y="150785"/>
                              </a:cubicBezTo>
                              <a:cubicBezTo>
                                <a:pt x="1523038" y="150785"/>
                                <a:pt x="1474162" y="189003"/>
                                <a:pt x="1474162" y="231527"/>
                              </a:cubicBezTo>
                              <a:cubicBezTo>
                                <a:pt x="1474162" y="267099"/>
                                <a:pt x="1502923" y="282556"/>
                                <a:pt x="1532672" y="282556"/>
                              </a:cubicBezTo>
                              <a:cubicBezTo>
                                <a:pt x="1555434" y="282556"/>
                                <a:pt x="1570044" y="277686"/>
                                <a:pt x="1570044" y="271087"/>
                              </a:cubicBezTo>
                              <a:cubicBezTo>
                                <a:pt x="1570044" y="265546"/>
                                <a:pt x="1565245" y="258488"/>
                                <a:pt x="1565245" y="237421"/>
                              </a:cubicBezTo>
                              <a:cubicBezTo>
                                <a:pt x="1565245" y="199978"/>
                                <a:pt x="1585113" y="172523"/>
                                <a:pt x="1622167" y="172523"/>
                              </a:cubicBezTo>
                              <a:cubicBezTo>
                                <a:pt x="1660597" y="172523"/>
                                <a:pt x="1682370" y="198143"/>
                                <a:pt x="1682370" y="246631"/>
                              </a:cubicBezTo>
                              <a:lnTo>
                                <a:pt x="1682370" y="275251"/>
                              </a:lnTo>
                              <a:cubicBezTo>
                                <a:pt x="1682370" y="292013"/>
                                <a:pt x="1680218" y="293884"/>
                                <a:pt x="1656785" y="294625"/>
                              </a:cubicBezTo>
                              <a:moveTo>
                                <a:pt x="1682370" y="380025"/>
                              </a:moveTo>
                              <a:cubicBezTo>
                                <a:pt x="1682370" y="419514"/>
                                <a:pt x="1643552" y="453886"/>
                                <a:pt x="1600710" y="453886"/>
                              </a:cubicBezTo>
                              <a:cubicBezTo>
                                <a:pt x="1568950" y="453886"/>
                                <a:pt x="1550952" y="433383"/>
                                <a:pt x="1550952" y="404834"/>
                              </a:cubicBezTo>
                              <a:cubicBezTo>
                                <a:pt x="1550952" y="349782"/>
                                <a:pt x="1591782" y="323315"/>
                                <a:pt x="1646234" y="315410"/>
                              </a:cubicBezTo>
                              <a:cubicBezTo>
                                <a:pt x="1665608" y="312764"/>
                                <a:pt x="1674465" y="313928"/>
                                <a:pt x="1678383" y="317951"/>
                              </a:cubicBezTo>
                              <a:cubicBezTo>
                                <a:pt x="1681559" y="321198"/>
                                <a:pt x="1682300" y="325679"/>
                                <a:pt x="1682300" y="332455"/>
                              </a:cubicBezTo>
                              <a:close/>
                              <a:moveTo>
                                <a:pt x="1001566" y="495739"/>
                              </a:moveTo>
                              <a:cubicBezTo>
                                <a:pt x="1080261" y="495739"/>
                                <a:pt x="1132490" y="467508"/>
                                <a:pt x="1165415" y="438888"/>
                              </a:cubicBezTo>
                              <a:lnTo>
                                <a:pt x="1156981" y="426502"/>
                              </a:lnTo>
                              <a:cubicBezTo>
                                <a:pt x="1128901" y="442936"/>
                                <a:pt x="1096985" y="451677"/>
                                <a:pt x="1064452" y="451839"/>
                              </a:cubicBezTo>
                              <a:cubicBezTo>
                                <a:pt x="1013599" y="451839"/>
                                <a:pt x="968500" y="433136"/>
                                <a:pt x="943373" y="388036"/>
                              </a:cubicBezTo>
                              <a:cubicBezTo>
                                <a:pt x="931093" y="366015"/>
                                <a:pt x="931763" y="355111"/>
                                <a:pt x="934092" y="350559"/>
                              </a:cubicBezTo>
                              <a:cubicBezTo>
                                <a:pt x="936033" y="346747"/>
                                <a:pt x="938786" y="345089"/>
                                <a:pt x="945208" y="345089"/>
                              </a:cubicBezTo>
                              <a:cubicBezTo>
                                <a:pt x="951631" y="345089"/>
                                <a:pt x="965959" y="346888"/>
                                <a:pt x="984944" y="346888"/>
                              </a:cubicBezTo>
                              <a:cubicBezTo>
                                <a:pt x="1095436" y="346888"/>
                                <a:pt x="1153416" y="316716"/>
                                <a:pt x="1153416" y="254077"/>
                              </a:cubicBezTo>
                              <a:cubicBezTo>
                                <a:pt x="1153416" y="199343"/>
                                <a:pt x="1097341" y="150961"/>
                                <a:pt x="1004354" y="150961"/>
                              </a:cubicBezTo>
                              <a:cubicBezTo>
                                <a:pt x="900532" y="150961"/>
                                <a:pt x="827165" y="226093"/>
                                <a:pt x="827165" y="321656"/>
                              </a:cubicBezTo>
                              <a:cubicBezTo>
                                <a:pt x="827165" y="420044"/>
                                <a:pt x="893509" y="495739"/>
                                <a:pt x="1001566" y="495739"/>
                              </a:cubicBezTo>
                              <a:moveTo>
                                <a:pt x="999872" y="173829"/>
                              </a:moveTo>
                              <a:cubicBezTo>
                                <a:pt x="1039678" y="173829"/>
                                <a:pt x="1057288" y="211694"/>
                                <a:pt x="1057288" y="251466"/>
                              </a:cubicBezTo>
                              <a:cubicBezTo>
                                <a:pt x="1057288" y="308317"/>
                                <a:pt x="1025527" y="324621"/>
                                <a:pt x="972275" y="324621"/>
                              </a:cubicBezTo>
                              <a:cubicBezTo>
                                <a:pt x="929505" y="324621"/>
                                <a:pt x="927105" y="317986"/>
                                <a:pt x="927105" y="297977"/>
                              </a:cubicBezTo>
                              <a:cubicBezTo>
                                <a:pt x="927105" y="229269"/>
                                <a:pt x="955337" y="173829"/>
                                <a:pt x="999872" y="173829"/>
                              </a:cubicBezTo>
                              <a:moveTo>
                                <a:pt x="1232782" y="210777"/>
                              </a:moveTo>
                              <a:lnTo>
                                <a:pt x="1232782" y="400352"/>
                              </a:lnTo>
                              <a:cubicBezTo>
                                <a:pt x="1232782" y="468214"/>
                                <a:pt x="1276047" y="495634"/>
                                <a:pt x="1328452" y="495634"/>
                              </a:cubicBezTo>
                              <a:cubicBezTo>
                                <a:pt x="1372423" y="495634"/>
                                <a:pt x="1410112" y="476577"/>
                                <a:pt x="1424828" y="468073"/>
                              </a:cubicBezTo>
                              <a:lnTo>
                                <a:pt x="1417770" y="454627"/>
                              </a:lnTo>
                              <a:cubicBezTo>
                                <a:pt x="1406269" y="459783"/>
                                <a:pt x="1393776" y="462349"/>
                                <a:pt x="1381175" y="462144"/>
                              </a:cubicBezTo>
                              <a:cubicBezTo>
                                <a:pt x="1357001" y="462144"/>
                                <a:pt x="1342356" y="447534"/>
                                <a:pt x="1335934" y="423043"/>
                              </a:cubicBezTo>
                              <a:cubicBezTo>
                                <a:pt x="1333322" y="412845"/>
                                <a:pt x="1332158" y="400881"/>
                                <a:pt x="1332158" y="377167"/>
                              </a:cubicBezTo>
                              <a:lnTo>
                                <a:pt x="1332158" y="210530"/>
                              </a:lnTo>
                              <a:cubicBezTo>
                                <a:pt x="1332158" y="197755"/>
                                <a:pt x="1333110" y="193626"/>
                                <a:pt x="1336534" y="190203"/>
                              </a:cubicBezTo>
                              <a:cubicBezTo>
                                <a:pt x="1339957" y="186780"/>
                                <a:pt x="1347614" y="185863"/>
                                <a:pt x="1357001" y="185863"/>
                              </a:cubicBezTo>
                              <a:cubicBezTo>
                                <a:pt x="1371505" y="185863"/>
                                <a:pt x="1403901" y="186427"/>
                                <a:pt x="1419711" y="186780"/>
                              </a:cubicBezTo>
                              <a:lnTo>
                                <a:pt x="1419711" y="161442"/>
                              </a:lnTo>
                              <a:cubicBezTo>
                                <a:pt x="1405207" y="161830"/>
                                <a:pt x="1383116" y="162360"/>
                                <a:pt x="1360601" y="162360"/>
                              </a:cubicBezTo>
                              <a:cubicBezTo>
                                <a:pt x="1345321" y="162360"/>
                                <a:pt x="1340239" y="161689"/>
                                <a:pt x="1336534" y="158019"/>
                              </a:cubicBezTo>
                              <a:cubicBezTo>
                                <a:pt x="1332828" y="154349"/>
                                <a:pt x="1332158" y="150432"/>
                                <a:pt x="1332158" y="137692"/>
                              </a:cubicBezTo>
                              <a:lnTo>
                                <a:pt x="1332158" y="61538"/>
                              </a:lnTo>
                              <a:lnTo>
                                <a:pt x="1317689" y="61538"/>
                              </a:lnTo>
                              <a:cubicBezTo>
                                <a:pt x="1299091" y="115672"/>
                                <a:pt x="1248204" y="160736"/>
                                <a:pt x="1182989" y="172241"/>
                              </a:cubicBezTo>
                              <a:lnTo>
                                <a:pt x="1182989" y="186357"/>
                              </a:lnTo>
                              <a:cubicBezTo>
                                <a:pt x="1220890" y="186357"/>
                                <a:pt x="1224807" y="187098"/>
                                <a:pt x="1228159" y="190415"/>
                              </a:cubicBezTo>
                              <a:cubicBezTo>
                                <a:pt x="1231512" y="193732"/>
                                <a:pt x="1232535" y="198461"/>
                                <a:pt x="1232535" y="210706"/>
                              </a:cubicBezTo>
                              <a:moveTo>
                                <a:pt x="2104503" y="68702"/>
                              </a:moveTo>
                              <a:cubicBezTo>
                                <a:pt x="2106126" y="76748"/>
                                <a:pt x="2106726" y="85817"/>
                                <a:pt x="2106726" y="109108"/>
                              </a:cubicBezTo>
                              <a:lnTo>
                                <a:pt x="2106726" y="403704"/>
                              </a:lnTo>
                              <a:cubicBezTo>
                                <a:pt x="2106257" y="419348"/>
                                <a:pt x="2108050" y="434978"/>
                                <a:pt x="2112055" y="450110"/>
                              </a:cubicBezTo>
                              <a:cubicBezTo>
                                <a:pt x="2122642" y="483635"/>
                                <a:pt x="2159096" y="495528"/>
                                <a:pt x="2193962" y="495528"/>
                              </a:cubicBezTo>
                              <a:cubicBezTo>
                                <a:pt x="2225341" y="495422"/>
                                <a:pt x="2256371" y="488914"/>
                                <a:pt x="2285150" y="476401"/>
                              </a:cubicBezTo>
                              <a:lnTo>
                                <a:pt x="2281056" y="461967"/>
                              </a:lnTo>
                              <a:cubicBezTo>
                                <a:pt x="2274542" y="463746"/>
                                <a:pt x="2267833" y="464706"/>
                                <a:pt x="2261082" y="464826"/>
                              </a:cubicBezTo>
                              <a:cubicBezTo>
                                <a:pt x="2236380" y="464826"/>
                                <a:pt x="2216865" y="454627"/>
                                <a:pt x="2211289" y="430207"/>
                              </a:cubicBezTo>
                              <a:cubicBezTo>
                                <a:pt x="2208889" y="419938"/>
                                <a:pt x="2207760" y="407128"/>
                                <a:pt x="2207760" y="381613"/>
                              </a:cubicBezTo>
                              <a:lnTo>
                                <a:pt x="2207760" y="88005"/>
                              </a:lnTo>
                              <a:cubicBezTo>
                                <a:pt x="2207760" y="36623"/>
                                <a:pt x="2188386" y="21555"/>
                                <a:pt x="2144239" y="21555"/>
                              </a:cubicBezTo>
                              <a:cubicBezTo>
                                <a:pt x="2117384" y="21555"/>
                                <a:pt x="2066602" y="26142"/>
                                <a:pt x="2066602" y="26142"/>
                              </a:cubicBezTo>
                              <a:lnTo>
                                <a:pt x="2066602" y="40964"/>
                              </a:lnTo>
                              <a:cubicBezTo>
                                <a:pt x="2090811" y="41387"/>
                                <a:pt x="2100515" y="50951"/>
                                <a:pt x="2104115" y="68702"/>
                              </a:cubicBezTo>
                              <a:moveTo>
                                <a:pt x="2041264" y="464826"/>
                              </a:moveTo>
                              <a:cubicBezTo>
                                <a:pt x="2016562" y="464826"/>
                                <a:pt x="1997082" y="454627"/>
                                <a:pt x="1991436" y="430207"/>
                              </a:cubicBezTo>
                              <a:cubicBezTo>
                                <a:pt x="1989106" y="419938"/>
                                <a:pt x="1987907" y="407128"/>
                                <a:pt x="1987907" y="381613"/>
                              </a:cubicBezTo>
                              <a:lnTo>
                                <a:pt x="1987907" y="218894"/>
                              </a:lnTo>
                              <a:cubicBezTo>
                                <a:pt x="1987907" y="167512"/>
                                <a:pt x="1968533" y="152479"/>
                                <a:pt x="1924386" y="152479"/>
                              </a:cubicBezTo>
                              <a:cubicBezTo>
                                <a:pt x="1897530" y="152479"/>
                                <a:pt x="1846749" y="156996"/>
                                <a:pt x="1846749" y="156996"/>
                              </a:cubicBezTo>
                              <a:lnTo>
                                <a:pt x="1846749" y="171853"/>
                              </a:lnTo>
                              <a:cubicBezTo>
                                <a:pt x="1870957" y="172311"/>
                                <a:pt x="1880662" y="181840"/>
                                <a:pt x="1884261" y="199555"/>
                              </a:cubicBezTo>
                              <a:cubicBezTo>
                                <a:pt x="1885920" y="207636"/>
                                <a:pt x="1886449" y="216706"/>
                                <a:pt x="1886449" y="239997"/>
                              </a:cubicBezTo>
                              <a:lnTo>
                                <a:pt x="1886449" y="403704"/>
                              </a:lnTo>
                              <a:cubicBezTo>
                                <a:pt x="1886135" y="419377"/>
                                <a:pt x="1888108" y="435010"/>
                                <a:pt x="1892307" y="450110"/>
                              </a:cubicBezTo>
                              <a:cubicBezTo>
                                <a:pt x="1902894" y="483635"/>
                                <a:pt x="1939313" y="495528"/>
                                <a:pt x="1974179" y="495528"/>
                              </a:cubicBezTo>
                              <a:cubicBezTo>
                                <a:pt x="2005512" y="495411"/>
                                <a:pt x="2036493" y="488904"/>
                                <a:pt x="2065226" y="476401"/>
                              </a:cubicBezTo>
                              <a:lnTo>
                                <a:pt x="2061097" y="461967"/>
                              </a:lnTo>
                              <a:cubicBezTo>
                                <a:pt x="2054597" y="463753"/>
                                <a:pt x="2047899" y="464713"/>
                                <a:pt x="2041158" y="464826"/>
                              </a:cubicBezTo>
                              <a:moveTo>
                                <a:pt x="244818" y="639509"/>
                              </a:moveTo>
                              <a:cubicBezTo>
                                <a:pt x="153560" y="639509"/>
                                <a:pt x="18966" y="638027"/>
                                <a:pt x="18966" y="638027"/>
                              </a:cubicBezTo>
                              <a:lnTo>
                                <a:pt x="50" y="768774"/>
                              </a:lnTo>
                              <a:lnTo>
                                <a:pt x="17131" y="768774"/>
                              </a:lnTo>
                              <a:cubicBezTo>
                                <a:pt x="28353" y="741919"/>
                                <a:pt x="39222" y="717604"/>
                                <a:pt x="57784" y="699042"/>
                              </a:cubicBezTo>
                              <a:cubicBezTo>
                                <a:pt x="78428" y="678468"/>
                                <a:pt x="101649" y="671658"/>
                                <a:pt x="138421" y="671658"/>
                              </a:cubicBezTo>
                              <a:cubicBezTo>
                                <a:pt x="166970" y="671658"/>
                                <a:pt x="172510" y="673316"/>
                                <a:pt x="176674" y="677480"/>
                              </a:cubicBezTo>
                              <a:cubicBezTo>
                                <a:pt x="180838" y="681644"/>
                                <a:pt x="181474" y="685703"/>
                                <a:pt x="181474" y="699571"/>
                              </a:cubicBezTo>
                              <a:lnTo>
                                <a:pt x="181474" y="1035457"/>
                              </a:lnTo>
                              <a:cubicBezTo>
                                <a:pt x="181474" y="1062982"/>
                                <a:pt x="180097" y="1070323"/>
                                <a:pt x="174416" y="1084403"/>
                              </a:cubicBezTo>
                              <a:cubicBezTo>
                                <a:pt x="165417" y="1106636"/>
                                <a:pt x="138526" y="1123222"/>
                                <a:pt x="104896" y="1125092"/>
                              </a:cubicBezTo>
                              <a:lnTo>
                                <a:pt x="104896" y="1141360"/>
                              </a:lnTo>
                              <a:cubicBezTo>
                                <a:pt x="104896" y="1141360"/>
                                <a:pt x="189131" y="1139878"/>
                                <a:pt x="244889" y="1139878"/>
                              </a:cubicBezTo>
                              <a:cubicBezTo>
                                <a:pt x="300646" y="1139878"/>
                                <a:pt x="384917" y="1141360"/>
                                <a:pt x="384917" y="1141360"/>
                              </a:cubicBezTo>
                              <a:lnTo>
                                <a:pt x="384917" y="1125092"/>
                              </a:lnTo>
                              <a:cubicBezTo>
                                <a:pt x="351287" y="1123151"/>
                                <a:pt x="324361" y="1106636"/>
                                <a:pt x="315397" y="1084403"/>
                              </a:cubicBezTo>
                              <a:cubicBezTo>
                                <a:pt x="309716" y="1070287"/>
                                <a:pt x="308339" y="1062982"/>
                                <a:pt x="308339" y="1035457"/>
                              </a:cubicBezTo>
                              <a:lnTo>
                                <a:pt x="308339" y="699571"/>
                              </a:lnTo>
                              <a:cubicBezTo>
                                <a:pt x="308339" y="685703"/>
                                <a:pt x="309363" y="681256"/>
                                <a:pt x="313068" y="677480"/>
                              </a:cubicBezTo>
                              <a:cubicBezTo>
                                <a:pt x="317303" y="673316"/>
                                <a:pt x="322843" y="671658"/>
                                <a:pt x="351392" y="671658"/>
                              </a:cubicBezTo>
                              <a:cubicBezTo>
                                <a:pt x="388058" y="671658"/>
                                <a:pt x="411385" y="678468"/>
                                <a:pt x="431958" y="699042"/>
                              </a:cubicBezTo>
                              <a:cubicBezTo>
                                <a:pt x="450485" y="717604"/>
                                <a:pt x="461354" y="741919"/>
                                <a:pt x="472577" y="768774"/>
                              </a:cubicBezTo>
                              <a:lnTo>
                                <a:pt x="489692" y="768774"/>
                              </a:lnTo>
                              <a:lnTo>
                                <a:pt x="470741" y="638027"/>
                              </a:lnTo>
                              <a:cubicBezTo>
                                <a:pt x="470741" y="638027"/>
                                <a:pt x="336183" y="639509"/>
                                <a:pt x="244889" y="639509"/>
                              </a:cubicBezTo>
                              <a:moveTo>
                                <a:pt x="2562807" y="638027"/>
                              </a:moveTo>
                              <a:cubicBezTo>
                                <a:pt x="2562807" y="638027"/>
                                <a:pt x="2428178" y="639509"/>
                                <a:pt x="2336955" y="639509"/>
                              </a:cubicBezTo>
                              <a:cubicBezTo>
                                <a:pt x="2245732" y="639509"/>
                                <a:pt x="2111102" y="638027"/>
                                <a:pt x="2111102" y="638027"/>
                              </a:cubicBezTo>
                              <a:lnTo>
                                <a:pt x="2092222" y="768774"/>
                              </a:lnTo>
                              <a:lnTo>
                                <a:pt x="2109302" y="768774"/>
                              </a:lnTo>
                              <a:cubicBezTo>
                                <a:pt x="2120560" y="741919"/>
                                <a:pt x="2131394" y="717604"/>
                                <a:pt x="2149921" y="699042"/>
                              </a:cubicBezTo>
                              <a:cubicBezTo>
                                <a:pt x="2170494" y="678468"/>
                                <a:pt x="2193821" y="671658"/>
                                <a:pt x="2230487" y="671658"/>
                              </a:cubicBezTo>
                              <a:cubicBezTo>
                                <a:pt x="2259071" y="671658"/>
                                <a:pt x="2264611" y="673316"/>
                                <a:pt x="2268811" y="677480"/>
                              </a:cubicBezTo>
                              <a:cubicBezTo>
                                <a:pt x="2273010" y="681644"/>
                                <a:pt x="2273575" y="685703"/>
                                <a:pt x="2273575" y="699571"/>
                              </a:cubicBezTo>
                              <a:lnTo>
                                <a:pt x="2273575" y="1035457"/>
                              </a:lnTo>
                              <a:cubicBezTo>
                                <a:pt x="2273575" y="1062982"/>
                                <a:pt x="2272199" y="1070323"/>
                                <a:pt x="2266517" y="1084403"/>
                              </a:cubicBezTo>
                              <a:cubicBezTo>
                                <a:pt x="2257483" y="1106636"/>
                                <a:pt x="2230628" y="1123222"/>
                                <a:pt x="2196997" y="1125092"/>
                              </a:cubicBezTo>
                              <a:lnTo>
                                <a:pt x="2196997" y="1141360"/>
                              </a:lnTo>
                              <a:cubicBezTo>
                                <a:pt x="2196997" y="1141360"/>
                                <a:pt x="2281198" y="1139878"/>
                                <a:pt x="2336990" y="1139878"/>
                              </a:cubicBezTo>
                              <a:cubicBezTo>
                                <a:pt x="2392783" y="1139878"/>
                                <a:pt x="2476983" y="1141360"/>
                                <a:pt x="2476983" y="1141360"/>
                              </a:cubicBezTo>
                              <a:lnTo>
                                <a:pt x="2476983" y="1125092"/>
                              </a:lnTo>
                              <a:cubicBezTo>
                                <a:pt x="2443388" y="1123151"/>
                                <a:pt x="2416497" y="1106636"/>
                                <a:pt x="2407498" y="1084403"/>
                              </a:cubicBezTo>
                              <a:cubicBezTo>
                                <a:pt x="2401782" y="1070287"/>
                                <a:pt x="2400441" y="1062982"/>
                                <a:pt x="2400441" y="1035457"/>
                              </a:cubicBezTo>
                              <a:lnTo>
                                <a:pt x="2400441" y="699571"/>
                              </a:lnTo>
                              <a:cubicBezTo>
                                <a:pt x="2400441" y="685703"/>
                                <a:pt x="2401464" y="681256"/>
                                <a:pt x="2405205" y="677480"/>
                              </a:cubicBezTo>
                              <a:cubicBezTo>
                                <a:pt x="2408945" y="673704"/>
                                <a:pt x="2414980" y="671658"/>
                                <a:pt x="2443529" y="671658"/>
                              </a:cubicBezTo>
                              <a:cubicBezTo>
                                <a:pt x="2480230" y="671658"/>
                                <a:pt x="2503521" y="678468"/>
                                <a:pt x="2524095" y="699042"/>
                              </a:cubicBezTo>
                              <a:cubicBezTo>
                                <a:pt x="2542622" y="717604"/>
                                <a:pt x="2553491" y="741919"/>
                                <a:pt x="2564713" y="768774"/>
                              </a:cubicBezTo>
                              <a:lnTo>
                                <a:pt x="2581829" y="768774"/>
                              </a:lnTo>
                              <a:close/>
                              <a:moveTo>
                                <a:pt x="1900777" y="835648"/>
                              </a:moveTo>
                              <a:cubicBezTo>
                                <a:pt x="1820140" y="805969"/>
                                <a:pt x="1759337" y="785607"/>
                                <a:pt x="1759337" y="731014"/>
                              </a:cubicBezTo>
                              <a:cubicBezTo>
                                <a:pt x="1759337" y="682668"/>
                                <a:pt x="1802849" y="658459"/>
                                <a:pt x="1851619" y="658459"/>
                              </a:cubicBezTo>
                              <a:cubicBezTo>
                                <a:pt x="1928903" y="658459"/>
                                <a:pt x="1988542" y="721769"/>
                                <a:pt x="2011057" y="794571"/>
                              </a:cubicBezTo>
                              <a:lnTo>
                                <a:pt x="2026301" y="794571"/>
                              </a:lnTo>
                              <a:lnTo>
                                <a:pt x="2025349" y="662412"/>
                              </a:lnTo>
                              <a:cubicBezTo>
                                <a:pt x="2000646" y="652284"/>
                                <a:pt x="1915104" y="632098"/>
                                <a:pt x="1858429" y="632098"/>
                              </a:cubicBezTo>
                              <a:cubicBezTo>
                                <a:pt x="1753126" y="632098"/>
                                <a:pt x="1656785" y="669540"/>
                                <a:pt x="1656785" y="775656"/>
                              </a:cubicBezTo>
                              <a:cubicBezTo>
                                <a:pt x="1656785" y="849587"/>
                                <a:pt x="1707849" y="890770"/>
                                <a:pt x="1770171" y="918825"/>
                              </a:cubicBezTo>
                              <a:cubicBezTo>
                                <a:pt x="1853842" y="956444"/>
                                <a:pt x="1950641" y="973771"/>
                                <a:pt x="1950641" y="1047349"/>
                              </a:cubicBezTo>
                              <a:cubicBezTo>
                                <a:pt x="1950641" y="1097884"/>
                                <a:pt x="1899753" y="1118987"/>
                                <a:pt x="1847949" y="1118987"/>
                              </a:cubicBezTo>
                              <a:cubicBezTo>
                                <a:pt x="1760960" y="1118987"/>
                                <a:pt x="1701885" y="1058995"/>
                                <a:pt x="1673901" y="976065"/>
                              </a:cubicBezTo>
                              <a:lnTo>
                                <a:pt x="1658303" y="976065"/>
                              </a:lnTo>
                              <a:lnTo>
                                <a:pt x="1659044" y="1114964"/>
                              </a:lnTo>
                              <a:cubicBezTo>
                                <a:pt x="1717872" y="1134655"/>
                                <a:pt x="1776558" y="1147289"/>
                                <a:pt x="1838703" y="1147289"/>
                              </a:cubicBezTo>
                              <a:cubicBezTo>
                                <a:pt x="1949617" y="1147289"/>
                                <a:pt x="2057497" y="1109918"/>
                                <a:pt x="2057497" y="999461"/>
                              </a:cubicBezTo>
                              <a:cubicBezTo>
                                <a:pt x="2057497" y="911838"/>
                                <a:pt x="1997858" y="871431"/>
                                <a:pt x="1900883" y="835683"/>
                              </a:cubicBezTo>
                              <a:moveTo>
                                <a:pt x="981557" y="1009307"/>
                              </a:moveTo>
                              <a:cubicBezTo>
                                <a:pt x="954631" y="940034"/>
                                <a:pt x="918847" y="901321"/>
                                <a:pt x="843539" y="901321"/>
                              </a:cubicBezTo>
                              <a:lnTo>
                                <a:pt x="843539" y="898781"/>
                              </a:lnTo>
                              <a:cubicBezTo>
                                <a:pt x="944785" y="898781"/>
                                <a:pt x="1014341" y="851210"/>
                                <a:pt x="1014341" y="771139"/>
                              </a:cubicBezTo>
                              <a:cubicBezTo>
                                <a:pt x="1014341" y="684785"/>
                                <a:pt x="937374" y="633968"/>
                                <a:pt x="815308" y="633968"/>
                              </a:cubicBezTo>
                              <a:cubicBezTo>
                                <a:pt x="754257" y="633968"/>
                                <a:pt x="714980" y="645437"/>
                                <a:pt x="641013" y="645437"/>
                              </a:cubicBezTo>
                              <a:cubicBezTo>
                                <a:pt x="609570" y="645437"/>
                                <a:pt x="569164" y="639932"/>
                                <a:pt x="539097" y="638380"/>
                              </a:cubicBezTo>
                              <a:lnTo>
                                <a:pt x="539097" y="654648"/>
                              </a:lnTo>
                              <a:cubicBezTo>
                                <a:pt x="565776" y="657506"/>
                                <a:pt x="583668" y="673104"/>
                                <a:pt x="590232" y="695301"/>
                              </a:cubicBezTo>
                              <a:cubicBezTo>
                                <a:pt x="594431" y="709417"/>
                                <a:pt x="595419" y="716757"/>
                                <a:pt x="595419" y="744283"/>
                              </a:cubicBezTo>
                              <a:lnTo>
                                <a:pt x="595419" y="1035668"/>
                              </a:lnTo>
                              <a:cubicBezTo>
                                <a:pt x="595419" y="1063194"/>
                                <a:pt x="594431" y="1070534"/>
                                <a:pt x="590232" y="1084615"/>
                              </a:cubicBezTo>
                              <a:cubicBezTo>
                                <a:pt x="583283" y="1107475"/>
                                <a:pt x="562935" y="1123670"/>
                                <a:pt x="539097" y="1125304"/>
                              </a:cubicBezTo>
                              <a:lnTo>
                                <a:pt x="539097" y="1141572"/>
                              </a:lnTo>
                              <a:cubicBezTo>
                                <a:pt x="539097" y="1141572"/>
                                <a:pt x="604030" y="1140090"/>
                                <a:pt x="659823" y="1140090"/>
                              </a:cubicBezTo>
                              <a:cubicBezTo>
                                <a:pt x="715615" y="1140090"/>
                                <a:pt x="773208" y="1141572"/>
                                <a:pt x="773208" y="1141572"/>
                              </a:cubicBezTo>
                              <a:lnTo>
                                <a:pt x="773208" y="1125304"/>
                              </a:lnTo>
                              <a:cubicBezTo>
                                <a:pt x="749362" y="1123663"/>
                                <a:pt x="729008" y="1107475"/>
                                <a:pt x="722038" y="1084615"/>
                              </a:cubicBezTo>
                              <a:cubicBezTo>
                                <a:pt x="717874" y="1070499"/>
                                <a:pt x="716886" y="1063194"/>
                                <a:pt x="716886" y="1035668"/>
                              </a:cubicBezTo>
                              <a:lnTo>
                                <a:pt x="716886" y="941516"/>
                              </a:lnTo>
                              <a:cubicBezTo>
                                <a:pt x="716886" y="927753"/>
                                <a:pt x="717874" y="923342"/>
                                <a:pt x="721579" y="919637"/>
                              </a:cubicBezTo>
                              <a:cubicBezTo>
                                <a:pt x="725284" y="915931"/>
                                <a:pt x="730472" y="914978"/>
                                <a:pt x="758033" y="914978"/>
                              </a:cubicBezTo>
                              <a:cubicBezTo>
                                <a:pt x="782736" y="914978"/>
                                <a:pt x="793323" y="917131"/>
                                <a:pt x="805780" y="929553"/>
                              </a:cubicBezTo>
                              <a:cubicBezTo>
                                <a:pt x="842481" y="966254"/>
                                <a:pt x="847139" y="1078439"/>
                                <a:pt x="893686" y="1128515"/>
                              </a:cubicBezTo>
                              <a:cubicBezTo>
                                <a:pt x="921459" y="1158370"/>
                                <a:pt x="961795" y="1171251"/>
                                <a:pt x="1006930" y="1171674"/>
                              </a:cubicBezTo>
                              <a:cubicBezTo>
                                <a:pt x="1041750" y="1171371"/>
                                <a:pt x="1076404" y="1166808"/>
                                <a:pt x="1110116" y="1158088"/>
                              </a:cubicBezTo>
                              <a:lnTo>
                                <a:pt x="1108705" y="1140125"/>
                              </a:lnTo>
                              <a:cubicBezTo>
                                <a:pt x="1051430" y="1144854"/>
                                <a:pt x="1020481" y="1109494"/>
                                <a:pt x="981662" y="1009237"/>
                              </a:cubicBezTo>
                              <a:moveTo>
                                <a:pt x="760045" y="886359"/>
                              </a:moveTo>
                              <a:cubicBezTo>
                                <a:pt x="730966" y="886359"/>
                                <a:pt x="725955" y="886076"/>
                                <a:pt x="721544" y="881700"/>
                              </a:cubicBezTo>
                              <a:cubicBezTo>
                                <a:pt x="717838" y="877995"/>
                                <a:pt x="716850" y="873549"/>
                                <a:pt x="716850" y="859821"/>
                              </a:cubicBezTo>
                              <a:lnTo>
                                <a:pt x="716850" y="697489"/>
                              </a:lnTo>
                              <a:cubicBezTo>
                                <a:pt x="716850" y="684115"/>
                                <a:pt x="719109" y="679845"/>
                                <a:pt x="723414" y="676069"/>
                              </a:cubicBezTo>
                              <a:cubicBezTo>
                                <a:pt x="730472" y="669611"/>
                                <a:pt x="749705" y="665235"/>
                                <a:pt x="783618" y="665235"/>
                              </a:cubicBezTo>
                              <a:cubicBezTo>
                                <a:pt x="846716" y="665235"/>
                                <a:pt x="891110" y="711993"/>
                                <a:pt x="891110" y="772797"/>
                              </a:cubicBezTo>
                              <a:cubicBezTo>
                                <a:pt x="891110" y="809039"/>
                                <a:pt x="879676" y="836848"/>
                                <a:pt x="860690" y="855833"/>
                              </a:cubicBezTo>
                              <a:cubicBezTo>
                                <a:pt x="834082" y="882442"/>
                                <a:pt x="807121" y="886288"/>
                                <a:pt x="760045" y="886288"/>
                              </a:cubicBezTo>
                              <a:moveTo>
                                <a:pt x="1523744" y="639579"/>
                              </a:moveTo>
                              <a:cubicBezTo>
                                <a:pt x="1485102" y="639579"/>
                                <a:pt x="1440602" y="638097"/>
                                <a:pt x="1440602" y="638097"/>
                              </a:cubicBezTo>
                              <a:lnTo>
                                <a:pt x="1440602" y="654366"/>
                              </a:lnTo>
                              <a:cubicBezTo>
                                <a:pt x="1467246" y="656307"/>
                                <a:pt x="1488808" y="672822"/>
                                <a:pt x="1495936" y="695054"/>
                              </a:cubicBezTo>
                              <a:cubicBezTo>
                                <a:pt x="1500453" y="709170"/>
                                <a:pt x="1501512" y="716475"/>
                                <a:pt x="1501512" y="744001"/>
                              </a:cubicBezTo>
                              <a:lnTo>
                                <a:pt x="1501512" y="910214"/>
                              </a:lnTo>
                              <a:cubicBezTo>
                                <a:pt x="1501512" y="963149"/>
                                <a:pt x="1499747" y="999285"/>
                                <a:pt x="1483302" y="1033339"/>
                              </a:cubicBezTo>
                              <a:cubicBezTo>
                                <a:pt x="1460929" y="1079816"/>
                                <a:pt x="1421793" y="1104801"/>
                                <a:pt x="1364518" y="1104801"/>
                              </a:cubicBezTo>
                              <a:cubicBezTo>
                                <a:pt x="1320724" y="1104801"/>
                                <a:pt x="1284764" y="1082145"/>
                                <a:pt x="1267084" y="1045796"/>
                              </a:cubicBezTo>
                              <a:cubicBezTo>
                                <a:pt x="1252051" y="1014918"/>
                                <a:pt x="1247322" y="974159"/>
                                <a:pt x="1247322" y="880889"/>
                              </a:cubicBezTo>
                              <a:lnTo>
                                <a:pt x="1247322" y="743930"/>
                              </a:lnTo>
                              <a:cubicBezTo>
                                <a:pt x="1247322" y="716405"/>
                                <a:pt x="1248310" y="709029"/>
                                <a:pt x="1252474" y="694984"/>
                              </a:cubicBezTo>
                              <a:cubicBezTo>
                                <a:pt x="1259444" y="672123"/>
                                <a:pt x="1279799" y="655936"/>
                                <a:pt x="1303644" y="654295"/>
                              </a:cubicBezTo>
                              <a:lnTo>
                                <a:pt x="1303644" y="638027"/>
                              </a:lnTo>
                              <a:cubicBezTo>
                                <a:pt x="1303644" y="638027"/>
                                <a:pt x="1238711" y="639509"/>
                                <a:pt x="1182918" y="639509"/>
                              </a:cubicBezTo>
                              <a:cubicBezTo>
                                <a:pt x="1127126" y="639509"/>
                                <a:pt x="1069533" y="638027"/>
                                <a:pt x="1069533" y="638027"/>
                              </a:cubicBezTo>
                              <a:lnTo>
                                <a:pt x="1069533" y="654295"/>
                              </a:lnTo>
                              <a:cubicBezTo>
                                <a:pt x="1093378" y="655936"/>
                                <a:pt x="1113733" y="672123"/>
                                <a:pt x="1120703" y="694984"/>
                              </a:cubicBezTo>
                              <a:cubicBezTo>
                                <a:pt x="1124867" y="709100"/>
                                <a:pt x="1125855" y="716405"/>
                                <a:pt x="1125855" y="743930"/>
                              </a:cubicBezTo>
                              <a:cubicBezTo>
                                <a:pt x="1125855" y="743930"/>
                                <a:pt x="1126879" y="822026"/>
                                <a:pt x="1126879" y="896840"/>
                              </a:cubicBezTo>
                              <a:cubicBezTo>
                                <a:pt x="1126879" y="971653"/>
                                <a:pt x="1130831" y="1014318"/>
                                <a:pt x="1155746" y="1059418"/>
                              </a:cubicBezTo>
                              <a:cubicBezTo>
                                <a:pt x="1191035" y="1123680"/>
                                <a:pt x="1267578" y="1147289"/>
                                <a:pt x="1343486" y="1147289"/>
                              </a:cubicBezTo>
                              <a:cubicBezTo>
                                <a:pt x="1434568" y="1147289"/>
                                <a:pt x="1490713" y="1110835"/>
                                <a:pt x="1519933" y="1060442"/>
                              </a:cubicBezTo>
                              <a:cubicBezTo>
                                <a:pt x="1541107" y="1023705"/>
                                <a:pt x="1550035" y="980440"/>
                                <a:pt x="1550035" y="926342"/>
                              </a:cubicBezTo>
                              <a:lnTo>
                                <a:pt x="1551093" y="743824"/>
                              </a:lnTo>
                              <a:cubicBezTo>
                                <a:pt x="1551093" y="716299"/>
                                <a:pt x="1552152" y="708923"/>
                                <a:pt x="1556599" y="694878"/>
                              </a:cubicBezTo>
                              <a:cubicBezTo>
                                <a:pt x="1563657" y="672646"/>
                                <a:pt x="1585007" y="656060"/>
                                <a:pt x="1611368" y="654189"/>
                              </a:cubicBezTo>
                              <a:lnTo>
                                <a:pt x="1611368" y="637921"/>
                              </a:lnTo>
                              <a:cubicBezTo>
                                <a:pt x="1611368" y="637921"/>
                                <a:pt x="1562386" y="639403"/>
                                <a:pt x="1523744" y="639403"/>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18" style="position:absolute;margin-left:0;margin-top:35.7pt;width:87.85pt;height:49.9pt;z-index:-251654144;mso-position-horizontal:center;mso-position-horizontal-relative:page;mso-position-vertical-relative:page;mso-width-relative:margin;mso-height-relative:margin" coordsize="25817,14673" o:spid="_x0000_s1026" w14:anchorId="2DC033AB"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8vjEWjVIAAHDZAQAOAAAAZHJzL2Uyb0RvYy54bWzsnVtvJclxoN8X2P9A8NGA1afuVQ21jLG0 MhYQtAKkhaRHDps93QCb5JKci/zr/UVeqiKKpysj1aOFbdAGxDldFRmVkZGRcc9f/stPn28vfrh5 fPp0f/fusvnF6fLi5u76/v2nu+/eXf7fP/32n+fLi6fnq7v3V7f3dzfvLv9283T5L7/6n//jlz8+ vL1p7z/e376/ebxgkLuntz8+vLv8+Pz88PbNm6frjzefr55+cf9wc8fDD/ePn6+e+fn43Zv3j1c/ Mvrn2zft6TS++fH+8f3D4/31zdMT//qb+PDyV2H8Dx9urp//z4cPTzfPF7fvLvm25/C/j+F/v5X/ ffOrX169/e7x6uHjp+v0GVd/x1d8vvp0B9J1qN9cPV9dfP/46cVQnz9dP94/3X94/sX1/ec39x8+ fLq+CXNgNs1pN5t/e7z//iHM5bu3P373sJIJ0u7o9HcPe/37H/7wePHp/bvL/vLi7uozSxSwXjSz 0ObHh+/e8sq/PT788eEPj+kfvou/ZLo/fXj8LH+ZyMVPgap/W6l689PzxTX/2DTNeDpB/GuejV3H j0j264+szQuw64//KwG2w9xM0xQBm36curYVyDcb3qf720/vf/vp9lY+IjDNza9vHy9+uGK5n3/K b6u33siM1gn8+ADXPW2Effo6wv7x49XDTVivJ6FaIuywETay2RgpG95Zyfr09gkKn6FpPwvJLi8g XtP1fdM3kXqZvGPftmOiUbPMU1g3RaLr75+e/+3mPizT1Q+/e3qOLP+e/xJs371Py359f3f39On5 5i/g+vD5ll3wT28uYMp5vPjxIiJJkDuAv2qAZVrG/uLjRbN+yjkUTS0KDdB17WkqomgViubUdqVJ 6Pe7pZmaIoauEoN5f1iasYiBLbmuRD90/VSahAY4FYeHMeuG1wC+hYYxVxTCQ8UZaAAfCuRDHQoN ENm0SCkOsRXHqbQI+mXn+EvN+PplH4kavUNdW9pAvESCePkuC5Crj1mmXP90l4QK/3VxJRrAKRyK D/dPIua1hEGa5Z/IjyjUgRKJVABGFGjgIA35Hh8wu1wD5wPCB8wG1sBd1WezNTVwXwXMxtPAQxUw W0oDh9PHTTA2iwaeqjCzEzRwPpl81IbNNfBShVn4V0PzW/FYnH3i1Ud0RNEOb4N2+Hx5gXb4eHmB dvitwFy9fbh6FhbP/3nxI1pMPHM/inITjlx5+Pn+h5s/3YfXnoXdw0YLnxE2UPqA7a3bu/Nvh/Mt vZ3fyX8fwshynoWBw0Hle7WRE+fw1XDChGEzsTLW/Ddi397T88rv5L/x3SDzX9Agv5P/7t/dlAdW Kr+U/8aX4/q6Xyx/6fnVykivb++fbiIHCTsEHXTlC2EnpWShXYpGGnjn9k7YpRtQXC+ur7BvPtxe PQeZeHe/vvTw+PT8m6unj1FtDcqqLBQchTr2GLHeIhrRXbOWKP/17f37v6FiPt5Ho+bp4fq3nxjp d1dPz3+4ekR/g0ZYZjz9eP/475cXP2LlvLt8+n/fXz3eXF7c/u87tN2l6Xteew4/+mFq+fGon3yr n9x9//nX92wVRDDYwn/K+8+3+T8/PN5//jMG2TeClUdXd9fgRtQ/s6Pij18/85tHmHTXN998E/4b Uwhi/u7ujw/XMnjYQszkTz/9+erx4ULIgzaPvvv7+6xhX73NqizElxfiuwJ5d//N98/3Hz6Jnhso FumUfqDti1Xz/0HtR+xme+rvUfuHaZyHKPdR+5uhDQLw6m1W+5vTMPQ8F6OqaYduyQIym2SaJTOx 1LF9rPc3y2kRlTlhCdz4AsIo/uOpnxZRpNZvKSn+/akdiiiM4j9MU1CaD1Gw01ZdbWjHoS/i0BDQ ujgJo8gjivumiEKDdG2/DEUkWpUXee9AokE6F63gn5VW87i0otseL7mGGJa2L1NLa/Qy9jwXkWiQ uV+6MrW0Tj+0/SR2xvFENAQ8OzRzcUm0Yj+1RQz6dd8stGbfzBihRRwaYjyNLGBxB4rsXc37uRnL 29wYA/PYNcE2PtyEjd63QzuPjp2uQeD40+CYjN660zSMZd5qNIhzMnr3OiejQaamm8v7pNHbt/Ut jAZxzsVsYN/CGJCm6xxiXu/gqe/H8m5BOd340ie9Gr2Hh3ZoHFg0SNuMo4OV9T6G99vyrsR3quYy DkNX3pZ6Jzt5zICgyFkxiWL0aqO/2ugldwqsqg3l/zQ2etkPxHmhv5wjJ5pKPveCnAMGvM4X1CDg DXgdp4mwN+B1/qAGkWzA6zxCImsNeHYMOEmHEDXgdV4hkY4GvI7nGsSeAc+GT/h4scVXN+Tf49pJ WuOF+HaiihMs8Z1vJ9hH4TuC3ZM4b/PtXH//7afrf735d+3hWaYuLhs6cBe4DdM1+HO6eYrsxEFJ LCdYW/GJ2EgBTTgRM4Obwc+hWsGadhwNKjTdOS4flo7GFEylgCo9CF4NPYtziKZlauM+3A23LMMc F4rw3ynZrnFO0ZqJsxJTyD0rAPG7RcBOhleE0s/6cTZz1gjFLKpCOMbp9SPhWY1wGXNUbsA2N/iC JRU+M1hIbnTLNEu0E+Yeu9MSdkXmELiyO0VOmPAPBpqpZxhVAS6YGW58zWlsRIcCYdN0U5cCi3GV 5tM8R4TwELa9nnuwsCJcsJzcGFu4LHHFCpin8c9zctryLfNkCMov+cjq2cW5TWjf5vPnHmdKIHPf DWZRg9EVH4kxdXZe2yaPhAqqevw+MY0SzPbWuW2zwWBCD4buXTvNUTzDtthAlu4YUgHV9sy3TdtF fEWy0C8GnaY5IVzasTVcFyyqF1OzE7K/IkkmJF2cA/81h5Mxr/JIgDruqGAVnZ/d+sg1OZZ3TCst hpYesp27KZ60eNOswNiWIBhOadnsbLZFjPMKenmgxyBmUILZ3rLQEWYclzThFSbTIhhGYbi+53P0 h2+P6gT/BtcuSCw95MhqRjIFu0c/CrZT+JD1kY/y/TxGwbPC5bkhrZBgwnEkbfSGq4INFR+JaZSo aGlnf0VKds2YzhpMnejuXLHNyxLnNogdZOeW98z6aDc3fr769F99+jaRLAcaJFSwpfLAY1/j05+a gYM8sD7qEtI9qTCbT79pkPjJp9+LghFNmp/Fp9+1C+5z8YsGLEF5Ovbp98vctsF1kb+l6NNfhiX6 R45wcACsLkgfDu20EypGT88RDg3RzeSfFeehXXbDqeuiL/EIh4bAFZ6cfEe00g67Fj0kOl+PcGiI bmza6Hw7wgGDrdRtZryopSXXAD4U2lc3hMBPCYeGgPeLi8FOWyexoLOXmUpDoD4TAhBX+BGhOJ82 HDMHZpFSGqLDsop+vSMcKJorjhn1t8y4GmI8YWAV52H887K7l/KaG5h5bok1lMhlfPrN6YTRWiSY gSGQ05S3oXHQ9+it5WUxIKw5UOXZ6M3r2CTi8NlWchhTJPJo7a1HH4gYBDna7QZk9mHR2xdzOvna D7FoEFZymh3Lonfw1M74tEt73rj0Z+yp6KA+JJnexYh5z+JrkAmXfgwRH2Ix+xjbyLFfNMhLLOiQ r872VZV35fHtPKB1DlAYGNNizSBcfUguzNE0XYFXf5ALGG7TmOtcnzCRBq5zfEafxfrZ2fx0+mxR KzXq6MwSS8g1a5HjBjz7OZzg0YGzfjsCOyq2TnBkr8Fex2mvzvZtp8Syjrzu8e9XJEImWyJ6y4PI PectD5ZHWMKg7ae13/wmOcsu2vmcYcmY12/nd855BvCnp3jMCpE9A8FYSKixG7RnYHsU7IPMkUXn uoJDhTeexXFacHcJrwZzQGMLFoV9JNQvYutPC599dsjuRFpYfIRnxLjZgm0RHgWF/uzcMkUj1cVS eAGQX7GfmZbplFxrSxtdYZnkLY6mSIRdTCBYCgFHeuAiwHTC3ayhMp4FCzriQX01Pp9gMMTJiCFw dvbnpoSnLoXGOghoXK9Ywks8NyjDsF5S9UhMggps5FuGr+ynZrITaNslrgYqoI0EBCMiQAXjwI+t Y1tFuOGERDSxE4qr4pdM48lOLpoTAS5YCW58ALZdpBjOOeITFmHTxfmR5BS9HHlVo2EREAZ7wY1w GXF+BjgMIHIjNcLpdEr4onWgnwUTI8IFy8GNEG+5VLWx2V8Ouu6ml4GVtM2Ccn8WV950cZu1YjcE LBoiv3OOi3ElUyMm37Uwb0MH3OM5yBK0fksHTIc4nfWZa4MOEwbEDjCvZjAU4rfMpJRqfNujYBqc JcW56Sm4ZrCBvqlhlwZsQUPX2IItYR+9mFwmaiQ8h5akRkPGdTAg8juvCeGSKv6aEP7+XN3ueecx e+RrnMeczy1RjyBvcB5LyDeI1Ow85qCTyH7MB8eNnDX0n8V33JO8IP7QiCTgPXYdZx9f/pCS45jY dxmB9ht305zcb0coEGir0wbdkAz1whw0ACfTKToTjlCggqwoyEEMqceHZNIACyWR0StyhEL7gF0o NMAyLl30Ux6h0B4hIAZxVR3OYgfgQKEdSC4UGqAhwtiVF0P7goJT73AO+m0nAu0GKiPQb7PUp+iW PFoHNvjKTS6G1QCD5A4Ez+cRCuP65WwLnrxDOhkIdAjHxjOOX5f0MBBtdzrFyNPhTPRubafTLN71 45loCHIDUljoEIner03fSiTiGIcGcOLQG9ZHLQ2RPat5Gugpr97I1RBzObggJ5re6qB69UaW8oaj JrIS7NUb6Xal7lgt2uJijAijxr9f4ZGLoik65II8OOeQCyImq5LJ8trccWetLnKEkJ1i7Nq80aC4 xQcNcSRtc22PgrKW8NjR7a9oeW1wmPSjyYedpp78zWCUiXKmsYXT0j4SYhYdbN0yJps46Ht6yKBr xSEnUk/PPwoq3Nm5ZVsxGfKiG4bBgkaWIPI7+W+igGhg1e9GFeZw4OR88L8ZtJbdkJam8YvTwORl kTWqXD3kji6R4YNyoh9tC7Y+ci0Yls8pEnKFW90Nos0EumEs2TywoOiER0GBSVOyU7G/4sQ2uBbn gpnb2PXJqxTUFTs37KWAbX3kmls3LzhThb9XuDy3diL7Iz6aRjyimsii+sS5iUpzdm6WwUSPeQGQ XzlHhnZOvlYC8maTt2OfP4vUJvVRm4xBPTnzSdDjNe3uNe3Ok3bHjvgaz0lz6vCdxm3F6YXwS6I8 u07IqqJkOPtOhgm/NYwMg/4svpOxR15hNCQsYYsUnCd4d6ZU/Zo+puQ/iRkscR5fwKC9JxQY5Frh AwTaWPLNQkNkF1Cm57kpaFMJ+pBgXSSUBvFNQ5tKvmloCJJQPIuh/SE+JBqi7ZsulaIerId2iBB9 oNFaias0xEjGVipDPsDBNlgdEOCgD1oJh4YY4cBUHnyAQ7tFfLTSEESWyOYPbo4j1mK/rxNBAnBW F2eiQXwzMZ4R31QMyMt1R+q82u6vtnvJ/I7K5Wp+/6fJJBIt9+vqL9NZHOsvRYicM2DDVgsKbBTP 6bw+tmERmKRrBBs2yHStrWbD6EV5VHoQTpozWuzewjTWEIkRhPGVTqy+wFrRaj7xgdCxaLoi1sh3 jDOy48WzNDzhI2wwXD2rm5UClDIya+jpb3lBXTW99dmLGW6LF4m4AQUp6Vpiulml8mKSDzqbEkMg PYbFMZHst4ezNBArnJHuZQauj+Qfm8E6KuRR1Dgp6R1M9kM4VSM2OS1rsE1xAiTf2iHJhFnr++Rw 1Dy3kTEenG58mNmphGsDzMZoPFDDJOahH401qp6FQ9SNUAH2J0oz9Sy2j1mZIX/LNsH10Y63+Plq ar6amh5TU7Szr7I1cXaccpHuuXbNzUnSXZKtuTZJhkN/FluThtldTGYPWL5gCYJ+VY1pFQAEtR/r t5yz07Tt6MOhIcrjG7tRKBRbqh1NQoOUEWirMSxBGYEBCdQpkknbjbgc+lhCdjQLDRGXoIjE2I2U 5scGd0dINETfka1WxKHtRmxAYrFS7HGEQ0OQo9iH6O0hT2m70YdDQziJpQ3H8sbQbzsRaJuxjMC+ Xdx1eqOSEppKEo+WwViX5W1hgu4zaUVlZjIg07Q0wd4/XGlxEK8Cxyk+NMhLGYW8fLWSX63k/6pW cjCSjzqkyybT+Qj85iwXtdaVzZAiMqt7IDq8M3j8+xUx5qzDHPe/Dhs9TCPs3zSBzcrL4aZo7W1v 5/hVfp7/xvfi4R2Gdb+46TZMPQ+X/yb0clqHUR0vS0McDm4WKJymaWZ5wPw3DhxOtvBuOBWd7zo+ grNBovGr4P3i1OKLx8QKh0sY8Pi9cESE94LkP5zNtqJ6/TN1XhOoXxOov3jx0fkEahGKX2WbYY/R TTjum7O22Yxvhuchh7qheiJL3Z/FNqPXVhN7DEQ0DuOM3T3FPMj1a0rW2ULST6iYP0SirTOyKIYQ TjnEofUxaqxjlfkhDg3hnIg2ufDVhgtvqOlIVVVnpv5XDeFEok2uoLEfIrBvB4098cWZz/mLtrRI YSWmh910OL6GSPr6wfjayoKXY/+Qw/ENxGmJCa+HK62trIEStWD7HeLQENz/1IR080Mc2tBiaCBK dNIQZTppO4uKslNf3hIapIzA2FkNJVcxUHpIJgPjo5MxtqS7WWwDf4xGb+6e9ovJFD9gK2OgUVTq 2d4GxkEws1PDBIprbnpuOFDovdpwNwqNyktsZRpuOAWIdF9dzVmnVN/BvBDraG+vBu2rQftq0J6/ MezYoC2b0wgfY07Xcdo/tIHE11vj8TQIKd/x0D0XMY9yKuq+8lbuwPElezzokeH1oB8eWnpBH3w5 dDb18t9oEAe9zvuyx3YNelYY8Nh2DfpSeI+eCmuWbP64/Dd+ZNB7wrvhnD6cPeRP3SeO8Uc9xPGh UZ1wYo9KQZyWnPWHnxqPds8nJJ5i0xQmFY7ZMGI8PY/xBxPoy2+/OgVenQK1TgFE+1c5BYZuHFIn EzJW+9MUGF5dtNWNk6jhySmwxA7DSO2fxSnQcWlNMH4iFodPgM7q8aaPhlqLlHjxIp34L9oGaGf6 mogmfIhDQzTchhcvRDpEoi38mIB8iEG/7sSgjYahm2MbyEMkGiJlIB/OQdsMFHjMZUJpCA8GYy3w 7dF1cjgJA+JbC23nNyd6AUip+/GKGxAfFm3pk9sWO0AeTsVCeFhXW/pUey3lFdEQ07Cc0t3NB9tD G/s0BmdDlYilIXw4jLk/0k8o+CAOiWVA2on/j5H6Tei8Gol1qjubVSv+r3W9JQsTPtcEW9MTfXHH qK9vccesPP48ta1JnCVLRzbFOUsnHKlhFuGoTArpl+yccDhGjTSIwEP9NWcJO96UwyoOuyb0ZhMj /02RRzl0XG/K9HOLpvIXxEPAO7MgzMPLmmj5S7Ne/vKS4yCgA1wQigViB1H74u2MJf+NdAkSM7wb BOFuXfIXoYe9pna+pna6Ujs5C77KUpiI52zt+/tTzlBeywhPtKhByf3HWAr0QKcmEDUlYnFYCk4d Wyv+PbXwsbFzmMoXkGgIahtjqeKhlq1V/5Y7YIJOdzgRDeHDoTV/Hw4N4SSWVv6jyXM4C/26E4PW /R0Y9Osea0Qr/RTFpszOo9XWEB4MWuOXLpDcsVniWg3Sn7j62qi95wKtRuXnfvUy0xoIeoeleJLT SGDXUaJZnIi2EvC4LrEZ+eHWMDq/E42FoQ1ljvEdzMaEEn37w4AMOBFCq7Lj2eh9K+WZ5cU3gUQn Fr1zJzoNxOshjrjYxBLJc42lsMdz0bt3Gk70ry8xsgknwjCDNeDOcbKJDA6TWK9FLHrTtx0JBsX9 Ynrx07HzFFPTDymmNz5YppQkcsRjeiM7ecyAvMDyGhd9viHJhYM4xonE4MGYOsodhWu1Bfdq8pYI 9g80eYuLJSJWrxa/a9b6v3FctEw65JMhXe7a4cyRRvAY8LVP+M/Shyup6QVfRVDqw3dE7bBgPwf1 PLweVOKdTWzt5yB+q981n5EHzH9TbDRlHpddENldUvCABDU0EuHFm7YIOnlM6Pcf9yzqqNAgV4JG bTOOREeXIDbPPAsaZt5mjiJrUWHDoAOBXlNbyyWwErCDjThRaUqlvoUrMCWVVB6JsnkWnaVr1P3i 1wfVMcHkt/LfSAT9dlAAd29nB8lLl83GGEHZSnBf8o8FHS7OXhTAPRZDvuS4GYc+znyYSSQTiLwI dGhPHbMGCtdToC1CBS0u4AnKWcJjl9/+WuFSlXLfEmE32FDZIp/0zWTvVQ7aXMQmSpofG3f9Ykiw qlTex2B7nhu+udQvvOWKAMMmQasLUEFZc2PDEKJ/u2AT9cvUQ7Ms6lE4NPKHBO1uhQofIrqDWSnL SxtHBDUvfV9+J3PSq6vt/paCi8uLp4frX8t/svMfn2/zf354vP/85/vH9988PodHV3fXH+8f6Sn6 /HiJuiY/fv3Mb6A+3D9e33zzTfjv6/vPODB/d/fHh2sZPOyVx6fnP/3056vHh4sH/vPd5TMept/f 56T4q7dXP1C8E9UEeSG+K5B39998/3z/4VN4KFdXfnv//m9/eER5lB8/Pj386pfpPy5++nx7xz89 PL27/Pj8/PD2zZun6483n6+efvH50/Xj/dP9h+df8G1v7j98+HR9UxuUx0D5Klcbia79JuPPudrm 4Ar/x7jaqDGak7Ef0AQJ9iLG/ldZyc+3V+8u/+nNxcBlFWWPgnackb19CjFa2jJlKfkSh4ZwOpCM BZ5KUg8w6NedGLT1nVxUR3PQr3scSNrs9lFJQ3gwaPvZudgahGvdWbpQC3BgDGvz2TcNDbEMnSPN QxvPs1wlHnwHR4uhIeikGbvAHbpBtOPMNw8NQd/ULtwteYhD+81Ck5ziPAyEC4dxmvmQGJCXK/Lq nHh1TsixW3DIRIVxDYqvGpkrpB4V2BX4P1c8Ph5dBRs3CtigkIZTMqmXm8FhVdNs3sgRHIAW+k4Y U47CjnTt/GatZuU3CKgAtj0raL/ZSv3Z7Fn1DS57djnhwY7fvLdnVyLQ/dfaS4aqHEdnjYqNxpGq 25cFYeZaiWnt/L3CZGKHEyd8OK21KJ9Wlt72KBwyZ7/u3LpvcH0jtZpqyKmnSjlgC2eKfrTNa31U WPStE5uGyCZP/huptr27UoDR8zuv5tFrznKteYSi91XmERlDbRt9Uqi7JxIY427YMhGQFyj2wTyC feOdfjDtz5KzzC3mqelQwOKwjrjlKLaJWb/lbCRM2VNkWqRshyMc2jrqBq6JF6X8EIe2duR67agw H+EwECfKCos4jL3DfYrJlDxCokFmMsfinVB54c4RS5s8LEi42Yo+TQeGnoaASAOlpCVqGaMnmpJH GPTrfEuXuvQeTUObPM0g8XIJfh4h0RDzsMTS9cM1NyYPRlIM4x7h0BDyNbQjK5FK2zx4Agn8liai IeaZjo5FHNrm8a25hpB04jJfGZOn5yrJ4jwMRDcssXDgcEVsYgF+2zK1DEiy8Y9x6I27kE0YnS1H y24yERr2bYirH2MxO5dEjDIDm0yEriUEX1x4k1bgW3kD8lL+cha8ppK/xtX/q5quRZv7v3FcXSyb r2uxHc/XYLZH4SZOjL2tGLS8aG6J9pYsuO2tc9Yb1XOplC5IHG2iBYUuDkdNj4llbY+CDpcw2fHt r2iXbXA9JXr2MiguAoomdY8z1JiRQesLH8IdqfHmcqGoCY/ZXxHbfBrkpCMYN0hvaT03zq/srOC6 IxsiVs+CYueenQIk7tpa83oiFpv0/6DJ6a8J50P40KjluTESy6attMyw4TLFnN0cZ78sXcLXzMsc uCF7AbL/JCh8Z5FlUzkOFdS8gCaobwkiv3OO9Ew+3V2+hIiocgpQVZV9QUFPs4RA14vzWZ+5lnpk 9nGpWQSUPz1o0O3CoAvq1BceBXXuLCnOTW8bck0VyLQd6a4d+Rjvh72BbFvmoNi5sbGZmzTkaehM zkKfsxnGbu5M4F4UwTDpoN+5ca1g1IZbMrZUKCZesz6vQbTBuGir88wSzf6KPDWdaDWuoTIBCSSy V0PAfrYR9KASRhDR9M7OKTNllgCod3Es0doSRH7n7GfR+z1CkEJCY3rFuPSHTyTlHe51Vo+2lV2l 6I5t+fla9UK0/DUU//7h8f765unp0913OT9AIvzXv//hD48Xn94jytnrX+NrinIw5dVk/xI3GnCZ ISPH+PvUDOtB+vN4mIZmGMTyzIgcPqZ+aUbafElUdv2ec44T7TManHg0DBVvU6qNP8Sjzc/h1Ivt XZyPhiH/oZ9jyvUhHm2A9gv/JxZogW4aBjRIzzLdtPvIi0fDdASLyKAvro92IkG3juhxcT4ahoLO EbdeEY/2Iw0dclr8AwW6aZh2ZoUceNglW5YIJw2FB0U8GqaluiGVkRzygXYnjeyecBl2YT4ahnOS K8XKdDMupfGEwluej4YhKW+cY6rM4XyMW2kmtSHcDVeYkAFi+7AdyjMyriVWdQppFCVMViZwmMci jOM56Q0+cSWZR8gZr1Q3jrCdY056i48NV044xI/xTInRx54o7iPjaHJj0pKhHRdSJx2Y9DafEKi0 RyhuJVNegx1FTZYDk97oNJToQqOLEkdoIKjn2bRyOq/SgdzYaXFIBwPUTdMQ+20ec57e6hIyIlZS pp0BwgqNF0ccI9J73Y1IA/VcwuSQqxJ1XEnXMZ8QLyqskQGau46+OEUGl0Dbhgg7Jvj2S4g0EOY0 kWMHJi0eOi8mC+Q7zCU1fZsT90KGAsrSnDSQVz3hpmKFCXO9dZwXBsitcGnxAOf5MGkgrwpJLvk2 J/rZyXWUxc1kgSi8TWXTh7tJbmle18mrrRog95z0Xvfqd8SVt8+bub3Voa+Knb5N6YTt65BEBmjk rrWYUnhIO3HhbIiwv9mCxVWyQAN1AuVtK56xFdFISJLDrIxIAyFZuU/PgUnv9VEu/3OcgPg2ts+j FIVz04FJ73Wsu2FwrBIX7ilM2Iip2/TxMmkBgcJP82EH9TRQS2ewVM59jMnu9WVB3S2vkwZqu26O seBjGxPn0EYI2UwuTBrIuZnw322IGny0aP6OORmopkOJd3CE3uvcOsHx5GE+DTWwOTy8pyWEf1IG qnOoKlKus+7bhkOQ+w7LxDNQzhn1ZrN7l8lCOZcJJ7GaFKJSRFiRyw0Ut1LOqYfa4X6SKq+Nfj11 Rx6OMFC0J1+QYUUdTK5b2VCJdcsCl2eloXpkGOtbRqU3PImmPRaXA5WGwmlBwMaBSu94CrzwK3lQ aah+ISvSQ0Cz5WlG14TMjoLGJ7GHlexyHwONFsoE1Fu+IbEl1rmUUGkoTAA52sqozJ7HJ8ktPo61 0lC4PU4et4dEuVZS0AuB9BDH6WGgCK8QzinPiqiSRjUtS+PYwgYKzxReSgcqIy2408eHSkMRyTml xiCH0mIw0gLznVtsy2tloOB0WeAiW3DfsSIgF/B29K4oSgsLNZym2eOt1Pu+YYvganGg0lDUXOKW cMxK73uU2Xb0+D8k/rTybcsdVChyZQLqfd9IQWlI+CxsYYm4b6i4NXL2zErve25RRnA6NBiJU2+o 8Kl6tDKJIa9ArFPLHnGslYHC64SpXCQgufoaFRXgHu+EgeJqaTR8ByojLUYvKg3FBUCEsh2o9L5H 1RxlixT3lSQir2RHtxhjFuKxBi1B2xWIU9hJQA3VzSdsHcesrLSgjt8jbrnzevvAHgtkduwruRh4 m9UwnBaPL8lAcTO26D5lDtT7XiJjVKU71kpDIZd6SFFGpfc9e2rGHHOg0lCUty8uDtT7PrAFJmaZ AzVU14UU4PKszL4nsxOvgwOVhkLlnDzOelqOK7ZgY/UcqMVZGageBvR4X+QG+Y0DmVPseF2Q7AYK C31Il5IdHviT3vfSriImRZdQaSiiPrT6KHMgrT62WS0SM3QwoAGCfKeYiHsslyS9baXfgpdxcRz3 Bog6cQwRx5y0rKBDtTiIyjyhgSggpjTEgUlvegqaF89hP2mgrh993Kf3vDjkUJcck9JQXC1NkqFj UnrP44jyxdro27EtLzfpcZmZA5Xe87NEfjy7VwN1qCIevWw2gsIrkwyUVyZJT+KN0blqwKNsGiCu oqehfpl8s97xNFjFMnBwuoFCe0FbcqAycoKr7Si0Ke6pWQNxeMjl9MXTg97UinzwhCf+aoCI+0tf wzImveVxNfoWSgO5F0pv+abtWtIVHeTTUCT3uXwIs97yflQaquf6xdR+8fCYkjTEldFJBCTVwDMr DcWeGj06GXmzChUJnbMnp8FAIWjl1oUiVyxGUtD/KDYPLhy+BqofYHUHAy5aUtAgi/wrx64yULKn OHTKszKiAi8bJ3CZAxcNRaSTs8CBSu/6BqWxoUCrKCvkdtmVmQjNi4VZnpWWFX5UGop9NXhCICTe b98HqpEj2DErA0Xokh7R5VnpfU+TLZwIUmxZ4kADNdNBzINK7/um53qzcN9NCZWBoujSk5Uk3b/W BfajMlDUynuShUgKVqg6SbXyENBAYfV5YjvSOE3jcvLFDmwgauA47+nSZ5H5ttYejCoSh4c4JJNv C+bdxxZsRFN1RA5onW4m1pAX4Eh2sGBuXHr7k1tOXzoXLgOGBhSrgI+NntD1fiOiH5mRG2xlT+QZ S1FTsaW0BnOpKDh2YPTU8DilUUcMMvJAO8fhZcFEqfFk0OIQVciAwj5z2KkWjOb5HuO7kc6H65KB C2exw9SyYPwCeVnUNybt0o/MgNHkbTo5dIBQ+KRmRp8XT8zbgkF5PtozM607tASjJVxZZkaTsymR RxS94onZ2PxLAiRYoB5kWuyQLUVwz4NMSwLZZSdPigdhQ8VX9KNdPBoOpr6CaimGOXlMBwvWj+jL DiOP7kAGGZdiukSjASMXsz05dLdQS7VxIzBUqHnWTMsddOZ8afqhqSIlRGpT+5FpMBxdnjR8AvMa l6gseOIcnG/BBvZmmfFNWmZL7HcMHQEKChw7X38iapVHITDpnBW4tNKC288Th6RJi/5ABD4c7aCh AfMKfJPS2YKK0l4PLiM8vFvMJGjS2a/pcZ6WmcOAubdYq4UHmUfckeCI2zUGzL3FTJpmBTIjcxq5 6MrD91oKUCKJF99FRgNGxJTuL45NpqUAmSYjLZc9a2bACBi4EuhNwmYFMi09UEolR6A8M5O0Ce2J UDgsJRKq1O6EiX2yymR7goy4hoeMBgxRungy4aQudRP4Fcg0mFuxMumblHnjKfHsMwPmVqwo7lUz W0icCC2MSiLfgLkVK2rZN2TIfCpsPfvMgLkVK5P8CTK0aBcZtQRxK1YmAVSkvstNRRWaIohbsaKz gSJjT3W3wyUmLfM3qJFU4tQ791jVke7Pq14FM3qCr9LOYQOiiJ0ke4f4sBmdHu3NQGDl0/XCg0er EAg3sjvKR6ZJAvWj0gKAxmievELUJ009boR06VMmn1Nuoyc84piWVjuke0dsf1XwQ9g0UMoiPcWU qK56XqyVx9HX9FpmkO0nN0Y55qWhOCvJ6fRwht77flwGimgHKbgeZHrvN1zJ4InBMn1FRMw3bkr3 HM20Ldl2JAowG9lDRQOFJidh9rIe0Ovt70dmoPDp+lymJrWThoiofI6ZGSgMfrRZj2fAJncSom88 R4qBwnL3zkzLATa0E5mGwuZ2rplJ8CTjqHMdlgbKz40mxZOC9M5l0hoovLXOfSa9Z9YTzI9MQ7kF iMny7KRUwHMyGyiuF/UJRpPm2Q3wsMcjZqDcAt/kefZdI+0ey0LYQEFD30Fm0kOlX0O4VbCkkBoo 9/lsMj1FKLpoaKD8uLTaQXkoqraDhnLl0cq9blXK5np6haKBcmuIJkWUxPCWyLhnYkbz8OqIJt2T MjBamHk8OQbMPzMtA1o814SjPDPTYP4l01oEpRok2buQaTA/L2otgkDBgpvVMzMN5kemtQgSDCjD c3G+BnNLj1FrEVQcoOq4uFGDucWiSf3ElqVNvGdmBswt703yJylTRPE8rG/A3AeZSRqtQGaUD/cR bVJAoeM4uPQqA+bXPkwaKLEkiOJhEQPmV6zodrYJ8ApsGsyvM5p00CAfF48hbcD86rC0nloPJ9yf ZDF7AqkGrGJuWiBUYNNgFeumJUJLsmvvqUrFe6ZI4udJkxsKNgp9PJLEgPlVYpMfWoHN6CJeo9pm iHLpo68HjgFzC0mTJIo1SOqhxxw0YG7xb/NE8f9TR+I4RQ2Y+2CbtUCQ+jscVx5kGsx9ZM9aqxDV WzKIywq/AfMj01KkWSj8cWn8JjeV8lZiZg7fhE0znchc9DQ2w+WvtvVEx1vKdsuOEJMyShCF8LKL jFqG4JHrPXUKEE59olyiQwq3Y80MGH2PfJ4ykzbaUrnbeZLiGgPmR6a1CpCRLOkho8k3pY6ZUKxj zUzqKGuGI9WFzJozKPAebuTCkO0AldoDVyVfY8BoPOUqWsBo18ikXBinaHlTGzBuFaB21UNGLUFA Td2RC5kBo12jLHV5o8m9TasiQpgT1nItmgEjrQM3oAebFgakFneLj/k1mHRQpj7FMTUtDMQ/37mS 1UzWqhcZFxhrOtImxFVwvANDo3OlZSCjNDbKFen3XGbIHRgecckrKhISuaGwoYPITccebBqMcDEh QQ8yLQ7kTKMVtQeZBpMzDSjHzLQUoZBw8Ah+gpSKHqQQ4wNwMD+EU2B0acRT7JmYhmK7kMfvmZiW Bn5cBko8+y5cRhZwvlMU55mYBqPQADesZ2JaFLBguKU9uDTUiNM8XuxzHKyTO+k22YgUhvgeXBaK q8Q9zGEySeEMV8gd/5P+QqqWPYFB/HEKyo9LQ1Hh69IaabGkcVF5wZU0xZPTQuGpFB2pvJtN9ql0 MfPojK2BIpjYuiSHySL147KSAzHlYkSTfMrR4iSilhxiUJOZ76GiFgJ+7tBQ4ivAf+hBpoWAH5mG EjeINFJ18IeRAvRScvWMNCmrIEPeO/Ku8Vcpxp8mLibwCCoD5Z+ZySN1IzNQ/jUz+acUYJwoLSlv aQPl50aTSUqWhXSpcCDTUke8O759ZjJQ/ci06rHAjKQjlJnRZJJyRcfgyR6j2kVx1YIH1nW4mETS iSqnznOQGSgSZBdPoB8ftPpCrpyRojTHgmmopSU25VHfTJ/QeeG6PhdzWOkRqhQ8C6alB1rfiNrn mZkBQ+OQlB8He2jxIfEzigI82CwYS+3pqUGwRy0ayEKj+/Kq7cAo2/BYuLSLUtjQul1NQC2UaN35 WvbDNDyOSoUM05GaJQcdDRQyh0Jdx6KZRFLZ054+FMQa1BcSCKPO1INLSwKRVZ5KG1roaFxyBHoU K5NG6sel9Y+RBFmXsWmSTyc+2NPmjyJRNS9uRWV3emioJQFdf0ZPOihsp3GRikvBXXlDmyTSmRvA PT2aWgNFyzk6KnhwaSkwCzE8ksrkns4D/hKPDN5lkjr3l4Fif/kaL5tUUnrO0TbNkdKI+1IvGPm7 nmoDuaxqs/5IwaR62WO6GDDJYXCtmM1B9SPTogObjMsVHOxh0kk513Hle84WA4ZRdvK0gqRVlSYj VYvcg+EQwAaMZZba+/Im67UYoPbQi0yDUTFKqoUHmZYD3B7fuVJBCL9qgqCKSQ6fY2pGj+i4oNcl rGz6qqSU+gipJQiFWBPmo2fVDBhHreuyCjItNUmgUOfJ4LFgVAVKAmuZkDan1I9MC5GJywM83Sro tWhmJpVOHjoasBGXPNR3zExLA1IoYRIXMg2GEEH79iDTmkQFMg3mTfGi56cmo8RUXcxvwLzJa0SI NTIOz8FlLhkw/8ysNHAj02D+NTMyhOpTX9hgl43q5UYjC7AMUCkcIsSmo3r3mUksxZVBRYvHuW7A SGKlrbSD9U1mKfVKBEQ856cF496IHiYu72qTW8q94V3vsnItmDvWY3JSOT65NtXjK7BgqEquBjEU +OqtRjtRXDUOHjFgXE3Qeep8aPpokUnypgeZBkPwz57G6GTiWWREBF0MqcEQ/K7iCo5njYyLQvCE eGamwRAiRHE9/GiEiB+ZBsNtJamsDuY3QsSt8ZtcVgT/i1If7h99vT3+9fb419vjT5dydfrD/dPF T+8ur+/v7p4+Pd/8RaJ23KKdf/+V31xgKnf4/nQn7/Pn4uruu3eXXwBHozTgdZyWrhXesPd12BHY Bnu4q93/8YhgA57vSXbOHaFqwMMF1X7siEkDHu5c9oMjLw14vvbe9/ESEdLg/K5Zd4nxGPBwu7j7 4yXWY8DruE6iNwa8jusktGLA67hOoiUGvI7rJGxiwOu4TiIhBryO6+QaNANex3Xp5vJ1w/K7hm0k jKCx87sKfMd1hBeqwHdch+u/CnzHdXjzq8B3XLddGe+StOKZN6Sr4zpxmxvwOq4TT7gBr+M6cW4b 8DquE3+1Aa/jOnFBa3B+1yycOJUNeB3XiZvYgNdxnfiLDXgd14kr14DXyTpxzhrwOq4TL60Br+M6 caAa8DquE4+oAa/jOinRN+B1XCeuTg3O7xquE+elAa/jOvErGvA6rpOidQNex3VShm7A67hOvHkG vI7rxD9nwOu4Tsq/DXgd14kPzYDXcZ14xQx4HdeJn0uD87uG68RzZcDruE5cUQa8juvEt2TA67hO nEUGvI7rxGtkwOu4TvxABryO68SzY8DruG7ccR2/q9Z9x3W4VWrApVpXfzy/q8B3XEc9bhX4juso zK0C33EdJbNV4Duuowa2CnzHddTCVoHvuI4q1SrwHddRdloFvuM67iSpAt9xHYWhNeBS2am5jt9V 4Duuo+KzCnzHdRRjVoHvuI7yyirwHddRMFkFvuM6KierwHdcR1FjFfiO6yhTrALfcR2Fh1XgO66j ArEGXIoBNdfxuwp8x3WU+1WB77iOAr4q8B3XUclXBb7jOorsqsB3XEfZXBX4juuWOq6TAjizcHVc J9cpGPA6rpNiMwNex3Xh/gINL/9QQ7xwJ4EdoI7zwj0DdoA63guXB9gB6riPnBZLQ/mHOhrsGFBu C6gbYMeC0sq/boAdE0p7/roBdmxICm/lADtGJDhaN4CUIpll5B+qpiBVSXaASk58EbSojVpIJZD9 gkpOfBG44B/qaLDnRCp/6gbYcyI94esG2HNiU8mJUi5jiVjJiVICYweo5MR9EEO6rFfRYB/GaPiH ugF2x7G0Ua8bYM+JxDbqBtjLRKIbdQPsOZH4Rt0Ae04kwlE3wJ4TiXHUDbDnRKIcdQPsObEyrhH6 cxtWroxs0GB3txcqYxuh/bb9gkpOlOIEO0AlJ0rFgR2gkhP3IQ5u4qpbxn2Qg+yYygH2nEjco4qR 9oEO6ShdN8CeE4l9VA2wD3ZQxlg5wJ4TiX/UfcFeJhIBqRtgz4nEQOoG2HMiUZC6AfYykThI3QB7 mUgkpG6APScSC6kbYC8TiYbUDbDnROIhVQPsAyBk6VcOsOdEYiJ1X7DnRKIidQPsOZG4SN0Ae04k MlI3wJ4TiY3UDbDnRKIjdQPsOZH4SN0Ae04kQlI3wJ4TiZFUDbAPijSVURF6Uu2ONv6h7gv2nEik pG6APScSK6kbYM+JREvqBthzIvGSugH2nEjEpG6APScSM6kbYM+JlVGSRrJNjYpTGSeh4nM3QGWk hKri/QCVnChdS80UKqMl3MC8H6CSE6VJqP2CSk6UdqF2gEpOlFaedoBKTpTunHaASk6Uy9vtAJUy UXpo2gEqZeI+eNJURk+4+mH3BZXxE2p79gNUykTpSGloUBlDoQnafoBKTpSGk/YLKjlRukHaASo5 UTo82gEqOVG6NtoBKjlRGjjaASo5cR9QkS6NVWJdOiaaL6iMqXCb2X6ASk6Uhoj2CyplonQrtANU cqJ0ILQDVHIiwZTdAJWcuA+vcLV15TLuOZGISx0f7DmRmEvNAKFHnyai/EPdADtOlD58dQPsOFE6 8tUNsONEevZUDrDjROmBV/cFO06Ubnh1A+w4kXvJKgfYyUSqHysH2HEiHZ0qB9hxojSYq6LBPsYi /d/qBthzIkGXugH2nFgZYwnd1sxmIuhS9wV7TqyMsdCVxYo0+Ye6L9hzYmWMpSWkYoSq/EPdF+w5 kaBL3QB7TiToUjXAPsZCF7DKAfacWBlj4Y6PHRErYyzccLEfoJITXxSMVMZY2hclI5UxltBry2ym yhgL11PsaVDJiS8KRypjLO2L0pHKGEtoXWVoUBljCX2l7ACVMlF6RdkBKk/nfYxFOkJV7cZ9jEXa PNUNsJeJlTGW0H/J0qDydN6XkkiXpbop7GViZYyFG233y1gpE/cxFm41qJvCvqREGhdV0WBfVCI9 jOoG2MvEyhgL90bsiFgZYwntggwjVcZY2n1xifxDHQ32MrEyxtLuC0zkH+q+YM+JlTGW0BjHELEy xtLuy0zkH6qmsC80kUY4dQPsObEyxtLui03kH+q+YC8TK2MsoY+MXYVKTtyXnHChX+UU9jKxMsbS 7stO5B+qiLiPsbSVMRbuQd8JlMoYS7svPpF/qJvCnhMrYyyhyYnhg8oYS2hcYgeotFj2RSjSnaSO BnuZWBljoR/PfhkrZeI+xtLaGEusMf/d07N0J3i8uX6+uH13eXt58fzu8vny4vHd5ePlxbfvLr+V adPu4Or5Y3pX/vPix3eX+ZbMi4/vLpvUF15e/Xz/w82f7gPQs7RIGAb6/cRDjmtlx/Vw2d67vfvS +xP3I+Vp57euv//20/W/3vy7gWkXbmYIBOsnep4EbZCvjh9A48jk2uxpsxON1/Uh934kq4LOSdzo m5fZYDmLk4aqKX2xhz3iuZ+H5eLBJXkC6ak+x8U/8xCU0+aWMTjzfOMk1IA08J9WX1B+69wXKph2 4U76IAvzR9A5KH9+u+CYCbJ+e9hzV1GgJ30mx02CmC88h3PgRqUkwmgTLN04I//klaDjXBoWcocj csXZIf/3D4VLyzgHLoqJHNZyc8NuWLoOpzgVH0SfPPNBc0NHzPhBCx++bvIiTjrDQ94A2XVc3RPk S57KSIvIZGH0eB7tB43shhSy6cdu3AzQMs5pFg+amE60OVoiD2ScEx7KpEuytGOMQq0P6WgqdzMA uT100Xai8WoqIwWyjRVleVg679L8Ln4QjbXj1l4f0m8x70lWffMhm3lm/o1czupNSZOi7Z/cTh+F bn7L8kKC4bqfFP7puc84uhTyR8iFRanyux9nuEOvPhf+cLFzXEPZwOtJbb7wHE7u3uDSpQgpbZXt 6svlWzE+Db248lHjHJsxXGvCSmwPX6xEnm+coYYZue4mG0n5rbNfSG/HFN9F8CeYjSooRnHd8IjQ 1Et/IT1z80MaxtKOMq2BxWJ/xe9UkFPHlXFm1JM0RgsUY95xo+XP4X6GLkXD12cvSHIOIZdzyaoJ W6+AeVB67kHpuERwgfmYnutnUqSoy89cCPsTuyzOYgXMCOkg1qXi065NQn191iOzoxO0o/3dqlcb RsvLGYnZbSCcWmtMOL90jhwdnZWT9seOiBVN6xfQNDyldY4t7TH12nAZEu1KA6loybo5uM3XnUW4 NKE/NvTnlu5YsLkipF1ZsmmoeFms3OX+8PUhLLZZKgZlnmsiyAZjTs381vkPXPG8PIY5KPLXc4D3 liehSZ/8nbBYjV7QzZy0SUqLumFOQOR9n/ohiKISt/JKMjomJ+8e95tumo+dWZ7vyiYrjNau8lsW 9gBm/YgFXsjqGgI/CJv8sEfCJsW051KVLenGrNs5nGzHObn9Nsg87FkV8fDhi926aZNxjkr3QQ1Z 1brttfMfuWptE7exWFWBrZ+SRUa5RkJvIBo7Z22P6/E2Tb9IFU7IIR0VA/qHEVLcB5PPGPplRn/E ShOaCLJpwnmen70gybkZ0q+dc8EC5kFpuDgkj9yCQmNmqJ4hvlQcrzhFDcmesto3J7ds/iDAURai rbx+Tyf3HMSHNIreTPkyzhNHe1JfuXYpKth52GFmsyedj9tGY2h6fUiv89T2QuybLW5dxMlSIibi 166Q67AnzoakEnC/R2TH7aHYDwmSG6ny8W7Xz/6KTI5GNqVMeTxYXPmkmVJ2QOqRhUevs6qPftjR oHN1Vpl5ZiGybak0oN5S+aVta8XXm4X1S6oj/TVRQOXr4NLtxXNzYmv13MkdyLGBZVphS3EMRKaA daJ35txD7qnc8ibMpM4j3YbFMx896duw0jo8rh7dZDWNzRy3EEIZH7c/0lY8TnI3JJsk73s+JWYV rp+iHlbOUEFCuBj624ZVn7Mu1fr0SwtpKbkta1p/uWI05a7L1lhTOLYX7QAJjDutFkzVIBO44ztu h/VbaJDOnSnhaUfv/hiFPfe0b+CkbD9YRPZXQqsGxlLA1DHrzH6hR3JAS/d/bgExT8Wiy/be+tQl jzEUOJ0iIzCwCCZlL7N/EHyRFnL1pBWe3GCC0pKO6o7bp8+rlWdnyxHGPVRxPhMFxcY1gDNHNOQ0 214Cx/qjJq7tTRl//ZKf+mY7YZMk/XkDXVdv5ghIebnor9ymbdDSaZrrvdIno4esnl2z27I0SqvK vZbhUkI0VDkHVobIr50lDs3S4YaIaWT2xroj3ZIxo6cbsYpZY78SkzivCU8rrPsGpluyeb+CrsSZ uGk2CaGeu55ixrV6Sh5pPEP6joO0ghW4bqpNngx0ZMkmNYuNAZjaCXGdeh8rCje0E/siGVlon1u/ maM1mTagVm4Gzq7ZwzXRQAMHi1FLm4lJJNWFMOhOkeIpFElaBqu5OZPNV55lBRYzO8JI2G525w1W XnaOUJTDfcqGdLBOlwyB7alvn+A44464wIEb6Ep1cY0kxYgG1HQAN2jVUyL1WPDy1IdWg2IFRJfN inaAT5JJ1HIxs1UQUUdpqh0lyvbUh3ZAfibxuYFuaLndKetrYn0YvZRL4NRTuYbLP1sNKk653cAI oNS1D00wGYDbR6mneBC/oD+dZSnO7TwwLhGuiDOrR89/tJ648jhiYhXzihaWYpftnvqIPHLSpNRS RP+LgZFqyQWAioX4Nx+F5yw/RZUct5Jas4Hy/s3HvwLC1F3jofm1s8TRmPBKWx8SBx4XzSQde+lm q9KmK80DcRDg45YaZL5y0z5efid3D2FnJA7aXix9KWJziDl120LhWUzej37gSy1vcafaJsvzU98y ck0z9wiFSZ4ZmPsA0O3iU27JiXn860fpp1xrU6OvKlBuSccPbfhjQJtILu2O4MteTWEt0vbmEZcC JwJbstpfeW3QIdOR2DXtFCX3Oh/uBcRUCLPtuAs5JlKpp1zuG3dS1+BjOm/inEcr91on5z53//4H Zee649aNA+BXCfIEc/HY42JbIGjRxQLFIkAX6G93MkkGmMRTe5J09+n3o0hKpCRPjvsn41LUhaIo XnU6bU94FMNQFFQJWehjW23YAL3moDs75YHuHvfH+3LPNjazNfPdJnwIuod8eKt6pVvD3JWjcTbc +VfR6qwoa8ftop2KVp6FDkdHDHNZEV9rMPN04Ec/uDYgs0RSKBIB15pg7c2ms0TD44vcisRnc7Su vM7yAme5lYJgca1VxWtQtGNnbj7lVAmTB8q/nDiUwLuOU1G9Yz5igiFtq4eR0lndSiDMuAiTrRXC J6EyGxSrSTzrhU0QvvlQANyYWoWg4NN28TwROyKooJi4lloGwYIx19U/veJ4JLUeibmxQMn1ChZI iisar8eWGnBggek62Sl7daFhNtriVLKThFmVHR98o2lrNzuxo1NsNxsTysqn25REFdUHFd8YGpJC RStNOxqhpLgQr1wuj0LHEs7orkk+XMe4ZVi0NiKucVPxJdVoU4Muo/DFBdrViX5vJfKhZ3eM5QTg NZpDK1n+LicFTNx9ooAFq4APx7K+MiGMVhNRlfqnBFjeyCbO9IyiCt2a/oimjQlmu9LaZXw/2XyZ 3pXsitamQiQLniu+BD4Hq8+sTaFc4BoAWLQjvHdVOyYcz2GO5CHeweWvahpyd63aoQ9LpsKVReYa cNGo8pVfgr568QzdwgcO5LrLGse2AcmUwNNsxM0kzb9sWwIm6n8OZuLrCNaR7Vld54kNzaO07bUN 5fOzrktQrNHM/NbQL5gRgW8eYpvb2rxZHm+CxH3eaW9oGqSFOH8T2E67i31d7yFcNueoUdcbEkz1 ThBvT9cxqlF1Mm3WN931R2SbALZOCkVYgwUD3/iqbZ0rjF/T61dYONUY9GZT4kgYyjIxVtgMnRbJ d/www2weKHbpGuGdFnKBTJWA8VVuDLOcDnstBpnpBhXVuQnHK34XG5bQWUc63F8t44LQTbFfFg6L ouyuMNQTzZ5twyI3sfqLanRBTD3LdDAdClHENJvZ2k5s25OABIfj4VvCsAGJgsBNzje5ZAlkJJRZ 4pK2nJKwBvyI6jmjJjRUsn33FqDjLQJeOyaLKWeVsCcbUl0MesM3n/M5aftJgoxBF+4JX6g2YdZQ 63r4NpUrkZe3694nhTVGekY35WHYbk8iEktalHjCi0DoTEYcAmudpxrjgytH54EB1Hms+I1O2EGH Wc7PCYYfV4qwJG6goWNyFCwnguc2sBbznpAj4KzAp85bEdMSVsA5oycBK2449+0ksHX4ILth6zkh 4cpSE4bVdnsSWB43Wy1O8Fb+r58qFGrLLZu1nlISv6dnBqIV9rEWkbcWCcffuMl2wSWOUmJRugvc 6K3wIFGym2REkk+ku7zwZvNZopib7Qa7G1I9DAzNZaDzIC+ws1WvJGhgs9x67uNA+PmwGOsW8kCm dIlzZE5c3dg7Y9jHq07XDVC5xE9kOLYrXfeQptglej3yOcpqUbZ2s4mCtebzlYUCZE1o6YCTR4Cb GrQkXy2yZQRKiqhaxQN1fHPqJGuPCCLJlVCZ781OzVEC2OUagZrDJG8v3KlT3Ct5ljzHaHFUyCNy fnbJzIfFJPAEPSLQOU+NIwn725WKKpf9J1dMUwJoZcoVOhBnOixOdjeEUHMIEaX14DMhO0w7JjEw 614wLPnCZo3j8KlRwzyQE9v2BC6/cOWAmGC9h71ZRnakDSqRLZAZZf8vhEPxMVVt7Um6la1wtVzU JE7kRLEwFxKHfbBHQ1bkPyhq6xiRbeZcU9gCVBwoSjqCS5z7xayAEPHcWy47fAF5T1raLhYxg5yC ot+tWwHyC7KO+lbURN1IHCearAqFXt6ShkNwNzu/8fzi0FN2hXWzBiSapl97FbhsP9BXJTlC+Lxi VoITMuQj9gpEL8iMPAMOY/p6jekCDk6eGoryVlNGlbCgaTQrFOxehl1wYMoMxfmb9FMRqFxsBRgF ah6liVef4wp5apHWyqEsrDXMHTiaOBj8PPWMDcvxRXSDVkvE6QyUmIOJovMYWzJC5PVoE60dYwMl UdoE78DYEbqYsSOS8GR9u/2lPYxImAlysXJy2/JxQZqwIWK36lzK2yu8srrCBh0YbbYnhAcxlcww GDvm3t5YNqJ4c3NSGzH+CXQY1letTJCQSBOomZ3ebD5L9Ba3MjYELRMTQ+ISuJcNJshNGkAiHVEg 93vDRSYWhlnOhyXhzFKEEVaSHhv3hKCNp2pK0C0nkTGpBsVGOpFr5Kt24jSkxaqDjCQPuBp/Y2Z2 s+TqM/sUp5wqB5WvyGqqiRznqQ5iKAprl2EH1UF0AzzlCq3KQR12S4DaciW5/02xWLQnuBpxh5uY QHXIrIDpuqaywiaFUpwcM7xvQl6TSYLFqgPKI35b7XKx6kAmhAdTyQHpsssxGqiasFsa1SEHMYEi kt2P42JyIE6TtSZdVyt4v0yTrzOL91Vv/tZuyuLo6HYHN6y6TXy+XaklCkmX2TGBDXPM3G1KG1YY VRg2O2/h/9o5gCSq/00bzxZyRSKP7jusRfptPANE/sx/s8EGzDyBE83udsSbZfQO65gNCJoZu+iB RBjigLjpYEPdC3G+ZyDKhFnnEnlQ4KIhyXbljjzVLTF78/CsN3h7sqyicsnKmAiaYQ8a+fPC8i8X SXivja3Q7LKbH2lLRohOiNKpLs8kAMVHVGT2sM5u4xsOOWecIddfvdl8inUW3PMY3fnqlKwpM38x NAk/p50iQuw+GErcELrLKSMxUeuYcfvb4ZoUWLuSxRbOJg5qF+enEA6HLoe1TPl7xIlI6HnqMALp ReJMkcIJ95NGUgmqUOJUKhHcIgjQYZazPSH+LYWc5UoeO+YEkBBg0LoSn9QcOgzrq1Y+TUiRot5s OktuEkt2ZxvEnRF5g+DLtQXMsan7Dab1deWr8zjnGoasTIcXIyvsEi5y/9zIzgkaT0hen6/aiNO6 RMq1o+itMu6IM5xtVoCRagdfShQS3SRB2ETGecKGMBlpbdrtIMM4Q1T/GdDlZuWZG8nv6IADy0zX ifZot20Tx94tNzHn2LrtpfzqmrQeW+d5dwdempV1O95IuMq86HC8yqQWGQVPzlW6GvPKfF91J0XU GG0Sjrfyf6315oJhdcn11v+OkMH7MeI4DcnCxvVtHbpi4sAgYpr+Mexb02F0jjDclfs0m2oCWmuY CfISWpsKTiKLFLe5VCjLQFPtljHMdDosST7iHZVNm3RMbod/8amtpQ47hQ7D5i0koZn7RgdcsOM4 AbaY1GV+0+bTRYnP0TTHkU15k47zqJrByOH4Yqg8MR477+TwrtsFOSFKy0HvEpeklKoUSlfdqtIS U4ey6A460HK6Wl7pwDnQobaOuevM/zLqXlgcRAUd9yzlizwA8sdN4xu0L4FS26WTGkR0gkahn9fX cU7ocrkCFoeaaGCA2RiLMYwqGPShnMe0gTN1MPzIEFSFy+SOJr+aG1RFtFzwnRbGrLgOXQ+JSsOL NEpYVXuBj5yWGdtkzxyrsRAsYgXjQdeqYJE+HuJp+tQy3uVilBD9CV0MZxI5dQ6uy6kjz8HDyL52 W23CipT1dlMaUaxNdqHNdNDHCKFhVfl2DQoZtbL4qgz7XD4ijOBJJRKO6lQyuibBSY/wjMETeKlS FjtdrJUlpPHMswxCBiYRer0MXMLRrs2cJ4ioNScBUDumdD/b0GwMhD9lmHLFk3PTW8MDA80ZAreD eSdH5Qy2omMXrL12RgY7/nOb8pmXDFEfEunLaie3FzlNmC8KHXwNqCbFoXOWhiaVpJIcNSDV03I6 G5jyDsmBElRcIHjjzYB9WRViOFhFtwz9t3uDggSdredtUbRCbDvq9wlKDqvG5xZtaEQlq2rduU3Y bSzDshb8InjQ0rDyagaOHVlpgy4bltRvnpDoUF3EIXeph7LtRsHIKWzQSZL5Ci5vQjTjKTOs75TJ P1Ktpdq2bGhE8mb+b20uPKXz4wEAdf6zNG+Wx3KkZmOLX7MrduBVFvlqZ6HWNRphsuwlZ4bs6g66 jJY4Mz2avh47lppOt5hQmDtffIDKwytnpJtK6Mg7hkd4TCLxBgaIcw47LRlt0VMvRWSmvVG/RmmS QJetlgAFlCqEKtWXyaGM/YebQ7eZ1F4SvNKwAcpWkPrrPtm8nfmXbm7sWdzPfSkL7mNxKsvuYiFQ LJzJQSmgPOHRgZetGA/p1hT7WdeQkuOiXWM4o1mmNaP/eurVlp7ap2teiASLMe92f0Jy9vd/jTZU bnvBFzNcLQuSwgAUl+pOomFRF5InTixaqsWVZFJL2wkfwqomQRjSwcsoylasL11vqbgufriS0Vsc TE1dfhAkggkjWSLNooETKlySQ/oScEUMlBVTVYs3I20k9wrhdIVyr/Dn7My0W0b3hoIP3qIw7hCz 0h24reGM3REUXiKwlRzddMrkyFqyLawlmW3hbOMSwg9XBmzAgTqZgQKOnJxFT+dQh1DFT8XxLZQ7 0PNZuKUwqOMUIxQRgfo+JeWMLhGVYm6ZQVi7JF25+x2XYb5M2Qh8hYUwVKgacCDMbFB5ssv2sGH6 UmGUquqRf5LrwpGFUpFX7pwKXDQmMof4QYfpYxJ5RvO3pZCZkvz77L7793GfSOLMjE8zA0QcOK/q TN5qRhVuK89q5i/kftwJ5JfoMmXhVAFn9RhphempQB4zOZGwNB0TrvNA2MVWog1h9+UxFlOHcHVQ c38KSOLLidPr69WzGzoU29+UM7bPm82nWGeBZYRHNB3dm7YAMaskszStoBKGEDWSbfm9DMFlUSqt sftwg8SOiQJ57iFmv7xdFaGNYyT4glNIoAOb+qqNOBGJWjh9duN7xJkiOVsTieRJFlsDUk+/xlOh vCFhlQBcOA4dZjnbE3KjhZZ2lTmqd0zxuxdy0bGv5GXoMGwmTuoyUtSbTWdJoN6L1GWTcnL45kou oFMbTD5tLX8/k3OKGqDCRFgST2TkDU6S1OIW0o3snKDxhOT1+aqVcwISRxgbxrjNW2XcEYcnEDRJ pm6RKDK6ArI3KHtICyBFzTIr5BEqlc/D9k3HxGK2UDi2A9kbqVtOiSlPJGKhOCQgieKWnNSAy8ak isyyuhpmXSc2qJ0AooUSpwyHGKNVig1ko6TqqaYR5ZXlX0pb1HkyJRSTFEJ9CcPHlDc0avANk0Lv 6gqFY507iBxKWt1McsxGxd8t9qyeSaRXFkmiH5qvQl7KtVp4H5bKQN4odUkhwn4usWbjchdhdDdc SawNZOQIkEJrx4H8gltNca4jY/vWGgWSUlAJpyt2XlYKg1QeoHUBxHoMy9vNZ0qJXV0loee8M8RI 8N7rvjEAOnW6S1A8/S0wyMW5cMUzD9XUUDtoVNqbX4tzT42QTbS1y/iGRfzTMmMaltOMCJ0HigBC 30hvPOE3VtFKUIBypik5p2Ny6i0Rg/yZzuwSGWObfEtQQA3NOqEAlEulMMBwPH1rbIUNh5wTIogL NjBMAl1V0koDo/HOKZtW+J+C+K6IipQ+XIgGxGj00TId8q+6Ey6XSI6RIEwcE0Hl/k48JDm5HWoS l9QxK3CgymxMNBWW2mE6sck1hTsLEFVfXjQNE4rADc9aznl0Ombr9hZFoRNLPMFjBXcsiqdI0phC T50Qb/ZJxjoTWrZOeWFU9VZ5PjnfM4RfsXPKOuFyez/RiYDhH05Ve1wxr6ydMd1LUlcxZ4wNSGHT JFem2hrmDgwNSdECqI7mUyHtmzoq076xDpTmL0MH6uSzkbqUKvMlNzp+eUo7jWuob+hcqiTaiOgV iUm72y5bCH8XN49CcSqd83gTDxdQDab8SAVLvnaoo6glPLB0p0UnKGQ8Ybh0xAldcuK59YzfvNl0 CyMSRkSWX/xEBKlTAQ8I927k70vifx69xmzhv+XSg03hqrBbmcc7uUNy13iDLZuUQ+0v1FXmIdeU tyIKbQN44J7pitHB4Ycet3aNJiaPmZQblEOI7pAmRu0Jaq+B8UlrYvaykVHzKAgwXGib3U2XxAO9 2lWydDsffIAKw9Z7Ia/R99oOaEDaoFFxx6sI8mYZeYIEa2p5SKMPu+5iFnnIHgYxi77BkCZIUBTU M76UOpishspl3WULisy2SDbeQjmTcVh8mJIgWQ4xPhT1jA7D+qptnRFpab4NCVZtpIrUiIOv0hMO aipwhUqkyS++Ch1mOd0TXthprv8+lQfzH++GeX/GSU2hw7AdcSJSpKg3m84St6M/qzbZJPxvpJbp Jo0bTFaLu3l5DOIszuHkyGccZPepVrCXYRvVifFZ+pBI2o6d4dgKjSckry//Mv6ZooZhybZWAcel Yq8NTqF4CDVYM+zJiWFrx5LMmC1UaCxvXlQZw/cP0kERH7FnhxJ8tCewFw4MaaNvRx1+dUlIRgxD Hbn56SuYF1n8WwBnu/FBxQ9+smueT5JM/iKyuQ4IxqY134gyaGA0klZBnsmbf9keS5mD1ShxpWI7 dl1zyRtJ8M1yU+eBA5SopKpxA639RPmIqFR28yGy5eMZC0Q2hRkVicLz7Flhz7F9VBHj8pKHAqPs 5LVAf4CJg2eJyMMs59Qh9dr91ZTy5jJNjFbWr8eSEKI9Mlz5AYtBXso0kU0gzdaZB+qIE5GuN5LJ toA4U6Q6DxIavYKLFEFLQ2/QpBjPk9ShlXx4p+j29WM8hYDH53/e7z9JMdmHw9OvD4+Phe6Pn+Ub PSRQsCV3u6cfX79/3D2/llaf97XR0+H4/Mvu+PHV1x0f/znuHx/e6a59eni+P/iqGfPb0/GH49Pb w0//kL/+3L/779vDq8OebwVhehyf7n59oKffdsfnt7vDrvzPr/cHoB/3h/+9fvXtIBM4/vVld7h/ /erxX5+PeHVEzeZrQ+UHKo7UYR0i5M8I+fzl0897pojMYbTyp7R/fvQ/3x/2n/7YH969kVEB7T7f MfaPr++eD/7j52d+A3q/P9zdv3lT/r7bf4KYv33+/elOOi8VeazkP3//sTs8vRLy8DWk+7+f/73/ /ePu6b402H3lQ0hKG2mgbZWwb748798/FGCjk5Hv2/Gp/PXhh28f5C/Zrt3Tx4e7X3bPu/i7tPrh /mr/cf/47v7w0/8BAAD//wMAUEsDBBQABgAIAAAAIQCTf+xO3gAAAAcBAAAPAAAAZHJzL2Rvd25y ZXYueG1sTI9BS8NAEIXvgv9hGcGb3aRaU9JsSinqqQhtBfE2zU6T0OxsyG6T9N+7OeltHu/x3jfZ ejSN6KlztWUF8SwCQVxYXXOp4Ov4/rQE4TyyxsYyKbiRg3V+f5dhqu3Ae+oPvhShhF2KCirv21RK V1Rk0M1sSxy8s+0M+iC7UuoOh1BuGjmPoldpsOawUGFL24qKy+FqFHwMOGye47d+dzlvbz/Hxef3 LialHh/GzQqEp9H/hWHCD+iQB6aTvbJ2olEQHvEKkvgFxOQmiwTEaTriOcg8k//5818AAAD//wMA UEsBAi0AFAAGAAgAAAAhALaDOJL+AAAA4QEAABMAAAAAAAAAAAAAAAAAAAAAAFtDb250ZW50X1R5 cGVzXS54bWxQSwECLQAUAAYACAAAACEAOP0h/9YAAACUAQAACwAAAAAAAAAAAAAAAAAvAQAAX3Jl bHMvLnJlbHNQSwECLQAUAAYACAAAACEAvL4xFo1SAABw2QEADgAAAAAAAAAAAAAAAAAuAgAAZHJz L2Uyb0RvYy54bWxQSwECLQAUAAYACAAAACEAk3/sTt4AAAAHAQAADwAAAAAAAAAAAAAAAADnVAAA ZHJzL2Rvd25yZXYueG1sUEsFBgAAAAAEAAQA8wAAAPJVAAAAAA== ">
              <v:shape id="Graphic 6" style="position:absolute;left:4833;top:13441;width:642;height:1199;visibility:visible;mso-wrap-style:square;v-text-anchor:middle" coordsize="64226,119878" o:spid="_x0000_s1027" filled="f" stroked="f" strokeweight=".09783mm" path="m20186,97964r,-64757l1023,39171r,-23255l45347,r,97964l64227,97964r,21914l,119878,,97964r20186,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rrYeOwwAAANoAAAAPAAAAZHJzL2Rvd25yZXYueG1sRI/RasJA FETfC/2H5RZ8q5sGDCW6ikilPkig1g+4zV6TaPZu3N3G6Ne7hYKPw8ycYWaLwbSiJ+cbywrexgkI 4tLqhisF++/16zsIH5A1tpZJwZU8LObPTzPMtb3wF/W7UIkIYZ+jgjqELpfSlzUZ9GPbEUfvYJ3B EKWrpHZ4iXDTyjRJMmmw4bhQY0ermsrT7tcoSK8sj9lHUZy37vR5y354VexZqdHLsJyCCDSER/i/ vdEKJvB3Jd4AOb8DAAD//wMAUEsBAi0AFAAGAAgAAAAhANvh9svuAAAAhQEAABMAAAAAAAAAAAAA AAAAAAAAAFtDb250ZW50X1R5cGVzXS54bWxQSwECLQAUAAYACAAAACEAWvQsW78AAAAVAQAACwAA AAAAAAAAAAAAAAAfAQAAX3JlbHMvLnJlbHNQSwECLQAUAAYACAAAACEAq62HjsMAAADaAAAADwAA AAAAAAAAAAAAAAAHAgAAZHJzL2Rvd25yZXYueG1sUEsFBgAAAAADAAMAtwAAAPcCAAAAAA== ">
                <v:stroke joinstyle="miter"/>
                <v:path arrowok="t" o:connecttype="custom" o:connectlocs="20186,97964;20186,33207;1023,39171;1023,15916;45347,0;45347,97964;64227,97964;64227,119878;0,119878;0,97964;20186,97964" o:connectangles="0,0,0,0,0,0,0,0,0,0,0"/>
              </v:shape>
              <v:shape id="Graphic 6" style="position:absolute;left:5768;top:13415;width:1056;height:1254;visibility:visible;mso-wrap-style:square;v-text-anchor:middle" coordsize="105545,125399" o:spid="_x0000_s1028" filled="f" stroked="f" strokeweight=".09783mm" path="m19093,60479c9735,55832,3873,46226,4025,35776,4025,12662,25587,134,52654,134v27067,,46935,10975,49687,32361c102422,33589,102422,34682,102341,35776v120,10234,-5981,19516,-15421,23468c97877,63098,105305,73325,105588,84935v529,28796,-24703,41112,-53111,40583c25269,125518,-810,113872,72,84935,1067,73847,8429,64350,18917,60620t9246,25691c28163,92451,32786,102050,52865,102050v20080,,25021,-9422,24703,-15739c77356,77383,68781,71384,52865,71384v-14398,,-24491,5505,-24702,14927m52865,51339v14116,,21597,-7058,21597,-15563c74462,29601,67757,21661,52512,21661v-17644,,-21914,10587,-21385,14892c31621,44599,38997,51445,52865,51445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WGyh5wgAAANoAAAAPAAAAZHJzL2Rvd25yZXYueG1sRI/dagIx FITvC75DOEJvSs3qxapbo4hUFK/qzwMcNqebpZuTkKS67dM3gtDLYWa+YRar3nbiSiG2jhWMRwUI 4trplhsFl/P2dQYiJmSNnWNS8EMRVsvB0wIr7W58pOspNSJDOFaowKTkKyljbchiHDlPnL1PFyym LEMjdcBbhttOToqilBZbzgsGPW0M1V+nb6uANof5+/TXf9gd2ZdpuTsGPzdKPQ/79RuIRH36Dz/a e62ghPuVfAPk8g8AAP//AwBQSwECLQAUAAYACAAAACEA2+H2y+4AAACFAQAAEwAAAAAAAAAAAAAA AAAAAAAAW0NvbnRlbnRfVHlwZXNdLnhtbFBLAQItABQABgAIAAAAIQBa9CxbvwAAABUBAAALAAAA AAAAAAAAAAAAAB8BAABfcmVscy8ucmVsc1BLAQItABQABgAIAAAAIQCWGyh5wgAAANoAAAAPAAAA AAAAAAAAAAAAAAcCAABkcnMvZG93bnJldi54bWxQSwUGAAAAAAMAAwC3AAAA9gIAAAAA ">
                <v:stroke joinstyle="miter"/>
                <v:path arrowok="t" o:connecttype="custom" o:connectlocs="19093,60479;4025,35776;52654,134;102341,32495;102341,35776;86920,59244;105588,84935;52477,125518;72,84935;18917,60620;28163,86311;52865,102050;77568,86311;52865,71384;28163,86311;52865,51339;74462,35776;52512,21661;31127,36553;52865,51445" o:connectangles="0,0,0,0,0,0,0,0,0,0,0,0,0,0,0,0,0,0,0,0"/>
              </v:shape>
              <v:shape id="Graphic 6" style="position:absolute;left:7151;top:13420;width:1011;height:1244;visibility:visible;mso-wrap-style:square;v-text-anchor:middle" coordsize="101150,124360" o:spid="_x0000_s1029" filled="f" stroked="f" strokeweight=".09783mm" path="m32976,49822r16621,c58313,49822,71512,49151,71512,38000v,-5153,-3529,-13516,-21174,-13516c40951,24484,30152,26213,28423,36129r-26573,c4074,9239,27753,134,50479,134v20045,,43724,8081,47288,30843c98116,32840,98296,34728,98296,36623v276,10552,-6006,20175,-15774,24174c93959,65014,101462,76028,101190,88217v46,1771,-60,3543,-317,5293c96744,119554,70030,124494,49456,124494,26200,124494,1850,113731,50,85676r26715,c28141,97004,38410,100780,49562,100780v7516,,23291,-1871,23291,-14575c72853,81582,71829,71666,51256,71666r-18316,l32976,49822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9a+s9wQAAANoAAAAPAAAAZHJzL2Rvd25yZXYueG1sRI9PawIx FMTvgt8hPMGbZu1h1a1RRJD2Jv6F3h6b192lycuSpOv67U2h4HGYmd8wq01vjejIh8axgtk0A0Fc Ot1wpeBy3k8WIEJE1mgck4IHBdish4MVFtrd+UjdKVYiQTgUqKCOsS2kDGVNFsPUtcTJ+3beYkzS V1J7vCe4NfIty3JpseG0UGNLu5rKn9OvVbC9dcvDxyK/Wonezr/Mno65UWo86rfvICL18RX+b39q BXP4u5JugFw/AQAA//8DAFBLAQItABQABgAIAAAAIQDb4fbL7gAAAIUBAAATAAAAAAAAAAAAAAAA AAAAAABbQ29udGVudF9UeXBlc10ueG1sUEsBAi0AFAAGAAgAAAAhAFr0LFu/AAAAFQEAAAsAAAAA AAAAAAAAAAAAHwEAAF9yZWxzLy5yZWxzUEsBAi0AFAAGAAgAAAAhAH1r6z3BAAAA2gAAAA8AAAAA AAAAAAAAAAAABwIAAGRycy9kb3ducmV2LnhtbFBLBQYAAAAAAwADALcAAAD1AgAAAAA= ">
                <v:stroke joinstyle="miter"/>
                <v:path arrowok="t" o:connecttype="custom" o:connectlocs="32976,49822;49597,49822;71512,38000;50338,24484;28423,36129;1850,36129;50479,134;97767,30977;98296,36623;82522,60797;101190,88217;100873,93510;49456,124494;50,85676;26765,85676;49562,100780;72853,86205;51256,71666;32940,71666" o:connectangles="0,0,0,0,0,0,0,0,0,0,0,0,0,0,0,0,0,0,0"/>
              </v:shape>
              <v:shape id="Graphic 6" style="position:absolute;left:8502;top:13425;width:978;height:1215;visibility:visible;mso-wrap-style:square;v-text-anchor:middle" coordsize="97787,121501" o:spid="_x0000_s1030" filled="f" stroked="f" strokeweight=".09783mm" path="m49738,134v25514,,48100,11646,48100,37689c97838,67466,77476,76006,49879,76006v-10269,,-24702,1236,-24702,16269l25177,96933r71778,l96955,121636r-96905,l50,92204c50,59985,26094,52786,49879,52786v8928,,21774,-2541,21774,-14363c71653,28295,63430,23002,49738,23002v-10799,,-22126,4622,-22656,14398l1427,37400c2803,9450,26412,205,49738,205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HT6/uwAAANoAAAAPAAAAZHJzL2Rvd25yZXYueG1sRE9LCsIw EN0L3iGM4E5TBUWqUURQRATxc4BpM7bVZlKaaOvtzUJw+Xj/xao1pXhT7QrLCkbDCARxanXBmYLb dTuYgXAeWWNpmRR8yMFq2e0sMNa24TO9Lz4TIYRdjApy76tYSpfmZNANbUUcuLutDfoA60zqGpsQ bko5jqKpNFhwaMixok1O6fPyMgoe6T6xePJFgsf7Z7dpJtHjUCnV77XrOQhPrf+Lf+69VhC2hivh BsjlFwAA//8DAFBLAQItABQABgAIAAAAIQDb4fbL7gAAAIUBAAATAAAAAAAAAAAAAAAAAAAAAABb Q29udGVudF9UeXBlc10ueG1sUEsBAi0AFAAGAAgAAAAhAFr0LFu/AAAAFQEAAAsAAAAAAAAAAAAA AAAAHwEAAF9yZWxzLy5yZWxzUEsBAi0AFAAGAAgAAAAhAP4dPr+7AAAA2gAAAA8AAAAAAAAAAAAA AAAABwIAAGRycy9kb3ducmV2LnhtbFBLBQYAAAAAAwADALcAAADvAgAAAAA= ">
                <v:stroke joinstyle="miter"/>
                <v:path arrowok="t" o:connecttype="custom" o:connectlocs="49738,134;97838,37823;49879,76006;25177,92275;25177,96933;96955,96933;96955,121636;50,121636;50,92204;49879,52786;71653,38423;49738,23002;27082,37400;1427,37400;49738,205" o:connectangles="0,0,0,0,0,0,0,0,0,0,0,0,0,0,0"/>
              </v:shape>
              <v:shape id="Graphic 6" style="position:absolute;left:10385;top:13412;width:1295;height:1257;visibility:visible;mso-wrap-style:square;v-text-anchor:middle" coordsize="129477,125736" o:spid="_x0000_s1031" filled="f" stroked="f" strokeweight=".09783mm" path="m64807,125870c26447,125870,50,102050,50,63020,50,23990,26447,134,64807,134v38359,,64721,23820,64721,62886c129528,102085,103166,125870,64807,125870t,-101739c44018,23633,26761,40085,26264,60874v-18,692,-15,1384,7,2075c26271,85358,42045,101768,64807,101768v23291,,38536,-16304,38536,-38819c103343,40435,88098,24131,64807,24131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2s7pmwAAAANoAAAAPAAAAZHJzL2Rvd25yZXYueG1sRI/NbsIw EITvSLyDtUi9EYceWggYhJAQcCTlARZ78wPxOopdEt4eI1XqcTQz32hWm8E24kGdrx0rmCUpCGLt TM2lgsvPfjoH4QOywcYxKXiSh816PFphZlzPZ3rkoRQRwj5DBVUIbSal1xVZ9IlriaNXuM5iiLIr pemwj3DbyM80/ZIWa44LFba0q0jf81+roLkZ1+a1vt5P3/0B96iLZzFX6mMybJcgAg3hP/zXPhoF C3hfiTdArl8AAAD//wMAUEsBAi0AFAAGAAgAAAAhANvh9svuAAAAhQEAABMAAAAAAAAAAAAAAAAA AAAAAFtDb250ZW50X1R5cGVzXS54bWxQSwECLQAUAAYACAAAACEAWvQsW78AAAAVAQAACwAAAAAA AAAAAAAAAAAfAQAAX3JlbHMvLnJlbHNQSwECLQAUAAYACAAAACEAdrO6ZsAAAADaAAAADwAAAAAA AAAAAAAAAAAHAgAAZHJzL2Rvd25yZXYueG1sUEsFBgAAAAADAAMAtwAAAPQCAAAAAA== ">
                <v:stroke joinstyle="miter"/>
                <v:path arrowok="t" o:connecttype="custom" o:connectlocs="64807,125870;50,63020;64807,134;129528,63020;64807,125870;64807,24131;26264,60874;26271,62949;64807,101768;103343,62949;64807,24131" o:connectangles="0,0,0,0,0,0,0,0,0,0,0"/>
              </v:shape>
              <v:shape id="Graphic 6" style="position:absolute;left:12050;top:13441;width:1086;height:1199;visibility:visible;mso-wrap-style:square;v-text-anchor:middle" coordsize="108620,119878" o:spid="_x0000_s1032" filled="f" stroked="f" strokeweight=".09783mm" path="m81730,40230l81730,r26891,l108621,119878r-22973,l26044,43124r1058,39418l27102,119878,,119878,,,22938,,83424,77919,81730,40230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GOJW1xAAAANsAAAAPAAAAZHJzL2Rvd25yZXYueG1sRI9BawIx EIXvQv9DmII3zdZCW1ajlC1CURC0hV6HzbhJu5lsN1G3/945CL3N8N68981iNYRWnalPPrKBh2kB iriO1nNj4PNjPXkBlTKyxTYyGfijBKvl3WiBpY0X3tP5kBslIZxKNOBy7kqtU+0oYJrGjli0Y+wD Zln7RtseLxIeWj0riicd0LM0OOyoclT/HE7BwO632u7fHl29eZ5t6eu78t3OeWPG98PrHFSmIf+b b9fvVvCFXn6RAfTyCgAA//8DAFBLAQItABQABgAIAAAAIQDb4fbL7gAAAIUBAAATAAAAAAAAAAAA AAAAAAAAAABbQ29udGVudF9UeXBlc10ueG1sUEsBAi0AFAAGAAgAAAAhAFr0LFu/AAAAFQEAAAsA AAAAAAAAAAAAAAAAHwEAAF9yZWxzLy5yZWxzUEsBAi0AFAAGAAgAAAAhAMY4lbXEAAAA2wAAAA8A AAAAAAAAAAAAAAAABwIAAGRycy9kb3ducmV2LnhtbFBLBQYAAAAAAwADALcAAAD4AgAAAAA= ">
                <v:stroke joinstyle="miter"/>
                <v:path arrowok="t" o:connecttype="custom" o:connectlocs="81730,40230;81730,0;108621,0;108621,119878;85648,119878;26044,43124;27102,82542;27102,119878;0,119878;0,0;22938,0;83424,77919;81730,40230" o:connectangles="0,0,0,0,0,0,0,0,0,0,0,0,0"/>
              </v:shape>
              <v:shape id="Graphic 6" style="position:absolute;left:13444;top:13441;width:1827;height:1197;visibility:visible;mso-wrap-style:square;v-text-anchor:middle" coordsize="182623,119701" o:spid="_x0000_s1033" filled="f" stroked="f" strokeweight=".09783mm" path="m117196,119702l91506,52758,66662,119702r-21915,l,,30031,,44923,40900,55722,79613,82613,r17433,l128171,79613,138441,41112,152662,r29961,l139111,119702r-21915,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jCXRjwgAAANsAAAAPAAAAZHJzL2Rvd25yZXYueG1sRE9Na8JA EL0X+h+WEXqRuomClJiNWEEs9FRNi8cxO82GZmdDdjXpv3cLQm/zeJ+Tr0fbiiv1vnGsIJ0lIIgr pxuuFZTH3fMLCB+QNbaOScEveVgXjw85ZtoN/EHXQ6hFDGGfoQITQpdJ6StDFv3MdcSR+3a9xRBh X0vd4xDDbSvnSbKUFhuODQY72hqqfg4Xq+D960yLz2HfuNN5unstA5m0nir1NBk3KxCBxvAvvrvf dJyfwt8v8QBZ3AAAAP//AwBQSwECLQAUAAYACAAAACEA2+H2y+4AAACFAQAAEwAAAAAAAAAAAAAA AAAAAAAAW0NvbnRlbnRfVHlwZXNdLnhtbFBLAQItABQABgAIAAAAIQBa9CxbvwAAABUBAAALAAAA AAAAAAAAAAAAAB8BAABfcmVscy8ucmVsc1BLAQItABQABgAIAAAAIQCjCXRjwgAAANsAAAAPAAAA AAAAAAAAAAAAAAcCAABkcnMvZG93bnJldi54bWxQSwUGAAAAAAMAAwC3AAAA9gIAAAAA ">
                <v:stroke joinstyle="miter"/>
                <v:path arrowok="t" o:connecttype="custom" o:connectlocs="117196,119702;91506,52758;66662,119702;44747,119702;0,0;30031,0;44923,40900;55722,79613;82613,0;100046,0;128171,79613;138441,41112;152662,0;182623,0;139111,119702;117196,119702" o:connectangles="0,0,0,0,0,0,0,0,0,0,0,0,0,0,0,0"/>
              </v:shape>
              <v:shape id="Graphic 6" style="position:absolute;left:15365;top:13440;width:1367;height:1200;visibility:visible;mso-wrap-style:square;v-text-anchor:middle" coordsize="136711,119984" o:spid="_x0000_s1034" filled="f" stroked="f" strokeweight=".09783mm" path="m37563,99545r-8752,20573l50,120118,53867,134r29114,l136762,120118r-28973,l99073,99545r-61510,xm47691,75901r41254,l68406,27272,47691,75901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t+AXpxAAAANsAAAAPAAAAZHJzL2Rvd25yZXYueG1sRE/bSgMx EH0v+A9hCr612SossjYtRRQtFntR8HXcjJvVzWRJ0u22X28KBd/mcK4znfe2ER35UDtWMBlnIIhL p2uuFHy8P43uQISIrLFxTAqOFGA+uxpMsdDuwFvqdrESKYRDgQpMjG0hZSgNWQxj1xIn7tt5izFB X0nt8ZDCbSNvsiyXFmtODQZbejBU/u72VsF61XePPt+8LT6Xp5+tyV8b+fyl1PWwX9yDiNTHf/HF /aLT/Fs4/5IOkLM/AAAA//8DAFBLAQItABQABgAIAAAAIQDb4fbL7gAAAIUBAAATAAAAAAAAAAAA AAAAAAAAAABbQ29udGVudF9UeXBlc10ueG1sUEsBAi0AFAAGAAgAAAAhAFr0LFu/AAAAFQEAAAsA AAAAAAAAAAAAAAAAHwEAAF9yZWxzLy5yZWxzUEsBAi0AFAAGAAgAAAAhAC34BenEAAAA2wAAAA8A AAAAAAAAAAAAAAAABwIAAGRycy9kb3ducmV2LnhtbFBLBQYAAAAAAwADALcAAAD4AgAAAAA= ">
                <v:stroke joinstyle="miter"/>
                <v:path arrowok="t" o:connecttype="custom" o:connectlocs="37563,99545;28811,120118;50,120118;53867,134;82981,134;136762,120118;107789,120118;99073,99545;47691,75901;88945,75901;68406,27272" o:connectangles="0,0,0,0,0,0,0,0,0,0,0"/>
              </v:shape>
              <v:shape id="Graphic 6" style="position:absolute;left:17031;top:13440;width:1063;height:1200;visibility:visible;mso-wrap-style:square;v-text-anchor:middle" coordsize="106362,119984" o:spid="_x0000_s1035" filled="f" stroked="f" strokeweight=".09783mm" path="m76770,120118l46103,80770r-19232,l26871,120118r-26821,l50,134r56852,c85839,134,101261,19473,101261,40576v,15562,-4941,29431,-27738,37654l106413,117966r,2046l76770,120118xm26871,58115r30490,c66543,58662,74430,51660,74977,42474v21,-374,32,-748,28,-1122c75298,31612,67640,23478,57901,23182v-297,-7,-597,-11,-893,-4l26871,23178r,34937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agASEwQAAANsAAAAPAAAAZHJzL2Rvd25yZXYueG1sRE9Na8JA EL0L/Q/LFHrTjVakRFexgVLxZpTU45Ads8HsbMhuNe2vdwXB2zze5yxWvW3EhTpfO1YwHiUgiEun a64UHPZfww8QPiBrbByTgj/ysFq+DBaYanflHV3yUIkYwj5FBSaENpXSl4Ys+pFriSN3cp3FEGFX Sd3hNYbbRk6SZCYt1hwbDLaUGSrP+a9V8K3d5r/IthO0RZ59vltz3P/slHp77ddzEIH68BQ/3Bsd 50/h/ks8QC5vAAAA//8DAFBLAQItABQABgAIAAAAIQDb4fbL7gAAAIUBAAATAAAAAAAAAAAAAAAA AAAAAABbQ29udGVudF9UeXBlc10ueG1sUEsBAi0AFAAGAAgAAAAhAFr0LFu/AAAAFQEAAAsAAAAA AAAAAAAAAAAAHwEAAF9yZWxzLy5yZWxzUEsBAi0AFAAGAAgAAAAhANqABITBAAAA2wAAAA8AAAAA AAAAAAAAAAAABwIAAGRycy9kb3ducmV2LnhtbFBLBQYAAAAAAwADALcAAAD1AgAAAAA= ">
                <v:stroke joinstyle="miter"/>
                <v:path arrowok="t" o:connecttype="custom" o:connectlocs="76770,120118;46103,80770;26871,80770;26871,120118;50,120118;50,134;56902,134;101261,40576;73523,78230;106413,117966;106413,120012;26871,58115;57361,58115;74977,42474;75005,41352;57901,23182;57008,23178;26871,23178" o:connectangles="0,0,0,0,0,0,0,0,0,0,0,0,0,0,0,0,0,0"/>
              </v:shape>
              <v:shape id="Graphic 6" style="position:absolute;left:18444;top:13440;width:1088;height:1200;visibility:visible;mso-wrap-style:square;v-text-anchor:middle" coordsize="108762,119984" o:spid="_x0000_s1036" filled="f" stroked="f" strokeweight=".09783mm" path="m108813,59350v,31513,-17645,60768,-59604,60768l50,120118,50,134r49159,c90497,134,108813,27660,108813,59209m49209,95345v26043,,33242,-19197,33242,-36525c82451,41493,74229,24237,49209,24237r-22762,l26447,95345r22762,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hsWzOwAAAANsAAAAPAAAAZHJzL2Rvd25yZXYueG1sRE9NawIx EL0L/Q9hCt40a0EpW6MUreBFiqtCj2MybpZuJssmuuu/bwSht3m8z5kve1eLG7Wh8qxgMs5AEGtv Ki4VHA+b0TuIEJEN1p5JwZ0CLBcvgznmxne8p1sRS5FCOOSowMbY5FIGbclhGPuGOHEX3zqMCbal NC12KdzV8i3LZtJhxanBYkMrS/q3uDoF26/Tjqzu7fk7Flmpu/VPUa2VGr72nx8gIvXxX/x0b02a P4XHL+kAufgDAAD//wMAUEsBAi0AFAAGAAgAAAAhANvh9svuAAAAhQEAABMAAAAAAAAAAAAAAAAA AAAAAFtDb250ZW50X1R5cGVzXS54bWxQSwECLQAUAAYACAAAACEAWvQsW78AAAAVAQAACwAAAAAA AAAAAAAAAAAfAQAAX3JlbHMvLnJlbHNQSwECLQAUAAYACAAAACEAIbFszsAAAADbAAAADwAAAAAA AAAAAAAAAAAHAgAAZHJzL2Rvd25yZXYueG1sUEsFBgAAAAADAAMAtwAAAPQCAAAAAA== ">
                <v:stroke joinstyle="miter"/>
                <v:path arrowok="t" o:connecttype="custom" o:connectlocs="108813,59350;49209,120118;50,120118;50,134;49209,134;108813,59209;49209,95345;82451,58820;49209,24237;26447,24237;26447,95345" o:connectangles="0,0,0,0,0,0,0,0,0,0,0"/>
              </v:shape>
              <v:shape id="Graphic 6" style="position:absolute;left:19812;top:13408;width:1027;height:1265;visibility:visible;mso-wrap-style:square;v-text-anchor:middle" coordsize="102762,126428" o:spid="_x0000_s1037" filled="f" stroked="f" strokeweight=".09783mm" path="m52244,22719v-11470,,-21174,4976,-21174,13057c31070,46716,41657,48763,56761,50139v23749,2224,46052,10799,46052,38536c102813,115248,78111,126541,52279,126541,32058,127035,9931,118989,50,102368l15966,85958v8893,11646,24702,16763,36489,16763c67030,102721,76452,97251,76452,88358v,-10128,-7905,-14116,-24173,-15633c27117,70537,4320,63832,4814,35918,4814,11921,27788,134,52102,134v18527,,32361,3741,44747,17998l80016,32636c72256,26118,62414,22599,52279,22719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tyRbcwQAAANsAAAAPAAAAZHJzL2Rvd25yZXYueG1sRE/basJA EH0v+A/LCL41GwumkroGsQhSEGm079PsNAlmZ0N2c2m/vlso+DaHc51NNplGDNS52rKCZRSDIC6s rrlUcL0cHtcgnEfW2FgmBd/kINvOHjaYajvyOw25L0UIYZeigsr7NpXSFRUZdJFtiQP3ZTuDPsCu lLrDMYSbRj7FcSIN1hwaKmxpX1Fxy3uj4GR7Pb5+rN6ec/d5Pic/p6Egr9RiPu1eQHia/F387z7q MD+Bv1/CAXL7CwAA//8DAFBLAQItABQABgAIAAAAIQDb4fbL7gAAAIUBAAATAAAAAAAAAAAAAAAA AAAAAABbQ29udGVudF9UeXBlc10ueG1sUEsBAi0AFAAGAAgAAAAhAFr0LFu/AAAAFQEAAAsAAAAA AAAAAAAAAAAAHwEAAF9yZWxzLy5yZWxzUEsBAi0AFAAGAAgAAAAhAO3JFtzBAAAA2wAAAA8AAAAA AAAAAAAAAAAABwIAAGRycy9kb3ducmV2LnhtbFBLBQYAAAAAAwADALcAAAD1AgAAAAA= ">
                <v:stroke joinstyle="miter"/>
                <v:path arrowok="t" o:connecttype="custom" o:connectlocs="52244,22719;31070,35776;56761,50139;102813,88675;52279,126541;50,102368;15966,85958;52455,102721;76452,88358;52279,72725;4814,35918;52102,134;96849,18132;80016,32636;52279,22719" o:connectangles="0,0,0,0,0,0,0,0,0,0,0,0,0,0,0"/>
              </v:shape>
              <v:shape id="Graphic 6" style="position:absolute;width:25817;height:11715;visibility:visible;mso-wrap-style:square;v-text-anchor:middle" coordsize="2581777,1171539" o:spid="_x0000_s1038" filled="f" stroked="f" strokeweight=".09783mm" path="m551554,491646r,-14928c529728,475233,511091,460415,504725,439488v-3811,-12845,-4729,-19621,-4729,-44782l499996,308705v,-12598,918,-16621,4341,-20044c507760,285238,511889,284391,532569,284391v26255,,36807,1341,48805,13375c615499,331855,614934,420291,655482,463626v22726,24279,64862,37054,105127,37054c789155,500271,817542,496346,845128,488999r-1377,-14857c806486,477424,775643,468284,734354,366439,711098,309235,685160,271969,616205,271969r,-2329c708875,269640,772572,226093,772572,152796,772572,73713,701993,27166,590373,27166v-55934,,-91753,10587,-159579,10587c402033,37753,368367,32706,340876,31154r,14927c365261,48692,381636,62949,387670,83311v3564,12563,4482,19621,4482,44642l392152,394706v,25161,-918,31760,-4729,44782c381078,460418,362449,475240,340629,476718r,14928c340629,491646,396704,490270,447768,490270v51064,,103786,1376,103786,1376m499996,85288v,-12246,2083,-16092,6000,-19621c512560,59773,530098,55750,561153,55750v57734,,98387,42806,98387,98458c659540,187415,648953,212859,631662,230257v-24315,24349,-49018,27843,-92106,27843c512948,258100,508360,257888,504266,253830v-3528,-3529,-4340,-7446,-4340,-20009l499926,85288t1431729,27772c1964651,113060,1989212,89558,1989212,56597v,-32960,-24702,-56463,-57557,-56463c1898801,134,1874098,23672,1874098,56597v,32925,24703,56463,57557,56463m1656750,294801v-116843,3529,-199738,41818,-199738,117161c1457012,468002,1499112,495598,1554834,495598v50447,46,98193,-22783,129830,-62074c1691722,471037,1714307,494222,1757184,494222v30349,,55687,-7693,82930,-19445l1835209,460662v-5752,1563,-11684,2357,-17645,2364c1800908,463026,1784710,455368,1781816,432854v-1517,-13672,-2153,-27427,-1906,-41183l1779910,277015v,-23855,-1870,-39242,-7057,-54451c1756337,173158,1706155,150785,1622378,150785v-99340,,-148216,38218,-148216,80742c1474162,267099,1502923,282556,1532672,282556v22762,,37372,-4870,37372,-11469c1570044,265546,1565245,258488,1565245,237421v,-37443,19868,-64898,56922,-64898c1660597,172523,1682370,198143,1682370,246631r,28620c1682370,292013,1680218,293884,1656785,294625t25585,85400c1682370,419514,1643552,453886,1600710,453886v-31760,,-49758,-20503,-49758,-49052c1550952,349782,1591782,323315,1646234,315410v19374,-2646,28231,-1482,32149,2541c1681559,321198,1682300,325679,1682300,332455r70,47570xm1001566,495739v78695,,130924,-28231,163849,-56851l1156981,426502v-28080,16434,-59996,25175,-92529,25337c1013599,451839,968500,433136,943373,388036v-12280,-22021,-11610,-32925,-9281,-37477c936033,346747,938786,345089,945208,345089v6423,,20751,1799,39736,1799c1095436,346888,1153416,316716,1153416,254077v,-54734,-56075,-103116,-149062,-103116c900532,150961,827165,226093,827165,321656v,98388,66344,174083,174401,174083m999872,173829v39806,,57416,37865,57416,77637c1057288,308317,1025527,324621,972275,324621v-42770,,-45170,-6635,-45170,-26644c927105,229269,955337,173829,999872,173829t232910,36948l1232782,400352v,67862,43265,95282,95670,95282c1372423,495634,1410112,476577,1424828,468073r-7058,-13446c1406269,459783,1393776,462349,1381175,462144v-24174,,-38819,-14610,-45241,-39101c1333322,412845,1332158,400881,1332158,377167r,-166637c1332158,197755,1333110,193626,1336534,190203v3423,-3423,11080,-4340,20467,-4340c1371505,185863,1403901,186427,1419711,186780r,-25338c1405207,161830,1383116,162360,1360601,162360v-15280,,-20362,-671,-24067,-4341c1332828,154349,1332158,150432,1332158,137692r,-76154l1317689,61538v-18598,54134,-69485,99198,-134700,110703l1182989,186357v37901,,41818,741,45170,4058c1231512,193732,1232535,198461,1232535,210706m2104503,68702v1623,8046,2223,17115,2223,40406l2106726,403704v-469,15644,1324,31274,5329,46406c2122642,483635,2159096,495528,2193962,495528v31379,-106,62409,-6614,91188,-19127l2281056,461967v-6514,1779,-13223,2739,-19974,2859c2236380,464826,2216865,454627,2211289,430207v-2400,-10269,-3529,-23079,-3529,-48594l2207760,88005v,-51382,-19374,-66450,-63521,-66450c2117384,21555,2066602,26142,2066602,26142r,14822c2090811,41387,2100515,50951,2104115,68702t-62851,396124c2016562,464826,1997082,454627,1991436,430207v-2330,-10269,-3529,-23079,-3529,-48594l1987907,218894v,-51382,-19374,-66415,-63521,-66415c1897530,152479,1846749,156996,1846749,156996r,14857c1870957,172311,1880662,181840,1884261,199555v1659,8081,2188,17151,2188,40442l1886449,403704v-314,15673,1659,31306,5858,46406c1902894,483635,1939313,495528,1974179,495528v31333,-117,62314,-6624,91047,-19127l2061097,461967v-6500,1786,-13198,2746,-19939,2859m244818,639509v-91258,,-225852,-1482,-225852,-1482l50,768774r17081,c28353,741919,39222,717604,57784,699042v20644,-20574,43865,-27384,80637,-27384c166970,671658,172510,673316,176674,677480v4164,4164,4800,8223,4800,22091l181474,1035457v,27525,-1377,34866,-7058,48946c165417,1106636,138526,1123222,104896,1125092r,16268c104896,1141360,189131,1139878,244889,1139878v55757,,140028,1482,140028,1482l384917,1125092v-33630,-1941,-60556,-18456,-69520,-40689c309716,1070287,308339,1062982,308339,1035457r,-335886c308339,685703,309363,681256,313068,677480v4235,-4164,9775,-5822,38324,-5822c388058,671658,411385,678468,431958,699042v18527,18562,29396,42877,40619,69732l489692,768774,470741,638027v,,-134558,1482,-225852,1482m2562807,638027v,,-134629,1482,-225852,1482c2245732,639509,2111102,638027,2111102,638027r-18880,130747l2109302,768774v11258,-26855,22092,-51170,40619,-69732c2170494,678468,2193821,671658,2230487,671658v28584,,34124,1658,38324,5822c2273010,681644,2273575,685703,2273575,699571r,335886c2273575,1062982,2272199,1070323,2266517,1084403v-9034,22233,-35889,38819,-69520,40689l2196997,1141360v,,84201,-1482,139993,-1482c2392783,1139878,2476983,1141360,2476983,1141360r,-16268c2443388,1123151,2416497,1106636,2407498,1084403v-5716,-14116,-7057,-21421,-7057,-48946l2400441,699571v,-13868,1023,-18315,4764,-22091c2408945,673704,2414980,671658,2443529,671658v36701,,59992,6810,80566,27384c2542622,717604,2553491,741919,2564713,768774r17116,l2562807,638027xm1900777,835648c1820140,805969,1759337,785607,1759337,731014v,-48346,43512,-72555,92282,-72555c1928903,658459,1988542,721769,2011057,794571r15244,l2025349,662412v-24703,-10128,-110245,-30314,-166920,-30314c1753126,632098,1656785,669540,1656785,775656v,73931,51064,115114,113386,143169c1853842,956444,1950641,973771,1950641,1047349v,50535,-50888,71638,-102692,71638c1760960,1118987,1701885,1058995,1673901,976065r-15598,l1659044,1114964v58828,19691,117514,32325,179659,32325c1949617,1147289,2057497,1109918,2057497,999461v,-87623,-59639,-128030,-156614,-163778m981557,1009307c954631,940034,918847,901321,843539,901321r,-2540c944785,898781,1014341,851210,1014341,771139v,-86354,-76967,-137171,-199033,-137171c754257,633968,714980,645437,641013,645437v-31443,,-71849,-5505,-101916,-7057l539097,654648v26679,2858,44571,18456,51135,40653c594431,709417,595419,716757,595419,744283r,291385c595419,1063194,594431,1070534,590232,1084615v-6949,22860,-27297,39055,-51135,40689l539097,1141572v,,64933,-1482,120726,-1482c715615,1140090,773208,1141572,773208,1141572r,-16268c749362,1123663,729008,1107475,722038,1084615v-4164,-14116,-5152,-21421,-5152,-48947l716886,941516v,-13763,988,-18174,4693,-21879c725284,915931,730472,914978,758033,914978v24703,,35290,2153,47747,14575c842481,966254,847139,1078439,893686,1128515v27773,29855,68109,42736,113244,43159c1041750,1171371,1076404,1166808,1110116,1158088r-1411,-17963c1051430,1144854,1020481,1109494,981662,1009237m760045,886359v-29079,,-34090,-283,-38501,-4659c717838,877995,716850,873549,716850,859821r,-162332c716850,684115,719109,679845,723414,676069v7058,-6458,26291,-10834,60204,-10834c846716,665235,891110,711993,891110,772797v,36242,-11434,64051,-30420,83036c834082,882442,807121,886288,760045,886288m1523744,639579v-38642,,-83142,-1482,-83142,-1482l1440602,654366v26644,1941,48206,18456,55334,40688c1500453,709170,1501512,716475,1501512,744001r,166213c1501512,963149,1499747,999285,1483302,1033339v-22373,46477,-61509,71462,-118784,71462c1320724,1104801,1284764,1082145,1267084,1045796v-15033,-30878,-19762,-71637,-19762,-164907l1247322,743930v,-27525,988,-34901,5152,-48946c1259444,672123,1279799,655936,1303644,654295r,-16268c1303644,638027,1238711,639509,1182918,639509v-55792,,-113385,-1482,-113385,-1482l1069533,654295v23845,1641,44200,17828,51170,40689c1124867,709100,1125855,716405,1125855,743930v,,1024,78096,1024,152910c1126879,971653,1130831,1014318,1155746,1059418v35289,64262,111832,87871,187740,87871c1434568,1147289,1490713,1110835,1519933,1060442v21174,-36737,30102,-80002,30102,-134100l1551093,743824v,-27525,1059,-34901,5506,-48946c1563657,672646,1585007,656060,1611368,654189r,-16268c1611368,637921,1562386,639403,1523744,639403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qPifAwgAAANsAAAAPAAAAZHJzL2Rvd25yZXYueG1sRE9Na8JA EL0X/A/LCL01G1NQSV1FREHoQasRPA7ZaTZtdjZkV03/vSsUvM3jfc5s0dtGXKnztWMFoyQFQVw6 XXOloDhu3qYgfEDW2DgmBX/kYTEfvMww1+7GX3Q9hErEEPY5KjAhtLmUvjRk0SeuJY7ct+sshgi7 SuoObzHcNjJL07G0WHNsMNjSylD5e7hYBRPTF+d1tl/9nLJLes4+l+/Fbq/U67BffoAI1Ien+N+9 1XH+BB6/xAPk/A4AAP//AwBQSwECLQAUAAYACAAAACEA2+H2y+4AAACFAQAAEwAAAAAAAAAAAAAA AAAAAAAAW0NvbnRlbnRfVHlwZXNdLnhtbFBLAQItABQABgAIAAAAIQBa9CxbvwAAABUBAAALAAAA AAAAAAAAAAAAAB8BAABfcmVscy8ucmVsc1BLAQItABQABgAIAAAAIQBqPifAwgAAANsAAAAPAAAA AAAAAAAAAAAAAAcCAABkcnMvZG93bnJldi54bWxQSwUGAAAAAAMAAwC3AAAA9gIAAAAA ">
                <v:stroke joinstyle="miter"/>
                <v:path arrowok="t" o:connecttype="custom" o:connectlocs="551554,491646;551554,476718;504725,439488;499996,394706;499996,308705;504337,288661;532569,284391;581374,297766;655482,463626;760609,500680;845128,488999;843751,474142;734354,366439;616205,271969;616205,269640;772572,152796;590373,27166;430794,37753;340876,31154;340876,46081;387670,83311;392152,127953;392152,394706;387423,439488;340629,476718;340629,491646;447768,490270;551554,491646;499996,85288;505996,65667;561153,55750;659540,154208;631662,230257;539556,258100;504266,253830;499926,233821;499926,85288;1931655,113060;1989212,56597;1931655,134;1874098,56597;1931655,113060;1656750,294801;1457012,411962;1554834,495598;1684664,433524;1757184,494222;1840114,474777;1835209,460662;1817564,463026;1781816,432854;1779910,391671;1779910,277015;1772853,222564;1622378,150785;1474162,231527;1532672,282556;1570044,271087;1565245,237421;1622167,172523;1682370,246631;1682370,275251;1656785,294625;1682370,380025;1600710,453886;1550952,404834;1646234,315410;1678383,317951;1682300,332455;1001566,495739;1165415,438888;1156981,426502;1064452,451839;943373,388036;934092,350559;945208,345089;984944,346888;1153416,254077;1004354,150961;827165,321656;1001566,495739;999872,173829;1057288,251466;972275,324621;927105,297977;999872,173829;1232782,210777;1232782,400352;1328452,495634;1424828,468073;1417770,454627;1381175,462144;1335934,423043;1332158,377167;1332158,210530;1336534,190203;1357001,185863;1419711,186780;1419711,161442;1360601,162360;1336534,158019;1332158,137692;1332158,61538;1317689,61538;1182989,172241;1182989,186357;1228159,190415;1232535,210706;2104503,68702;2106726,109108;2106726,403704;2112055,450110;2193962,495528;2285150,476401;2281056,461967;2261082,464826;2211289,430207;2207760,381613;2207760,88005;2144239,21555;2066602,26142;2066602,40964;2104115,68702;2041264,464826;1991436,430207;1987907,381613;1987907,218894;1924386,152479;1846749,156996;1846749,171853;1884261,199555;1886449,239997;1886449,403704;1892307,450110;1974179,495528;2065226,476401;2061097,461967;2041158,464826;244818,639509;18966,638027;50,768774;17131,768774;57784,699042;138421,671658;176674,677480;181474,699571;181474,1035457;174416,1084403;104896,1125092;104896,1141360;244889,1139878;384917,1141360;384917,1125092;315397,1084403;308339,1035457;308339,699571;313068,677480;351392,671658;431958,699042;472577,768774;489692,768774;470741,638027;244889,639509;2562807,638027;2336955,639509;2111102,638027;2092222,768774;2109302,768774;2149921,699042;2230487,671658;2268811,677480;2273575,699571;2273575,1035457;2266517,1084403;2196997,1125092;2196997,1141360;2336990,1139878;2476983,1141360;2476983,1125092;2407498,1084403;2400441,1035457;2400441,699571;2405205,677480;2443529,671658;2524095,699042;2564713,768774;2581829,768774;1900777,835648;1759337,731014;1851619,658459;2011057,794571;2026301,794571;2025349,662412;1858429,632098;1656785,775656;1770171,918825;1950641,1047349;1847949,1118987;1673901,976065;1658303,976065;1659044,1114964;1838703,1147289;2057497,999461;1900883,835683;981557,1009307;843539,901321;843539,898781;1014341,771139;815308,633968;641013,645437;539097,638380;539097,654648;590232,695301;595419,744283;595419,1035668;590232,1084615;539097,1125304;539097,1141572;659823,1140090;773208,1141572;773208,1125304;722038,1084615;716886,1035668;716886,941516;721579,919637;758033,914978;805780,929553;893686,1128515;1006930,1171674;1110116,1158088;1108705,1140125;981662,1009237;760045,886359;721544,881700;716850,859821;716850,697489;723414,676069;783618,665235;891110,772797;860690,855833;760045,886288;1523744,639579;1440602,638097;1440602,654366;1495936,695054;1501512,744001;1501512,910214;1483302,1033339;1364518,1104801;1267084,1045796;1247322,880889;1247322,743930;1252474,694984;1303644,654295;1303644,638027;1182918,639509;1069533,638027;1069533,654295;1120703,694984;1125855,743930;1126879,896840;1155746,1059418;1343486,1147289;1519933,1060442;1550035,926342;1551093,743824;1556599,694878;1611368,654189;1611368,637921;1523744,639403"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
              </v:shape>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E4768" w14:textId="77777777" w:rsidR="002F32E7" w:rsidRDefault="002F32E7" w:rsidP="002F32E7">
    <w:pPr>
      <w:pStyle w:val="Header"/>
      <w:jc w:val="right"/>
    </w:pPr>
    <w:r>
      <w:rPr>
        <w:b/>
        <w:bCs/>
        <w:noProof/>
      </w:rPr>
      <mc:AlternateContent>
        <mc:Choice Requires="wps">
          <w:drawing>
            <wp:anchor distT="0" distB="0" distL="114300" distR="114300" simplePos="0" relativeHeight="251669504" behindDoc="1" locked="1" layoutInCell="1" allowOverlap="1" wp14:anchorId="5E2B6E7B" wp14:editId="433A43D8">
              <wp:simplePos x="0" y="0"/>
              <wp:positionH relativeFrom="page">
                <wp:posOffset>0</wp:posOffset>
              </wp:positionH>
              <wp:positionV relativeFrom="page">
                <wp:posOffset>3564255</wp:posOffset>
              </wp:positionV>
              <wp:extent cx="180000" cy="0"/>
              <wp:effectExtent l="0" t="0" r="0" b="0"/>
              <wp:wrapNone/>
              <wp:docPr id="60" name="Straight Connector 60"/>
              <wp:cNvGraphicFramePr/>
              <a:graphic xmlns:a="http://schemas.openxmlformats.org/drawingml/2006/main">
                <a:graphicData uri="http://schemas.microsoft.com/office/word/2010/wordprocessingShape">
                  <wps:wsp>
                    <wps:cNvCnPr/>
                    <wps:spPr>
                      <a:xfrm>
                        <a:off x="0" y="0"/>
                        <a:ext cx="180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60"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353636 [3213]" strokeweight=".25pt" from="0,280.65pt" to="14.15pt,280.65pt" w14:anchorId="7A52337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ZjBw1QEAAA0EAAAOAAAAZHJzL2Uyb0RvYy54bWysU8Fu2zAMvQ/oPwi6L7Y7rCuMOD2kaC/D GqzbB6iyFAuQRIHSYufvS8mJU2wDhg3zQbZEvke+J3p9NznLDgqjAd/xZlVzpryE3vh9x79/e3h/ y1lMwvfCglcdP6rI7zZX79ZjaNU1DGB7hYxIfGzH0PEhpdBWVZSDciKuIChPQQ3oRKIt7qsexUjs zlbXdX1TjYB9QJAqRjq9n4N8U/i1VjI9aR1VYrbj1FsqK5b1Ja/VZi3aPYowGHlqQ/xDF04YT0UX qnuRBPuB5hcqZyRCBJ1WElwFWhupigZS09Q/qXkeRFBFC5kTw2JT/H+08sthh8z0Hb8he7xwdEfP CYXZD4ltwXtyEJBRkJwaQ2wJsPU7PO1i2GGWPWl0+U2C2FTcPS7uqikxSYfNbU0PZ/Icqi64gDE9 KnAsf3TcGp91i1YcPsdEtSj1nJKPrWdjxz80nz6WrAjW9A/G2hwro6O2FtlB0KWnqcmtE8GbLNpZ T4dZ0CyhfKWjVTP9V6XJlNz0XCCP44VTSKl8OvNaT9kZpqmDBVj/GXjKz1BVRvVvwAuiVAafFrAz HvB31S9W6Dn/7MCsO1vwAv2xXG6xhmauOHf6P/JQv90X+OUv3rwCAAD//wMAUEsDBBQABgAIAAAA IQAFIJ7T3QAAAAcBAAAPAAAAZHJzL2Rvd25yZXYueG1sTI/BasMwDIbvg76DUWGXsTppu1KyOKWM jTEoHe126c2NtSQ0loPtNunbT4PBdhLSLz59yleDbcUFfWgcKUgnCQik0pmGKgWfHy/3SxAhajK6 dYQKrhhgVYxucp0Z19MOL/tYCYZQyLSCOsYukzKUNVodJq5D4uzLeasjt76Sxuue4baV0yRZSKsb 4gu17vCpxvK0P1sFD8+vm3S7Dcl7Lw+zuby+3e38Qanb8bB+BBFxiH/L8KPP6lCw09GdyQTRKuBH IpMW6QwEx9Ml1+PvQBa5/O9ffAMAAP//AwBQSwECLQAUAAYACAAAACEAtoM4kv4AAADhAQAAEwAA AAAAAAAAAAAAAAAAAAAAW0NvbnRlbnRfVHlwZXNdLnhtbFBLAQItABQABgAIAAAAIQA4/SH/1gAA AJQBAAALAAAAAAAAAAAAAAAAAC8BAABfcmVscy8ucmVsc1BLAQItABQABgAIAAAAIQA+ZjBw1QEA AA0EAAAOAAAAAAAAAAAAAAAAAC4CAABkcnMvZTJvRG9jLnhtbFBLAQItABQABgAIAAAAIQAFIJ7T 3QAAAAcBAAAPAAAAAAAAAAAAAAAAAC8EAABkcnMvZG93bnJldi54bWxQSwUGAAAAAAQABADzAAAA OQUAAAAA ">
              <v:stroke joinstyle="miter"/>
              <w10:wrap anchorx="page" anchory="page"/>
              <w10:anchorlock/>
            </v:line>
          </w:pict>
        </mc:Fallback>
      </mc:AlternateContent>
    </w:r>
    <w:r>
      <w:br/>
    </w:r>
    <w:r>
      <w:br/>
    </w:r>
    <w:r>
      <w:br/>
    </w:r>
  </w:p>
  <w:p w14:paraId="3BD62E55" w14:textId="77777777" w:rsidR="002F32E7" w:rsidRDefault="002F32E7" w:rsidP="002F32E7">
    <w:pPr>
      <w:pStyle w:val="Header"/>
      <w:jc w:val="right"/>
    </w:pPr>
  </w:p>
  <w:p w14:paraId="22BC4CA5" w14:textId="77777777" w:rsidR="002F32E7" w:rsidRDefault="002F32E7" w:rsidP="002F32E7">
    <w:pPr>
      <w:pStyle w:val="Header"/>
      <w:pBdr>
        <w:top w:val="single" w:sz="4" w:space="1" w:color="6A97CF" w:themeColor="text2"/>
      </w:pBdr>
      <w:jc w:val="right"/>
    </w:pPr>
  </w:p>
  <w:p w14:paraId="2CD520A5" w14:textId="77777777" w:rsidR="00E37278" w:rsidRDefault="00E37278" w:rsidP="002F32E7">
    <w:pPr>
      <w:pStyle w:val="Header"/>
    </w:pPr>
    <w:r w:rsidRPr="00BB73F5">
      <w:rPr>
        <w:noProof/>
      </w:rPr>
      <mc:AlternateContent>
        <mc:Choice Requires="wpg">
          <w:drawing>
            <wp:anchor distT="0" distB="0" distL="114300" distR="114300" simplePos="0" relativeHeight="251666432" behindDoc="1" locked="1" layoutInCell="1" allowOverlap="1" wp14:anchorId="2D49832C" wp14:editId="7839F052">
              <wp:simplePos x="0" y="0"/>
              <wp:positionH relativeFrom="page">
                <wp:align>center</wp:align>
              </wp:positionH>
              <wp:positionV relativeFrom="page">
                <wp:posOffset>452755</wp:posOffset>
              </wp:positionV>
              <wp:extent cx="1116000" cy="633600"/>
              <wp:effectExtent l="0" t="0" r="27305" b="14605"/>
              <wp:wrapNone/>
              <wp:docPr id="46" name="Group 18"/>
              <wp:cNvGraphicFramePr/>
              <a:graphic xmlns:a="http://schemas.openxmlformats.org/drawingml/2006/main">
                <a:graphicData uri="http://schemas.microsoft.com/office/word/2010/wordprocessingGroup">
                  <wpg:wgp>
                    <wpg:cNvGrpSpPr/>
                    <wpg:grpSpPr>
                      <a:xfrm>
                        <a:off x="0" y="0"/>
                        <a:ext cx="1116000" cy="633600"/>
                        <a:chOff x="0" y="0"/>
                        <a:chExt cx="2581777" cy="1467322"/>
                      </a:xfrm>
                      <a:solidFill>
                        <a:schemeClr val="tx2"/>
                      </a:solidFill>
                    </wpg:grpSpPr>
                    <wps:wsp>
                      <wps:cNvPr id="47" name="Graphic 6"/>
                      <wps:cNvSpPr/>
                      <wps:spPr>
                        <a:xfrm>
                          <a:off x="483360" y="1344141"/>
                          <a:ext cx="64226" cy="119878"/>
                        </a:xfrm>
                        <a:custGeom>
                          <a:avLst/>
                          <a:gdLst>
                            <a:gd name="connsiteX0" fmla="*/ 20186 w 64226"/>
                            <a:gd name="connsiteY0" fmla="*/ 97964 h 119878"/>
                            <a:gd name="connsiteX1" fmla="*/ 20186 w 64226"/>
                            <a:gd name="connsiteY1" fmla="*/ 33207 h 119878"/>
                            <a:gd name="connsiteX2" fmla="*/ 1023 w 64226"/>
                            <a:gd name="connsiteY2" fmla="*/ 39171 h 119878"/>
                            <a:gd name="connsiteX3" fmla="*/ 1023 w 64226"/>
                            <a:gd name="connsiteY3" fmla="*/ 15916 h 119878"/>
                            <a:gd name="connsiteX4" fmla="*/ 45347 w 64226"/>
                            <a:gd name="connsiteY4" fmla="*/ 0 h 119878"/>
                            <a:gd name="connsiteX5" fmla="*/ 45347 w 64226"/>
                            <a:gd name="connsiteY5" fmla="*/ 97964 h 119878"/>
                            <a:gd name="connsiteX6" fmla="*/ 64227 w 64226"/>
                            <a:gd name="connsiteY6" fmla="*/ 97964 h 119878"/>
                            <a:gd name="connsiteX7" fmla="*/ 64227 w 64226"/>
                            <a:gd name="connsiteY7" fmla="*/ 119878 h 119878"/>
                            <a:gd name="connsiteX8" fmla="*/ 0 w 64226"/>
                            <a:gd name="connsiteY8" fmla="*/ 119878 h 119878"/>
                            <a:gd name="connsiteX9" fmla="*/ 0 w 64226"/>
                            <a:gd name="connsiteY9" fmla="*/ 97964 h 119878"/>
                            <a:gd name="connsiteX10" fmla="*/ 20186 w 64226"/>
                            <a:gd name="connsiteY10" fmla="*/ 97964 h 119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226" h="119878">
                              <a:moveTo>
                                <a:pt x="20186" y="97964"/>
                              </a:moveTo>
                              <a:lnTo>
                                <a:pt x="20186" y="33207"/>
                              </a:lnTo>
                              <a:lnTo>
                                <a:pt x="1023" y="39171"/>
                              </a:lnTo>
                              <a:lnTo>
                                <a:pt x="1023" y="15916"/>
                              </a:lnTo>
                              <a:lnTo>
                                <a:pt x="45347" y="0"/>
                              </a:lnTo>
                              <a:lnTo>
                                <a:pt x="45347" y="97964"/>
                              </a:lnTo>
                              <a:lnTo>
                                <a:pt x="64227" y="97964"/>
                              </a:lnTo>
                              <a:lnTo>
                                <a:pt x="64227" y="119878"/>
                              </a:lnTo>
                              <a:lnTo>
                                <a:pt x="0" y="119878"/>
                              </a:lnTo>
                              <a:lnTo>
                                <a:pt x="0" y="97964"/>
                              </a:lnTo>
                              <a:lnTo>
                                <a:pt x="20186" y="97964"/>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 name="Graphic 6"/>
                      <wps:cNvSpPr/>
                      <wps:spPr>
                        <a:xfrm>
                          <a:off x="576855" y="1341529"/>
                          <a:ext cx="105545" cy="125399"/>
                        </a:xfrm>
                        <a:custGeom>
                          <a:avLst/>
                          <a:gdLst>
                            <a:gd name="connsiteX0" fmla="*/ 19093 w 105545"/>
                            <a:gd name="connsiteY0" fmla="*/ 60479 h 125399"/>
                            <a:gd name="connsiteX1" fmla="*/ 4025 w 105545"/>
                            <a:gd name="connsiteY1" fmla="*/ 35776 h 125399"/>
                            <a:gd name="connsiteX2" fmla="*/ 52654 w 105545"/>
                            <a:gd name="connsiteY2" fmla="*/ 134 h 125399"/>
                            <a:gd name="connsiteX3" fmla="*/ 102341 w 105545"/>
                            <a:gd name="connsiteY3" fmla="*/ 32495 h 125399"/>
                            <a:gd name="connsiteX4" fmla="*/ 102341 w 105545"/>
                            <a:gd name="connsiteY4" fmla="*/ 35776 h 125399"/>
                            <a:gd name="connsiteX5" fmla="*/ 86920 w 105545"/>
                            <a:gd name="connsiteY5" fmla="*/ 59244 h 125399"/>
                            <a:gd name="connsiteX6" fmla="*/ 105588 w 105545"/>
                            <a:gd name="connsiteY6" fmla="*/ 84935 h 125399"/>
                            <a:gd name="connsiteX7" fmla="*/ 52477 w 105545"/>
                            <a:gd name="connsiteY7" fmla="*/ 125518 h 125399"/>
                            <a:gd name="connsiteX8" fmla="*/ 72 w 105545"/>
                            <a:gd name="connsiteY8" fmla="*/ 84935 h 125399"/>
                            <a:gd name="connsiteX9" fmla="*/ 18917 w 105545"/>
                            <a:gd name="connsiteY9" fmla="*/ 60620 h 125399"/>
                            <a:gd name="connsiteX10" fmla="*/ 28163 w 105545"/>
                            <a:gd name="connsiteY10" fmla="*/ 86311 h 125399"/>
                            <a:gd name="connsiteX11" fmla="*/ 52865 w 105545"/>
                            <a:gd name="connsiteY11" fmla="*/ 102050 h 125399"/>
                            <a:gd name="connsiteX12" fmla="*/ 77568 w 105545"/>
                            <a:gd name="connsiteY12" fmla="*/ 86311 h 125399"/>
                            <a:gd name="connsiteX13" fmla="*/ 52865 w 105545"/>
                            <a:gd name="connsiteY13" fmla="*/ 71384 h 125399"/>
                            <a:gd name="connsiteX14" fmla="*/ 28163 w 105545"/>
                            <a:gd name="connsiteY14" fmla="*/ 86311 h 125399"/>
                            <a:gd name="connsiteX15" fmla="*/ 52865 w 105545"/>
                            <a:gd name="connsiteY15" fmla="*/ 51339 h 125399"/>
                            <a:gd name="connsiteX16" fmla="*/ 74462 w 105545"/>
                            <a:gd name="connsiteY16" fmla="*/ 35776 h 125399"/>
                            <a:gd name="connsiteX17" fmla="*/ 52512 w 105545"/>
                            <a:gd name="connsiteY17" fmla="*/ 21661 h 125399"/>
                            <a:gd name="connsiteX18" fmla="*/ 31127 w 105545"/>
                            <a:gd name="connsiteY18" fmla="*/ 36553 h 125399"/>
                            <a:gd name="connsiteX19" fmla="*/ 52865 w 105545"/>
                            <a:gd name="connsiteY19" fmla="*/ 51445 h 1253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05545" h="125399">
                              <a:moveTo>
                                <a:pt x="19093" y="60479"/>
                              </a:moveTo>
                              <a:cubicBezTo>
                                <a:pt x="9735" y="55832"/>
                                <a:pt x="3873" y="46226"/>
                                <a:pt x="4025" y="35776"/>
                              </a:cubicBezTo>
                              <a:cubicBezTo>
                                <a:pt x="4025" y="12662"/>
                                <a:pt x="25587" y="134"/>
                                <a:pt x="52654" y="134"/>
                              </a:cubicBezTo>
                              <a:cubicBezTo>
                                <a:pt x="79721" y="134"/>
                                <a:pt x="99589" y="11109"/>
                                <a:pt x="102341" y="32495"/>
                              </a:cubicBezTo>
                              <a:cubicBezTo>
                                <a:pt x="102422" y="33589"/>
                                <a:pt x="102422" y="34682"/>
                                <a:pt x="102341" y="35776"/>
                              </a:cubicBezTo>
                              <a:cubicBezTo>
                                <a:pt x="102461" y="46010"/>
                                <a:pt x="96360" y="55292"/>
                                <a:pt x="86920" y="59244"/>
                              </a:cubicBezTo>
                              <a:cubicBezTo>
                                <a:pt x="97877" y="63098"/>
                                <a:pt x="105305" y="73325"/>
                                <a:pt x="105588" y="84935"/>
                              </a:cubicBezTo>
                              <a:cubicBezTo>
                                <a:pt x="106117" y="113731"/>
                                <a:pt x="80885" y="126047"/>
                                <a:pt x="52477" y="125518"/>
                              </a:cubicBezTo>
                              <a:cubicBezTo>
                                <a:pt x="25269" y="125518"/>
                                <a:pt x="-810" y="113872"/>
                                <a:pt x="72" y="84935"/>
                              </a:cubicBezTo>
                              <a:cubicBezTo>
                                <a:pt x="1067" y="73847"/>
                                <a:pt x="8429" y="64350"/>
                                <a:pt x="18917" y="60620"/>
                              </a:cubicBezTo>
                              <a:moveTo>
                                <a:pt x="28163" y="86311"/>
                              </a:moveTo>
                              <a:cubicBezTo>
                                <a:pt x="28163" y="92451"/>
                                <a:pt x="32786" y="102050"/>
                                <a:pt x="52865" y="102050"/>
                              </a:cubicBezTo>
                              <a:cubicBezTo>
                                <a:pt x="72945" y="102050"/>
                                <a:pt x="77886" y="92628"/>
                                <a:pt x="77568" y="86311"/>
                              </a:cubicBezTo>
                              <a:cubicBezTo>
                                <a:pt x="77356" y="77383"/>
                                <a:pt x="68781" y="71384"/>
                                <a:pt x="52865" y="71384"/>
                              </a:cubicBezTo>
                              <a:cubicBezTo>
                                <a:pt x="38467" y="71384"/>
                                <a:pt x="28374" y="76889"/>
                                <a:pt x="28163" y="86311"/>
                              </a:cubicBezTo>
                              <a:moveTo>
                                <a:pt x="52865" y="51339"/>
                              </a:moveTo>
                              <a:cubicBezTo>
                                <a:pt x="66981" y="51339"/>
                                <a:pt x="74462" y="44281"/>
                                <a:pt x="74462" y="35776"/>
                              </a:cubicBezTo>
                              <a:cubicBezTo>
                                <a:pt x="74462" y="29601"/>
                                <a:pt x="67757" y="21661"/>
                                <a:pt x="52512" y="21661"/>
                              </a:cubicBezTo>
                              <a:cubicBezTo>
                                <a:pt x="34868" y="21661"/>
                                <a:pt x="30598" y="32248"/>
                                <a:pt x="31127" y="36553"/>
                              </a:cubicBezTo>
                              <a:cubicBezTo>
                                <a:pt x="31621" y="44599"/>
                                <a:pt x="38997" y="51445"/>
                                <a:pt x="52865" y="51445"/>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Graphic 6"/>
                      <wps:cNvSpPr/>
                      <wps:spPr>
                        <a:xfrm>
                          <a:off x="715105" y="1342059"/>
                          <a:ext cx="101150" cy="124360"/>
                        </a:xfrm>
                        <a:custGeom>
                          <a:avLst/>
                          <a:gdLst>
                            <a:gd name="connsiteX0" fmla="*/ 32976 w 101150"/>
                            <a:gd name="connsiteY0" fmla="*/ 49822 h 124360"/>
                            <a:gd name="connsiteX1" fmla="*/ 49597 w 101150"/>
                            <a:gd name="connsiteY1" fmla="*/ 49822 h 124360"/>
                            <a:gd name="connsiteX2" fmla="*/ 71512 w 101150"/>
                            <a:gd name="connsiteY2" fmla="*/ 38000 h 124360"/>
                            <a:gd name="connsiteX3" fmla="*/ 50338 w 101150"/>
                            <a:gd name="connsiteY3" fmla="*/ 24484 h 124360"/>
                            <a:gd name="connsiteX4" fmla="*/ 28423 w 101150"/>
                            <a:gd name="connsiteY4" fmla="*/ 36129 h 124360"/>
                            <a:gd name="connsiteX5" fmla="*/ 1850 w 101150"/>
                            <a:gd name="connsiteY5" fmla="*/ 36129 h 124360"/>
                            <a:gd name="connsiteX6" fmla="*/ 50479 w 101150"/>
                            <a:gd name="connsiteY6" fmla="*/ 134 h 124360"/>
                            <a:gd name="connsiteX7" fmla="*/ 97767 w 101150"/>
                            <a:gd name="connsiteY7" fmla="*/ 30977 h 124360"/>
                            <a:gd name="connsiteX8" fmla="*/ 98296 w 101150"/>
                            <a:gd name="connsiteY8" fmla="*/ 36623 h 124360"/>
                            <a:gd name="connsiteX9" fmla="*/ 82522 w 101150"/>
                            <a:gd name="connsiteY9" fmla="*/ 60797 h 124360"/>
                            <a:gd name="connsiteX10" fmla="*/ 101190 w 101150"/>
                            <a:gd name="connsiteY10" fmla="*/ 88217 h 124360"/>
                            <a:gd name="connsiteX11" fmla="*/ 100873 w 101150"/>
                            <a:gd name="connsiteY11" fmla="*/ 93510 h 124360"/>
                            <a:gd name="connsiteX12" fmla="*/ 49456 w 101150"/>
                            <a:gd name="connsiteY12" fmla="*/ 124494 h 124360"/>
                            <a:gd name="connsiteX13" fmla="*/ 50 w 101150"/>
                            <a:gd name="connsiteY13" fmla="*/ 85676 h 124360"/>
                            <a:gd name="connsiteX14" fmla="*/ 26765 w 101150"/>
                            <a:gd name="connsiteY14" fmla="*/ 85676 h 124360"/>
                            <a:gd name="connsiteX15" fmla="*/ 49562 w 101150"/>
                            <a:gd name="connsiteY15" fmla="*/ 100780 h 124360"/>
                            <a:gd name="connsiteX16" fmla="*/ 72853 w 101150"/>
                            <a:gd name="connsiteY16" fmla="*/ 86205 h 124360"/>
                            <a:gd name="connsiteX17" fmla="*/ 51256 w 101150"/>
                            <a:gd name="connsiteY17" fmla="*/ 71666 h 124360"/>
                            <a:gd name="connsiteX18" fmla="*/ 32940 w 101150"/>
                            <a:gd name="connsiteY18" fmla="*/ 71666 h 1243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1150" h="124360">
                              <a:moveTo>
                                <a:pt x="32976" y="49822"/>
                              </a:moveTo>
                              <a:lnTo>
                                <a:pt x="49597" y="49822"/>
                              </a:lnTo>
                              <a:cubicBezTo>
                                <a:pt x="58313" y="49822"/>
                                <a:pt x="71512" y="49151"/>
                                <a:pt x="71512" y="38000"/>
                              </a:cubicBezTo>
                              <a:cubicBezTo>
                                <a:pt x="71512" y="32847"/>
                                <a:pt x="67983" y="24484"/>
                                <a:pt x="50338" y="24484"/>
                              </a:cubicBezTo>
                              <a:cubicBezTo>
                                <a:pt x="40951" y="24484"/>
                                <a:pt x="30152" y="26213"/>
                                <a:pt x="28423" y="36129"/>
                              </a:cubicBezTo>
                              <a:lnTo>
                                <a:pt x="1850" y="36129"/>
                              </a:lnTo>
                              <a:cubicBezTo>
                                <a:pt x="4074" y="9239"/>
                                <a:pt x="27753" y="134"/>
                                <a:pt x="50479" y="134"/>
                              </a:cubicBezTo>
                              <a:cubicBezTo>
                                <a:pt x="70524" y="134"/>
                                <a:pt x="94203" y="8215"/>
                                <a:pt x="97767" y="30977"/>
                              </a:cubicBezTo>
                              <a:cubicBezTo>
                                <a:pt x="98116" y="32840"/>
                                <a:pt x="98296" y="34728"/>
                                <a:pt x="98296" y="36623"/>
                              </a:cubicBezTo>
                              <a:cubicBezTo>
                                <a:pt x="98572" y="47175"/>
                                <a:pt x="92290" y="56798"/>
                                <a:pt x="82522" y="60797"/>
                              </a:cubicBezTo>
                              <a:cubicBezTo>
                                <a:pt x="93959" y="65014"/>
                                <a:pt x="101462" y="76028"/>
                                <a:pt x="101190" y="88217"/>
                              </a:cubicBezTo>
                              <a:cubicBezTo>
                                <a:pt x="101236" y="89988"/>
                                <a:pt x="101130" y="91760"/>
                                <a:pt x="100873" y="93510"/>
                              </a:cubicBezTo>
                              <a:cubicBezTo>
                                <a:pt x="96744" y="119554"/>
                                <a:pt x="70030" y="124494"/>
                                <a:pt x="49456" y="124494"/>
                              </a:cubicBezTo>
                              <a:cubicBezTo>
                                <a:pt x="26200" y="124494"/>
                                <a:pt x="1850" y="113731"/>
                                <a:pt x="50" y="85676"/>
                              </a:cubicBezTo>
                              <a:lnTo>
                                <a:pt x="26765" y="85676"/>
                              </a:lnTo>
                              <a:cubicBezTo>
                                <a:pt x="28141" y="97004"/>
                                <a:pt x="38410" y="100780"/>
                                <a:pt x="49562" y="100780"/>
                              </a:cubicBezTo>
                              <a:cubicBezTo>
                                <a:pt x="57078" y="100780"/>
                                <a:pt x="72853" y="98909"/>
                                <a:pt x="72853" y="86205"/>
                              </a:cubicBezTo>
                              <a:cubicBezTo>
                                <a:pt x="72853" y="81582"/>
                                <a:pt x="71829" y="71666"/>
                                <a:pt x="51256" y="71666"/>
                              </a:cubicBezTo>
                              <a:lnTo>
                                <a:pt x="32940" y="71666"/>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0" name="Graphic 6"/>
                      <wps:cNvSpPr/>
                      <wps:spPr>
                        <a:xfrm>
                          <a:off x="850299" y="1342588"/>
                          <a:ext cx="97787" cy="121501"/>
                        </a:xfrm>
                        <a:custGeom>
                          <a:avLst/>
                          <a:gdLst>
                            <a:gd name="connsiteX0" fmla="*/ 49738 w 97787"/>
                            <a:gd name="connsiteY0" fmla="*/ 134 h 121501"/>
                            <a:gd name="connsiteX1" fmla="*/ 97838 w 97787"/>
                            <a:gd name="connsiteY1" fmla="*/ 37823 h 121501"/>
                            <a:gd name="connsiteX2" fmla="*/ 49879 w 97787"/>
                            <a:gd name="connsiteY2" fmla="*/ 76006 h 121501"/>
                            <a:gd name="connsiteX3" fmla="*/ 25177 w 97787"/>
                            <a:gd name="connsiteY3" fmla="*/ 92275 h 121501"/>
                            <a:gd name="connsiteX4" fmla="*/ 25177 w 97787"/>
                            <a:gd name="connsiteY4" fmla="*/ 96933 h 121501"/>
                            <a:gd name="connsiteX5" fmla="*/ 96955 w 97787"/>
                            <a:gd name="connsiteY5" fmla="*/ 96933 h 121501"/>
                            <a:gd name="connsiteX6" fmla="*/ 96955 w 97787"/>
                            <a:gd name="connsiteY6" fmla="*/ 121636 h 121501"/>
                            <a:gd name="connsiteX7" fmla="*/ 50 w 97787"/>
                            <a:gd name="connsiteY7" fmla="*/ 121636 h 121501"/>
                            <a:gd name="connsiteX8" fmla="*/ 50 w 97787"/>
                            <a:gd name="connsiteY8" fmla="*/ 92204 h 121501"/>
                            <a:gd name="connsiteX9" fmla="*/ 49879 w 97787"/>
                            <a:gd name="connsiteY9" fmla="*/ 52786 h 121501"/>
                            <a:gd name="connsiteX10" fmla="*/ 71653 w 97787"/>
                            <a:gd name="connsiteY10" fmla="*/ 38423 h 121501"/>
                            <a:gd name="connsiteX11" fmla="*/ 49738 w 97787"/>
                            <a:gd name="connsiteY11" fmla="*/ 23002 h 121501"/>
                            <a:gd name="connsiteX12" fmla="*/ 27082 w 97787"/>
                            <a:gd name="connsiteY12" fmla="*/ 37400 h 121501"/>
                            <a:gd name="connsiteX13" fmla="*/ 1427 w 97787"/>
                            <a:gd name="connsiteY13" fmla="*/ 37400 h 121501"/>
                            <a:gd name="connsiteX14" fmla="*/ 49738 w 97787"/>
                            <a:gd name="connsiteY14" fmla="*/ 205 h 1215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97787" h="121501">
                              <a:moveTo>
                                <a:pt x="49738" y="134"/>
                              </a:moveTo>
                              <a:cubicBezTo>
                                <a:pt x="75252" y="134"/>
                                <a:pt x="97838" y="11780"/>
                                <a:pt x="97838" y="37823"/>
                              </a:cubicBezTo>
                              <a:cubicBezTo>
                                <a:pt x="97838" y="67466"/>
                                <a:pt x="77476" y="76006"/>
                                <a:pt x="49879" y="76006"/>
                              </a:cubicBezTo>
                              <a:cubicBezTo>
                                <a:pt x="39610" y="76006"/>
                                <a:pt x="25177" y="77242"/>
                                <a:pt x="25177" y="92275"/>
                              </a:cubicBezTo>
                              <a:lnTo>
                                <a:pt x="25177" y="96933"/>
                              </a:lnTo>
                              <a:lnTo>
                                <a:pt x="96955" y="96933"/>
                              </a:lnTo>
                              <a:lnTo>
                                <a:pt x="96955" y="121636"/>
                              </a:lnTo>
                              <a:lnTo>
                                <a:pt x="50" y="121636"/>
                              </a:lnTo>
                              <a:lnTo>
                                <a:pt x="50" y="92204"/>
                              </a:lnTo>
                              <a:cubicBezTo>
                                <a:pt x="50" y="59985"/>
                                <a:pt x="26094" y="52786"/>
                                <a:pt x="49879" y="52786"/>
                              </a:cubicBezTo>
                              <a:cubicBezTo>
                                <a:pt x="58807" y="52786"/>
                                <a:pt x="71653" y="50245"/>
                                <a:pt x="71653" y="38423"/>
                              </a:cubicBezTo>
                              <a:cubicBezTo>
                                <a:pt x="71653" y="28295"/>
                                <a:pt x="63430" y="23002"/>
                                <a:pt x="49738" y="23002"/>
                              </a:cubicBezTo>
                              <a:cubicBezTo>
                                <a:pt x="38939" y="23002"/>
                                <a:pt x="27612" y="27624"/>
                                <a:pt x="27082" y="37400"/>
                              </a:cubicBezTo>
                              <a:lnTo>
                                <a:pt x="1427" y="37400"/>
                              </a:lnTo>
                              <a:cubicBezTo>
                                <a:pt x="2803" y="9450"/>
                                <a:pt x="26412" y="205"/>
                                <a:pt x="49738" y="205"/>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Graphic 6"/>
                      <wps:cNvSpPr/>
                      <wps:spPr>
                        <a:xfrm>
                          <a:off x="1038569" y="1341212"/>
                          <a:ext cx="129477" cy="125736"/>
                        </a:xfrm>
                        <a:custGeom>
                          <a:avLst/>
                          <a:gdLst>
                            <a:gd name="connsiteX0" fmla="*/ 64807 w 129477"/>
                            <a:gd name="connsiteY0" fmla="*/ 125870 h 125736"/>
                            <a:gd name="connsiteX1" fmla="*/ 50 w 129477"/>
                            <a:gd name="connsiteY1" fmla="*/ 63020 h 125736"/>
                            <a:gd name="connsiteX2" fmla="*/ 64807 w 129477"/>
                            <a:gd name="connsiteY2" fmla="*/ 134 h 125736"/>
                            <a:gd name="connsiteX3" fmla="*/ 129528 w 129477"/>
                            <a:gd name="connsiteY3" fmla="*/ 63020 h 125736"/>
                            <a:gd name="connsiteX4" fmla="*/ 64807 w 129477"/>
                            <a:gd name="connsiteY4" fmla="*/ 125870 h 125736"/>
                            <a:gd name="connsiteX5" fmla="*/ 64807 w 129477"/>
                            <a:gd name="connsiteY5" fmla="*/ 24131 h 125736"/>
                            <a:gd name="connsiteX6" fmla="*/ 26264 w 129477"/>
                            <a:gd name="connsiteY6" fmla="*/ 60874 h 125736"/>
                            <a:gd name="connsiteX7" fmla="*/ 26271 w 129477"/>
                            <a:gd name="connsiteY7" fmla="*/ 62949 h 125736"/>
                            <a:gd name="connsiteX8" fmla="*/ 64807 w 129477"/>
                            <a:gd name="connsiteY8" fmla="*/ 101768 h 125736"/>
                            <a:gd name="connsiteX9" fmla="*/ 103343 w 129477"/>
                            <a:gd name="connsiteY9" fmla="*/ 62949 h 125736"/>
                            <a:gd name="connsiteX10" fmla="*/ 64807 w 129477"/>
                            <a:gd name="connsiteY10" fmla="*/ 24131 h 1257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29477" h="125736">
                              <a:moveTo>
                                <a:pt x="64807" y="125870"/>
                              </a:moveTo>
                              <a:cubicBezTo>
                                <a:pt x="26447" y="125870"/>
                                <a:pt x="50" y="102050"/>
                                <a:pt x="50" y="63020"/>
                              </a:cubicBezTo>
                              <a:cubicBezTo>
                                <a:pt x="50" y="23990"/>
                                <a:pt x="26447" y="134"/>
                                <a:pt x="64807" y="134"/>
                              </a:cubicBezTo>
                              <a:cubicBezTo>
                                <a:pt x="103166" y="134"/>
                                <a:pt x="129528" y="23954"/>
                                <a:pt x="129528" y="63020"/>
                              </a:cubicBezTo>
                              <a:cubicBezTo>
                                <a:pt x="129528" y="102085"/>
                                <a:pt x="103166" y="125870"/>
                                <a:pt x="64807" y="125870"/>
                              </a:cubicBezTo>
                              <a:moveTo>
                                <a:pt x="64807" y="24131"/>
                              </a:moveTo>
                              <a:cubicBezTo>
                                <a:pt x="44018" y="23633"/>
                                <a:pt x="26761" y="40085"/>
                                <a:pt x="26264" y="60874"/>
                              </a:cubicBezTo>
                              <a:cubicBezTo>
                                <a:pt x="26246" y="61566"/>
                                <a:pt x="26249" y="62258"/>
                                <a:pt x="26271" y="62949"/>
                              </a:cubicBezTo>
                              <a:cubicBezTo>
                                <a:pt x="26271" y="85358"/>
                                <a:pt x="42045" y="101768"/>
                                <a:pt x="64807" y="101768"/>
                              </a:cubicBezTo>
                              <a:cubicBezTo>
                                <a:pt x="88098" y="101768"/>
                                <a:pt x="103343" y="85464"/>
                                <a:pt x="103343" y="62949"/>
                              </a:cubicBezTo>
                              <a:cubicBezTo>
                                <a:pt x="103343" y="40435"/>
                                <a:pt x="88098" y="24131"/>
                                <a:pt x="64807" y="24131"/>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Graphic 6"/>
                      <wps:cNvSpPr/>
                      <wps:spPr>
                        <a:xfrm>
                          <a:off x="1205065" y="1344141"/>
                          <a:ext cx="108620" cy="119878"/>
                        </a:xfrm>
                        <a:custGeom>
                          <a:avLst/>
                          <a:gdLst>
                            <a:gd name="connsiteX0" fmla="*/ 81730 w 108620"/>
                            <a:gd name="connsiteY0" fmla="*/ 40230 h 119878"/>
                            <a:gd name="connsiteX1" fmla="*/ 81730 w 108620"/>
                            <a:gd name="connsiteY1" fmla="*/ 0 h 119878"/>
                            <a:gd name="connsiteX2" fmla="*/ 108621 w 108620"/>
                            <a:gd name="connsiteY2" fmla="*/ 0 h 119878"/>
                            <a:gd name="connsiteX3" fmla="*/ 108621 w 108620"/>
                            <a:gd name="connsiteY3" fmla="*/ 119878 h 119878"/>
                            <a:gd name="connsiteX4" fmla="*/ 85648 w 108620"/>
                            <a:gd name="connsiteY4" fmla="*/ 119878 h 119878"/>
                            <a:gd name="connsiteX5" fmla="*/ 26044 w 108620"/>
                            <a:gd name="connsiteY5" fmla="*/ 43124 h 119878"/>
                            <a:gd name="connsiteX6" fmla="*/ 27102 w 108620"/>
                            <a:gd name="connsiteY6" fmla="*/ 82542 h 119878"/>
                            <a:gd name="connsiteX7" fmla="*/ 27102 w 108620"/>
                            <a:gd name="connsiteY7" fmla="*/ 119878 h 119878"/>
                            <a:gd name="connsiteX8" fmla="*/ 0 w 108620"/>
                            <a:gd name="connsiteY8" fmla="*/ 119878 h 119878"/>
                            <a:gd name="connsiteX9" fmla="*/ 0 w 108620"/>
                            <a:gd name="connsiteY9" fmla="*/ 0 h 119878"/>
                            <a:gd name="connsiteX10" fmla="*/ 22938 w 108620"/>
                            <a:gd name="connsiteY10" fmla="*/ 0 h 119878"/>
                            <a:gd name="connsiteX11" fmla="*/ 83424 w 108620"/>
                            <a:gd name="connsiteY11" fmla="*/ 77919 h 119878"/>
                            <a:gd name="connsiteX12" fmla="*/ 81730 w 108620"/>
                            <a:gd name="connsiteY12" fmla="*/ 40230 h 119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8620" h="119878">
                              <a:moveTo>
                                <a:pt x="81730" y="40230"/>
                              </a:moveTo>
                              <a:lnTo>
                                <a:pt x="81730" y="0"/>
                              </a:lnTo>
                              <a:lnTo>
                                <a:pt x="108621" y="0"/>
                              </a:lnTo>
                              <a:lnTo>
                                <a:pt x="108621" y="119878"/>
                              </a:lnTo>
                              <a:lnTo>
                                <a:pt x="85648" y="119878"/>
                              </a:lnTo>
                              <a:lnTo>
                                <a:pt x="26044" y="43124"/>
                              </a:lnTo>
                              <a:lnTo>
                                <a:pt x="27102" y="82542"/>
                              </a:lnTo>
                              <a:lnTo>
                                <a:pt x="27102" y="119878"/>
                              </a:lnTo>
                              <a:lnTo>
                                <a:pt x="0" y="119878"/>
                              </a:lnTo>
                              <a:lnTo>
                                <a:pt x="0" y="0"/>
                              </a:lnTo>
                              <a:lnTo>
                                <a:pt x="22938" y="0"/>
                              </a:lnTo>
                              <a:lnTo>
                                <a:pt x="83424" y="77919"/>
                              </a:lnTo>
                              <a:lnTo>
                                <a:pt x="81730" y="40230"/>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Graphic 6"/>
                      <wps:cNvSpPr/>
                      <wps:spPr>
                        <a:xfrm>
                          <a:off x="1344493" y="1344141"/>
                          <a:ext cx="182623" cy="119701"/>
                        </a:xfrm>
                        <a:custGeom>
                          <a:avLst/>
                          <a:gdLst>
                            <a:gd name="connsiteX0" fmla="*/ 117196 w 182623"/>
                            <a:gd name="connsiteY0" fmla="*/ 119702 h 119701"/>
                            <a:gd name="connsiteX1" fmla="*/ 91506 w 182623"/>
                            <a:gd name="connsiteY1" fmla="*/ 52758 h 119701"/>
                            <a:gd name="connsiteX2" fmla="*/ 66662 w 182623"/>
                            <a:gd name="connsiteY2" fmla="*/ 119702 h 119701"/>
                            <a:gd name="connsiteX3" fmla="*/ 44747 w 182623"/>
                            <a:gd name="connsiteY3" fmla="*/ 119702 h 119701"/>
                            <a:gd name="connsiteX4" fmla="*/ 0 w 182623"/>
                            <a:gd name="connsiteY4" fmla="*/ 0 h 119701"/>
                            <a:gd name="connsiteX5" fmla="*/ 30031 w 182623"/>
                            <a:gd name="connsiteY5" fmla="*/ 0 h 119701"/>
                            <a:gd name="connsiteX6" fmla="*/ 44923 w 182623"/>
                            <a:gd name="connsiteY6" fmla="*/ 40900 h 119701"/>
                            <a:gd name="connsiteX7" fmla="*/ 55722 w 182623"/>
                            <a:gd name="connsiteY7" fmla="*/ 79613 h 119701"/>
                            <a:gd name="connsiteX8" fmla="*/ 82613 w 182623"/>
                            <a:gd name="connsiteY8" fmla="*/ 0 h 119701"/>
                            <a:gd name="connsiteX9" fmla="*/ 100046 w 182623"/>
                            <a:gd name="connsiteY9" fmla="*/ 0 h 119701"/>
                            <a:gd name="connsiteX10" fmla="*/ 128171 w 182623"/>
                            <a:gd name="connsiteY10" fmla="*/ 79613 h 119701"/>
                            <a:gd name="connsiteX11" fmla="*/ 138441 w 182623"/>
                            <a:gd name="connsiteY11" fmla="*/ 41112 h 119701"/>
                            <a:gd name="connsiteX12" fmla="*/ 152662 w 182623"/>
                            <a:gd name="connsiteY12" fmla="*/ 0 h 119701"/>
                            <a:gd name="connsiteX13" fmla="*/ 182623 w 182623"/>
                            <a:gd name="connsiteY13" fmla="*/ 0 h 119701"/>
                            <a:gd name="connsiteX14" fmla="*/ 139111 w 182623"/>
                            <a:gd name="connsiteY14" fmla="*/ 119702 h 119701"/>
                            <a:gd name="connsiteX15" fmla="*/ 117196 w 182623"/>
                            <a:gd name="connsiteY15" fmla="*/ 119702 h 1197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2623" h="119701">
                              <a:moveTo>
                                <a:pt x="117196" y="119702"/>
                              </a:moveTo>
                              <a:lnTo>
                                <a:pt x="91506" y="52758"/>
                              </a:lnTo>
                              <a:lnTo>
                                <a:pt x="66662" y="119702"/>
                              </a:lnTo>
                              <a:lnTo>
                                <a:pt x="44747" y="119702"/>
                              </a:lnTo>
                              <a:lnTo>
                                <a:pt x="0" y="0"/>
                              </a:lnTo>
                              <a:lnTo>
                                <a:pt x="30031" y="0"/>
                              </a:lnTo>
                              <a:lnTo>
                                <a:pt x="44923" y="40900"/>
                              </a:lnTo>
                              <a:lnTo>
                                <a:pt x="55722" y="79613"/>
                              </a:lnTo>
                              <a:lnTo>
                                <a:pt x="82613" y="0"/>
                              </a:lnTo>
                              <a:lnTo>
                                <a:pt x="100046" y="0"/>
                              </a:lnTo>
                              <a:lnTo>
                                <a:pt x="128171" y="79613"/>
                              </a:lnTo>
                              <a:lnTo>
                                <a:pt x="138441" y="41112"/>
                              </a:lnTo>
                              <a:lnTo>
                                <a:pt x="152662" y="0"/>
                              </a:lnTo>
                              <a:lnTo>
                                <a:pt x="182623" y="0"/>
                              </a:lnTo>
                              <a:lnTo>
                                <a:pt x="139111" y="119702"/>
                              </a:lnTo>
                              <a:lnTo>
                                <a:pt x="117196" y="119702"/>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 name="Graphic 6"/>
                      <wps:cNvSpPr/>
                      <wps:spPr>
                        <a:xfrm>
                          <a:off x="1536574" y="1344070"/>
                          <a:ext cx="136711" cy="119984"/>
                        </a:xfrm>
                        <a:custGeom>
                          <a:avLst/>
                          <a:gdLst>
                            <a:gd name="connsiteX0" fmla="*/ 37563 w 136711"/>
                            <a:gd name="connsiteY0" fmla="*/ 99545 h 119984"/>
                            <a:gd name="connsiteX1" fmla="*/ 28811 w 136711"/>
                            <a:gd name="connsiteY1" fmla="*/ 120118 h 119984"/>
                            <a:gd name="connsiteX2" fmla="*/ 50 w 136711"/>
                            <a:gd name="connsiteY2" fmla="*/ 120118 h 119984"/>
                            <a:gd name="connsiteX3" fmla="*/ 53867 w 136711"/>
                            <a:gd name="connsiteY3" fmla="*/ 134 h 119984"/>
                            <a:gd name="connsiteX4" fmla="*/ 82981 w 136711"/>
                            <a:gd name="connsiteY4" fmla="*/ 134 h 119984"/>
                            <a:gd name="connsiteX5" fmla="*/ 136762 w 136711"/>
                            <a:gd name="connsiteY5" fmla="*/ 120118 h 119984"/>
                            <a:gd name="connsiteX6" fmla="*/ 107789 w 136711"/>
                            <a:gd name="connsiteY6" fmla="*/ 120118 h 119984"/>
                            <a:gd name="connsiteX7" fmla="*/ 99073 w 136711"/>
                            <a:gd name="connsiteY7" fmla="*/ 99545 h 119984"/>
                            <a:gd name="connsiteX8" fmla="*/ 47691 w 136711"/>
                            <a:gd name="connsiteY8" fmla="*/ 75901 h 119984"/>
                            <a:gd name="connsiteX9" fmla="*/ 88945 w 136711"/>
                            <a:gd name="connsiteY9" fmla="*/ 75901 h 119984"/>
                            <a:gd name="connsiteX10" fmla="*/ 68406 w 136711"/>
                            <a:gd name="connsiteY10" fmla="*/ 27272 h 119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36711" h="119984">
                              <a:moveTo>
                                <a:pt x="37563" y="99545"/>
                              </a:moveTo>
                              <a:lnTo>
                                <a:pt x="28811" y="120118"/>
                              </a:lnTo>
                              <a:lnTo>
                                <a:pt x="50" y="120118"/>
                              </a:lnTo>
                              <a:lnTo>
                                <a:pt x="53867" y="134"/>
                              </a:lnTo>
                              <a:lnTo>
                                <a:pt x="82981" y="134"/>
                              </a:lnTo>
                              <a:lnTo>
                                <a:pt x="136762" y="120118"/>
                              </a:lnTo>
                              <a:lnTo>
                                <a:pt x="107789" y="120118"/>
                              </a:lnTo>
                              <a:lnTo>
                                <a:pt x="99073" y="99545"/>
                              </a:lnTo>
                              <a:close/>
                              <a:moveTo>
                                <a:pt x="47691" y="75901"/>
                              </a:moveTo>
                              <a:lnTo>
                                <a:pt x="88945" y="75901"/>
                              </a:lnTo>
                              <a:lnTo>
                                <a:pt x="68406" y="27272"/>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Graphic 6"/>
                      <wps:cNvSpPr/>
                      <wps:spPr>
                        <a:xfrm>
                          <a:off x="1703105" y="1344035"/>
                          <a:ext cx="106362" cy="119984"/>
                        </a:xfrm>
                        <a:custGeom>
                          <a:avLst/>
                          <a:gdLst>
                            <a:gd name="connsiteX0" fmla="*/ 76770 w 106362"/>
                            <a:gd name="connsiteY0" fmla="*/ 120118 h 119984"/>
                            <a:gd name="connsiteX1" fmla="*/ 46103 w 106362"/>
                            <a:gd name="connsiteY1" fmla="*/ 80770 h 119984"/>
                            <a:gd name="connsiteX2" fmla="*/ 26871 w 106362"/>
                            <a:gd name="connsiteY2" fmla="*/ 80770 h 119984"/>
                            <a:gd name="connsiteX3" fmla="*/ 26871 w 106362"/>
                            <a:gd name="connsiteY3" fmla="*/ 120118 h 119984"/>
                            <a:gd name="connsiteX4" fmla="*/ 50 w 106362"/>
                            <a:gd name="connsiteY4" fmla="*/ 120118 h 119984"/>
                            <a:gd name="connsiteX5" fmla="*/ 50 w 106362"/>
                            <a:gd name="connsiteY5" fmla="*/ 134 h 119984"/>
                            <a:gd name="connsiteX6" fmla="*/ 56902 w 106362"/>
                            <a:gd name="connsiteY6" fmla="*/ 134 h 119984"/>
                            <a:gd name="connsiteX7" fmla="*/ 101261 w 106362"/>
                            <a:gd name="connsiteY7" fmla="*/ 40576 h 119984"/>
                            <a:gd name="connsiteX8" fmla="*/ 73523 w 106362"/>
                            <a:gd name="connsiteY8" fmla="*/ 78230 h 119984"/>
                            <a:gd name="connsiteX9" fmla="*/ 106413 w 106362"/>
                            <a:gd name="connsiteY9" fmla="*/ 117966 h 119984"/>
                            <a:gd name="connsiteX10" fmla="*/ 106413 w 106362"/>
                            <a:gd name="connsiteY10" fmla="*/ 120012 h 119984"/>
                            <a:gd name="connsiteX11" fmla="*/ 26871 w 106362"/>
                            <a:gd name="connsiteY11" fmla="*/ 58115 h 119984"/>
                            <a:gd name="connsiteX12" fmla="*/ 57361 w 106362"/>
                            <a:gd name="connsiteY12" fmla="*/ 58115 h 119984"/>
                            <a:gd name="connsiteX13" fmla="*/ 74977 w 106362"/>
                            <a:gd name="connsiteY13" fmla="*/ 42474 h 119984"/>
                            <a:gd name="connsiteX14" fmla="*/ 75005 w 106362"/>
                            <a:gd name="connsiteY14" fmla="*/ 41352 h 119984"/>
                            <a:gd name="connsiteX15" fmla="*/ 57901 w 106362"/>
                            <a:gd name="connsiteY15" fmla="*/ 23182 h 119984"/>
                            <a:gd name="connsiteX16" fmla="*/ 57008 w 106362"/>
                            <a:gd name="connsiteY16" fmla="*/ 23178 h 119984"/>
                            <a:gd name="connsiteX17" fmla="*/ 26871 w 106362"/>
                            <a:gd name="connsiteY17" fmla="*/ 23178 h 119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06362" h="119984">
                              <a:moveTo>
                                <a:pt x="76770" y="120118"/>
                              </a:moveTo>
                              <a:lnTo>
                                <a:pt x="46103" y="80770"/>
                              </a:lnTo>
                              <a:lnTo>
                                <a:pt x="26871" y="80770"/>
                              </a:lnTo>
                              <a:lnTo>
                                <a:pt x="26871" y="120118"/>
                              </a:lnTo>
                              <a:lnTo>
                                <a:pt x="50" y="120118"/>
                              </a:lnTo>
                              <a:lnTo>
                                <a:pt x="50" y="134"/>
                              </a:lnTo>
                              <a:lnTo>
                                <a:pt x="56902" y="134"/>
                              </a:lnTo>
                              <a:cubicBezTo>
                                <a:pt x="85839" y="134"/>
                                <a:pt x="101261" y="19473"/>
                                <a:pt x="101261" y="40576"/>
                              </a:cubicBezTo>
                              <a:cubicBezTo>
                                <a:pt x="101261" y="56138"/>
                                <a:pt x="96320" y="70007"/>
                                <a:pt x="73523" y="78230"/>
                              </a:cubicBezTo>
                              <a:lnTo>
                                <a:pt x="106413" y="117966"/>
                              </a:lnTo>
                              <a:lnTo>
                                <a:pt x="106413" y="120012"/>
                              </a:lnTo>
                              <a:close/>
                              <a:moveTo>
                                <a:pt x="26871" y="58115"/>
                              </a:moveTo>
                              <a:lnTo>
                                <a:pt x="57361" y="58115"/>
                              </a:lnTo>
                              <a:cubicBezTo>
                                <a:pt x="66543" y="58662"/>
                                <a:pt x="74430" y="51660"/>
                                <a:pt x="74977" y="42474"/>
                              </a:cubicBezTo>
                              <a:cubicBezTo>
                                <a:pt x="74998" y="42100"/>
                                <a:pt x="75009" y="41726"/>
                                <a:pt x="75005" y="41352"/>
                              </a:cubicBezTo>
                              <a:cubicBezTo>
                                <a:pt x="75298" y="31612"/>
                                <a:pt x="67640" y="23478"/>
                                <a:pt x="57901" y="23182"/>
                              </a:cubicBezTo>
                              <a:cubicBezTo>
                                <a:pt x="57604" y="23175"/>
                                <a:pt x="57304" y="23171"/>
                                <a:pt x="57008" y="23178"/>
                              </a:cubicBezTo>
                              <a:lnTo>
                                <a:pt x="26871" y="23178"/>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 name="Graphic 6"/>
                      <wps:cNvSpPr/>
                      <wps:spPr>
                        <a:xfrm>
                          <a:off x="1844439" y="1344035"/>
                          <a:ext cx="108762" cy="119984"/>
                        </a:xfrm>
                        <a:custGeom>
                          <a:avLst/>
                          <a:gdLst>
                            <a:gd name="connsiteX0" fmla="*/ 108813 w 108762"/>
                            <a:gd name="connsiteY0" fmla="*/ 59350 h 119984"/>
                            <a:gd name="connsiteX1" fmla="*/ 49209 w 108762"/>
                            <a:gd name="connsiteY1" fmla="*/ 120118 h 119984"/>
                            <a:gd name="connsiteX2" fmla="*/ 50 w 108762"/>
                            <a:gd name="connsiteY2" fmla="*/ 120118 h 119984"/>
                            <a:gd name="connsiteX3" fmla="*/ 50 w 108762"/>
                            <a:gd name="connsiteY3" fmla="*/ 134 h 119984"/>
                            <a:gd name="connsiteX4" fmla="*/ 49209 w 108762"/>
                            <a:gd name="connsiteY4" fmla="*/ 134 h 119984"/>
                            <a:gd name="connsiteX5" fmla="*/ 108813 w 108762"/>
                            <a:gd name="connsiteY5" fmla="*/ 59209 h 119984"/>
                            <a:gd name="connsiteX6" fmla="*/ 49209 w 108762"/>
                            <a:gd name="connsiteY6" fmla="*/ 95345 h 119984"/>
                            <a:gd name="connsiteX7" fmla="*/ 82451 w 108762"/>
                            <a:gd name="connsiteY7" fmla="*/ 58820 h 119984"/>
                            <a:gd name="connsiteX8" fmla="*/ 49209 w 108762"/>
                            <a:gd name="connsiteY8" fmla="*/ 24237 h 119984"/>
                            <a:gd name="connsiteX9" fmla="*/ 26447 w 108762"/>
                            <a:gd name="connsiteY9" fmla="*/ 24237 h 119984"/>
                            <a:gd name="connsiteX10" fmla="*/ 26447 w 108762"/>
                            <a:gd name="connsiteY10" fmla="*/ 95345 h 119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8762" h="119984">
                              <a:moveTo>
                                <a:pt x="108813" y="59350"/>
                              </a:moveTo>
                              <a:cubicBezTo>
                                <a:pt x="108813" y="90863"/>
                                <a:pt x="91168" y="120118"/>
                                <a:pt x="49209" y="120118"/>
                              </a:cubicBezTo>
                              <a:lnTo>
                                <a:pt x="50" y="120118"/>
                              </a:lnTo>
                              <a:lnTo>
                                <a:pt x="50" y="134"/>
                              </a:lnTo>
                              <a:lnTo>
                                <a:pt x="49209" y="134"/>
                              </a:lnTo>
                              <a:cubicBezTo>
                                <a:pt x="90497" y="134"/>
                                <a:pt x="108813" y="27660"/>
                                <a:pt x="108813" y="59209"/>
                              </a:cubicBezTo>
                              <a:moveTo>
                                <a:pt x="49209" y="95345"/>
                              </a:moveTo>
                              <a:cubicBezTo>
                                <a:pt x="75252" y="95345"/>
                                <a:pt x="82451" y="76148"/>
                                <a:pt x="82451" y="58820"/>
                              </a:cubicBezTo>
                              <a:cubicBezTo>
                                <a:pt x="82451" y="41493"/>
                                <a:pt x="74229" y="24237"/>
                                <a:pt x="49209" y="24237"/>
                              </a:cubicBezTo>
                              <a:lnTo>
                                <a:pt x="26447" y="24237"/>
                              </a:lnTo>
                              <a:lnTo>
                                <a:pt x="26447" y="95345"/>
                              </a:lnTo>
                              <a:close/>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Graphic 6"/>
                      <wps:cNvSpPr/>
                      <wps:spPr>
                        <a:xfrm>
                          <a:off x="1981221" y="1340894"/>
                          <a:ext cx="102762" cy="126428"/>
                        </a:xfrm>
                        <a:custGeom>
                          <a:avLst/>
                          <a:gdLst>
                            <a:gd name="connsiteX0" fmla="*/ 52244 w 102762"/>
                            <a:gd name="connsiteY0" fmla="*/ 22719 h 126428"/>
                            <a:gd name="connsiteX1" fmla="*/ 31070 w 102762"/>
                            <a:gd name="connsiteY1" fmla="*/ 35776 h 126428"/>
                            <a:gd name="connsiteX2" fmla="*/ 56761 w 102762"/>
                            <a:gd name="connsiteY2" fmla="*/ 50139 h 126428"/>
                            <a:gd name="connsiteX3" fmla="*/ 102813 w 102762"/>
                            <a:gd name="connsiteY3" fmla="*/ 88675 h 126428"/>
                            <a:gd name="connsiteX4" fmla="*/ 52279 w 102762"/>
                            <a:gd name="connsiteY4" fmla="*/ 126541 h 126428"/>
                            <a:gd name="connsiteX5" fmla="*/ 50 w 102762"/>
                            <a:gd name="connsiteY5" fmla="*/ 102368 h 126428"/>
                            <a:gd name="connsiteX6" fmla="*/ 15966 w 102762"/>
                            <a:gd name="connsiteY6" fmla="*/ 85958 h 126428"/>
                            <a:gd name="connsiteX7" fmla="*/ 52455 w 102762"/>
                            <a:gd name="connsiteY7" fmla="*/ 102721 h 126428"/>
                            <a:gd name="connsiteX8" fmla="*/ 76452 w 102762"/>
                            <a:gd name="connsiteY8" fmla="*/ 88358 h 126428"/>
                            <a:gd name="connsiteX9" fmla="*/ 52279 w 102762"/>
                            <a:gd name="connsiteY9" fmla="*/ 72725 h 126428"/>
                            <a:gd name="connsiteX10" fmla="*/ 4814 w 102762"/>
                            <a:gd name="connsiteY10" fmla="*/ 35918 h 126428"/>
                            <a:gd name="connsiteX11" fmla="*/ 52102 w 102762"/>
                            <a:gd name="connsiteY11" fmla="*/ 134 h 126428"/>
                            <a:gd name="connsiteX12" fmla="*/ 96849 w 102762"/>
                            <a:gd name="connsiteY12" fmla="*/ 18132 h 126428"/>
                            <a:gd name="connsiteX13" fmla="*/ 80016 w 102762"/>
                            <a:gd name="connsiteY13" fmla="*/ 32636 h 126428"/>
                            <a:gd name="connsiteX14" fmla="*/ 52279 w 102762"/>
                            <a:gd name="connsiteY14" fmla="*/ 22719 h 126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762" h="126428">
                              <a:moveTo>
                                <a:pt x="52244" y="22719"/>
                              </a:moveTo>
                              <a:cubicBezTo>
                                <a:pt x="40774" y="22719"/>
                                <a:pt x="31070" y="27695"/>
                                <a:pt x="31070" y="35776"/>
                              </a:cubicBezTo>
                              <a:cubicBezTo>
                                <a:pt x="31070" y="46716"/>
                                <a:pt x="41657" y="48763"/>
                                <a:pt x="56761" y="50139"/>
                              </a:cubicBezTo>
                              <a:cubicBezTo>
                                <a:pt x="80510" y="52363"/>
                                <a:pt x="102813" y="60938"/>
                                <a:pt x="102813" y="88675"/>
                              </a:cubicBezTo>
                              <a:cubicBezTo>
                                <a:pt x="102813" y="115248"/>
                                <a:pt x="78111" y="126541"/>
                                <a:pt x="52279" y="126541"/>
                              </a:cubicBezTo>
                              <a:cubicBezTo>
                                <a:pt x="32058" y="127035"/>
                                <a:pt x="9931" y="118989"/>
                                <a:pt x="50" y="102368"/>
                              </a:cubicBezTo>
                              <a:lnTo>
                                <a:pt x="15966" y="85958"/>
                              </a:lnTo>
                              <a:cubicBezTo>
                                <a:pt x="24859" y="97604"/>
                                <a:pt x="40668" y="102721"/>
                                <a:pt x="52455" y="102721"/>
                              </a:cubicBezTo>
                              <a:cubicBezTo>
                                <a:pt x="67030" y="102721"/>
                                <a:pt x="76452" y="97251"/>
                                <a:pt x="76452" y="88358"/>
                              </a:cubicBezTo>
                              <a:cubicBezTo>
                                <a:pt x="76452" y="78230"/>
                                <a:pt x="68547" y="74242"/>
                                <a:pt x="52279" y="72725"/>
                              </a:cubicBezTo>
                              <a:cubicBezTo>
                                <a:pt x="27117" y="70537"/>
                                <a:pt x="4320" y="63832"/>
                                <a:pt x="4814" y="35918"/>
                              </a:cubicBezTo>
                              <a:cubicBezTo>
                                <a:pt x="4814" y="11921"/>
                                <a:pt x="27788" y="134"/>
                                <a:pt x="52102" y="134"/>
                              </a:cubicBezTo>
                              <a:cubicBezTo>
                                <a:pt x="70629" y="134"/>
                                <a:pt x="84463" y="3875"/>
                                <a:pt x="96849" y="18132"/>
                              </a:cubicBezTo>
                              <a:lnTo>
                                <a:pt x="80016" y="32636"/>
                              </a:lnTo>
                              <a:cubicBezTo>
                                <a:pt x="72256" y="26118"/>
                                <a:pt x="62414" y="22599"/>
                                <a:pt x="52279" y="22719"/>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Graphic 6"/>
                      <wps:cNvSpPr/>
                      <wps:spPr>
                        <a:xfrm>
                          <a:off x="0" y="0"/>
                          <a:ext cx="2581777" cy="1171539"/>
                        </a:xfrm>
                        <a:custGeom>
                          <a:avLst/>
                          <a:gdLst>
                            <a:gd name="connsiteX0" fmla="*/ 551554 w 2581777"/>
                            <a:gd name="connsiteY0" fmla="*/ 491646 h 1171539"/>
                            <a:gd name="connsiteX1" fmla="*/ 551554 w 2581777"/>
                            <a:gd name="connsiteY1" fmla="*/ 476718 h 1171539"/>
                            <a:gd name="connsiteX2" fmla="*/ 504725 w 2581777"/>
                            <a:gd name="connsiteY2" fmla="*/ 439488 h 1171539"/>
                            <a:gd name="connsiteX3" fmla="*/ 499996 w 2581777"/>
                            <a:gd name="connsiteY3" fmla="*/ 394706 h 1171539"/>
                            <a:gd name="connsiteX4" fmla="*/ 499996 w 2581777"/>
                            <a:gd name="connsiteY4" fmla="*/ 308705 h 1171539"/>
                            <a:gd name="connsiteX5" fmla="*/ 504337 w 2581777"/>
                            <a:gd name="connsiteY5" fmla="*/ 288661 h 1171539"/>
                            <a:gd name="connsiteX6" fmla="*/ 532569 w 2581777"/>
                            <a:gd name="connsiteY6" fmla="*/ 284391 h 1171539"/>
                            <a:gd name="connsiteX7" fmla="*/ 581374 w 2581777"/>
                            <a:gd name="connsiteY7" fmla="*/ 297766 h 1171539"/>
                            <a:gd name="connsiteX8" fmla="*/ 655482 w 2581777"/>
                            <a:gd name="connsiteY8" fmla="*/ 463626 h 1171539"/>
                            <a:gd name="connsiteX9" fmla="*/ 760609 w 2581777"/>
                            <a:gd name="connsiteY9" fmla="*/ 500680 h 1171539"/>
                            <a:gd name="connsiteX10" fmla="*/ 845128 w 2581777"/>
                            <a:gd name="connsiteY10" fmla="*/ 488999 h 1171539"/>
                            <a:gd name="connsiteX11" fmla="*/ 843751 w 2581777"/>
                            <a:gd name="connsiteY11" fmla="*/ 474142 h 1171539"/>
                            <a:gd name="connsiteX12" fmla="*/ 734354 w 2581777"/>
                            <a:gd name="connsiteY12" fmla="*/ 366439 h 1171539"/>
                            <a:gd name="connsiteX13" fmla="*/ 616205 w 2581777"/>
                            <a:gd name="connsiteY13" fmla="*/ 271969 h 1171539"/>
                            <a:gd name="connsiteX14" fmla="*/ 616205 w 2581777"/>
                            <a:gd name="connsiteY14" fmla="*/ 269640 h 1171539"/>
                            <a:gd name="connsiteX15" fmla="*/ 772572 w 2581777"/>
                            <a:gd name="connsiteY15" fmla="*/ 152796 h 1171539"/>
                            <a:gd name="connsiteX16" fmla="*/ 590373 w 2581777"/>
                            <a:gd name="connsiteY16" fmla="*/ 27166 h 1171539"/>
                            <a:gd name="connsiteX17" fmla="*/ 430794 w 2581777"/>
                            <a:gd name="connsiteY17" fmla="*/ 37753 h 1171539"/>
                            <a:gd name="connsiteX18" fmla="*/ 340876 w 2581777"/>
                            <a:gd name="connsiteY18" fmla="*/ 31154 h 1171539"/>
                            <a:gd name="connsiteX19" fmla="*/ 340876 w 2581777"/>
                            <a:gd name="connsiteY19" fmla="*/ 46081 h 1171539"/>
                            <a:gd name="connsiteX20" fmla="*/ 387670 w 2581777"/>
                            <a:gd name="connsiteY20" fmla="*/ 83311 h 1171539"/>
                            <a:gd name="connsiteX21" fmla="*/ 392152 w 2581777"/>
                            <a:gd name="connsiteY21" fmla="*/ 127953 h 1171539"/>
                            <a:gd name="connsiteX22" fmla="*/ 392152 w 2581777"/>
                            <a:gd name="connsiteY22" fmla="*/ 394706 h 1171539"/>
                            <a:gd name="connsiteX23" fmla="*/ 387423 w 2581777"/>
                            <a:gd name="connsiteY23" fmla="*/ 439488 h 1171539"/>
                            <a:gd name="connsiteX24" fmla="*/ 340629 w 2581777"/>
                            <a:gd name="connsiteY24" fmla="*/ 476718 h 1171539"/>
                            <a:gd name="connsiteX25" fmla="*/ 340629 w 2581777"/>
                            <a:gd name="connsiteY25" fmla="*/ 491646 h 1171539"/>
                            <a:gd name="connsiteX26" fmla="*/ 447768 w 2581777"/>
                            <a:gd name="connsiteY26" fmla="*/ 490270 h 1171539"/>
                            <a:gd name="connsiteX27" fmla="*/ 551554 w 2581777"/>
                            <a:gd name="connsiteY27" fmla="*/ 491646 h 1171539"/>
                            <a:gd name="connsiteX28" fmla="*/ 499996 w 2581777"/>
                            <a:gd name="connsiteY28" fmla="*/ 85288 h 1171539"/>
                            <a:gd name="connsiteX29" fmla="*/ 505996 w 2581777"/>
                            <a:gd name="connsiteY29" fmla="*/ 65667 h 1171539"/>
                            <a:gd name="connsiteX30" fmla="*/ 561153 w 2581777"/>
                            <a:gd name="connsiteY30" fmla="*/ 55750 h 1171539"/>
                            <a:gd name="connsiteX31" fmla="*/ 659540 w 2581777"/>
                            <a:gd name="connsiteY31" fmla="*/ 154208 h 1171539"/>
                            <a:gd name="connsiteX32" fmla="*/ 631662 w 2581777"/>
                            <a:gd name="connsiteY32" fmla="*/ 230257 h 1171539"/>
                            <a:gd name="connsiteX33" fmla="*/ 539556 w 2581777"/>
                            <a:gd name="connsiteY33" fmla="*/ 258100 h 1171539"/>
                            <a:gd name="connsiteX34" fmla="*/ 504266 w 2581777"/>
                            <a:gd name="connsiteY34" fmla="*/ 253830 h 1171539"/>
                            <a:gd name="connsiteX35" fmla="*/ 499926 w 2581777"/>
                            <a:gd name="connsiteY35" fmla="*/ 233821 h 1171539"/>
                            <a:gd name="connsiteX36" fmla="*/ 499926 w 2581777"/>
                            <a:gd name="connsiteY36" fmla="*/ 85288 h 1171539"/>
                            <a:gd name="connsiteX37" fmla="*/ 1931655 w 2581777"/>
                            <a:gd name="connsiteY37" fmla="*/ 113060 h 1171539"/>
                            <a:gd name="connsiteX38" fmla="*/ 1989212 w 2581777"/>
                            <a:gd name="connsiteY38" fmla="*/ 56597 h 1171539"/>
                            <a:gd name="connsiteX39" fmla="*/ 1931655 w 2581777"/>
                            <a:gd name="connsiteY39" fmla="*/ 134 h 1171539"/>
                            <a:gd name="connsiteX40" fmla="*/ 1874098 w 2581777"/>
                            <a:gd name="connsiteY40" fmla="*/ 56597 h 1171539"/>
                            <a:gd name="connsiteX41" fmla="*/ 1931655 w 2581777"/>
                            <a:gd name="connsiteY41" fmla="*/ 113060 h 1171539"/>
                            <a:gd name="connsiteX42" fmla="*/ 1656750 w 2581777"/>
                            <a:gd name="connsiteY42" fmla="*/ 294801 h 1171539"/>
                            <a:gd name="connsiteX43" fmla="*/ 1457012 w 2581777"/>
                            <a:gd name="connsiteY43" fmla="*/ 411962 h 1171539"/>
                            <a:gd name="connsiteX44" fmla="*/ 1554834 w 2581777"/>
                            <a:gd name="connsiteY44" fmla="*/ 495598 h 1171539"/>
                            <a:gd name="connsiteX45" fmla="*/ 1684664 w 2581777"/>
                            <a:gd name="connsiteY45" fmla="*/ 433524 h 1171539"/>
                            <a:gd name="connsiteX46" fmla="*/ 1757184 w 2581777"/>
                            <a:gd name="connsiteY46" fmla="*/ 494222 h 1171539"/>
                            <a:gd name="connsiteX47" fmla="*/ 1840114 w 2581777"/>
                            <a:gd name="connsiteY47" fmla="*/ 474777 h 1171539"/>
                            <a:gd name="connsiteX48" fmla="*/ 1835209 w 2581777"/>
                            <a:gd name="connsiteY48" fmla="*/ 460662 h 1171539"/>
                            <a:gd name="connsiteX49" fmla="*/ 1817564 w 2581777"/>
                            <a:gd name="connsiteY49" fmla="*/ 463026 h 1171539"/>
                            <a:gd name="connsiteX50" fmla="*/ 1781816 w 2581777"/>
                            <a:gd name="connsiteY50" fmla="*/ 432854 h 1171539"/>
                            <a:gd name="connsiteX51" fmla="*/ 1779910 w 2581777"/>
                            <a:gd name="connsiteY51" fmla="*/ 391671 h 1171539"/>
                            <a:gd name="connsiteX52" fmla="*/ 1779910 w 2581777"/>
                            <a:gd name="connsiteY52" fmla="*/ 277015 h 1171539"/>
                            <a:gd name="connsiteX53" fmla="*/ 1772853 w 2581777"/>
                            <a:gd name="connsiteY53" fmla="*/ 222564 h 1171539"/>
                            <a:gd name="connsiteX54" fmla="*/ 1622378 w 2581777"/>
                            <a:gd name="connsiteY54" fmla="*/ 150785 h 1171539"/>
                            <a:gd name="connsiteX55" fmla="*/ 1474162 w 2581777"/>
                            <a:gd name="connsiteY55" fmla="*/ 231527 h 1171539"/>
                            <a:gd name="connsiteX56" fmla="*/ 1532672 w 2581777"/>
                            <a:gd name="connsiteY56" fmla="*/ 282556 h 1171539"/>
                            <a:gd name="connsiteX57" fmla="*/ 1570044 w 2581777"/>
                            <a:gd name="connsiteY57" fmla="*/ 271087 h 1171539"/>
                            <a:gd name="connsiteX58" fmla="*/ 1565245 w 2581777"/>
                            <a:gd name="connsiteY58" fmla="*/ 237421 h 1171539"/>
                            <a:gd name="connsiteX59" fmla="*/ 1622167 w 2581777"/>
                            <a:gd name="connsiteY59" fmla="*/ 172523 h 1171539"/>
                            <a:gd name="connsiteX60" fmla="*/ 1682370 w 2581777"/>
                            <a:gd name="connsiteY60" fmla="*/ 246631 h 1171539"/>
                            <a:gd name="connsiteX61" fmla="*/ 1682370 w 2581777"/>
                            <a:gd name="connsiteY61" fmla="*/ 275251 h 1171539"/>
                            <a:gd name="connsiteX62" fmla="*/ 1656785 w 2581777"/>
                            <a:gd name="connsiteY62" fmla="*/ 294625 h 1171539"/>
                            <a:gd name="connsiteX63" fmla="*/ 1682370 w 2581777"/>
                            <a:gd name="connsiteY63" fmla="*/ 380025 h 1171539"/>
                            <a:gd name="connsiteX64" fmla="*/ 1600710 w 2581777"/>
                            <a:gd name="connsiteY64" fmla="*/ 453886 h 1171539"/>
                            <a:gd name="connsiteX65" fmla="*/ 1550952 w 2581777"/>
                            <a:gd name="connsiteY65" fmla="*/ 404834 h 1171539"/>
                            <a:gd name="connsiteX66" fmla="*/ 1646234 w 2581777"/>
                            <a:gd name="connsiteY66" fmla="*/ 315410 h 1171539"/>
                            <a:gd name="connsiteX67" fmla="*/ 1678383 w 2581777"/>
                            <a:gd name="connsiteY67" fmla="*/ 317951 h 1171539"/>
                            <a:gd name="connsiteX68" fmla="*/ 1682300 w 2581777"/>
                            <a:gd name="connsiteY68" fmla="*/ 332455 h 1171539"/>
                            <a:gd name="connsiteX69" fmla="*/ 1001566 w 2581777"/>
                            <a:gd name="connsiteY69" fmla="*/ 495739 h 1171539"/>
                            <a:gd name="connsiteX70" fmla="*/ 1165415 w 2581777"/>
                            <a:gd name="connsiteY70" fmla="*/ 438888 h 1171539"/>
                            <a:gd name="connsiteX71" fmla="*/ 1156981 w 2581777"/>
                            <a:gd name="connsiteY71" fmla="*/ 426502 h 1171539"/>
                            <a:gd name="connsiteX72" fmla="*/ 1064452 w 2581777"/>
                            <a:gd name="connsiteY72" fmla="*/ 451839 h 1171539"/>
                            <a:gd name="connsiteX73" fmla="*/ 943373 w 2581777"/>
                            <a:gd name="connsiteY73" fmla="*/ 388036 h 1171539"/>
                            <a:gd name="connsiteX74" fmla="*/ 934092 w 2581777"/>
                            <a:gd name="connsiteY74" fmla="*/ 350559 h 1171539"/>
                            <a:gd name="connsiteX75" fmla="*/ 945208 w 2581777"/>
                            <a:gd name="connsiteY75" fmla="*/ 345089 h 1171539"/>
                            <a:gd name="connsiteX76" fmla="*/ 984944 w 2581777"/>
                            <a:gd name="connsiteY76" fmla="*/ 346888 h 1171539"/>
                            <a:gd name="connsiteX77" fmla="*/ 1153416 w 2581777"/>
                            <a:gd name="connsiteY77" fmla="*/ 254077 h 1171539"/>
                            <a:gd name="connsiteX78" fmla="*/ 1004354 w 2581777"/>
                            <a:gd name="connsiteY78" fmla="*/ 150961 h 1171539"/>
                            <a:gd name="connsiteX79" fmla="*/ 827165 w 2581777"/>
                            <a:gd name="connsiteY79" fmla="*/ 321656 h 1171539"/>
                            <a:gd name="connsiteX80" fmla="*/ 1001566 w 2581777"/>
                            <a:gd name="connsiteY80" fmla="*/ 495739 h 1171539"/>
                            <a:gd name="connsiteX81" fmla="*/ 999872 w 2581777"/>
                            <a:gd name="connsiteY81" fmla="*/ 173829 h 1171539"/>
                            <a:gd name="connsiteX82" fmla="*/ 1057288 w 2581777"/>
                            <a:gd name="connsiteY82" fmla="*/ 251466 h 1171539"/>
                            <a:gd name="connsiteX83" fmla="*/ 972275 w 2581777"/>
                            <a:gd name="connsiteY83" fmla="*/ 324621 h 1171539"/>
                            <a:gd name="connsiteX84" fmla="*/ 927105 w 2581777"/>
                            <a:gd name="connsiteY84" fmla="*/ 297977 h 1171539"/>
                            <a:gd name="connsiteX85" fmla="*/ 999872 w 2581777"/>
                            <a:gd name="connsiteY85" fmla="*/ 173829 h 1171539"/>
                            <a:gd name="connsiteX86" fmla="*/ 1232782 w 2581777"/>
                            <a:gd name="connsiteY86" fmla="*/ 210777 h 1171539"/>
                            <a:gd name="connsiteX87" fmla="*/ 1232782 w 2581777"/>
                            <a:gd name="connsiteY87" fmla="*/ 400352 h 1171539"/>
                            <a:gd name="connsiteX88" fmla="*/ 1328452 w 2581777"/>
                            <a:gd name="connsiteY88" fmla="*/ 495634 h 1171539"/>
                            <a:gd name="connsiteX89" fmla="*/ 1424828 w 2581777"/>
                            <a:gd name="connsiteY89" fmla="*/ 468073 h 1171539"/>
                            <a:gd name="connsiteX90" fmla="*/ 1417770 w 2581777"/>
                            <a:gd name="connsiteY90" fmla="*/ 454627 h 1171539"/>
                            <a:gd name="connsiteX91" fmla="*/ 1381175 w 2581777"/>
                            <a:gd name="connsiteY91" fmla="*/ 462144 h 1171539"/>
                            <a:gd name="connsiteX92" fmla="*/ 1335934 w 2581777"/>
                            <a:gd name="connsiteY92" fmla="*/ 423043 h 1171539"/>
                            <a:gd name="connsiteX93" fmla="*/ 1332158 w 2581777"/>
                            <a:gd name="connsiteY93" fmla="*/ 377167 h 1171539"/>
                            <a:gd name="connsiteX94" fmla="*/ 1332158 w 2581777"/>
                            <a:gd name="connsiteY94" fmla="*/ 210530 h 1171539"/>
                            <a:gd name="connsiteX95" fmla="*/ 1336534 w 2581777"/>
                            <a:gd name="connsiteY95" fmla="*/ 190203 h 1171539"/>
                            <a:gd name="connsiteX96" fmla="*/ 1357001 w 2581777"/>
                            <a:gd name="connsiteY96" fmla="*/ 185863 h 1171539"/>
                            <a:gd name="connsiteX97" fmla="*/ 1419711 w 2581777"/>
                            <a:gd name="connsiteY97" fmla="*/ 186780 h 1171539"/>
                            <a:gd name="connsiteX98" fmla="*/ 1419711 w 2581777"/>
                            <a:gd name="connsiteY98" fmla="*/ 161442 h 1171539"/>
                            <a:gd name="connsiteX99" fmla="*/ 1360601 w 2581777"/>
                            <a:gd name="connsiteY99" fmla="*/ 162360 h 1171539"/>
                            <a:gd name="connsiteX100" fmla="*/ 1336534 w 2581777"/>
                            <a:gd name="connsiteY100" fmla="*/ 158019 h 1171539"/>
                            <a:gd name="connsiteX101" fmla="*/ 1332158 w 2581777"/>
                            <a:gd name="connsiteY101" fmla="*/ 137692 h 1171539"/>
                            <a:gd name="connsiteX102" fmla="*/ 1332158 w 2581777"/>
                            <a:gd name="connsiteY102" fmla="*/ 61538 h 1171539"/>
                            <a:gd name="connsiteX103" fmla="*/ 1317689 w 2581777"/>
                            <a:gd name="connsiteY103" fmla="*/ 61538 h 1171539"/>
                            <a:gd name="connsiteX104" fmla="*/ 1182989 w 2581777"/>
                            <a:gd name="connsiteY104" fmla="*/ 172241 h 1171539"/>
                            <a:gd name="connsiteX105" fmla="*/ 1182989 w 2581777"/>
                            <a:gd name="connsiteY105" fmla="*/ 186357 h 1171539"/>
                            <a:gd name="connsiteX106" fmla="*/ 1228159 w 2581777"/>
                            <a:gd name="connsiteY106" fmla="*/ 190415 h 1171539"/>
                            <a:gd name="connsiteX107" fmla="*/ 1232535 w 2581777"/>
                            <a:gd name="connsiteY107" fmla="*/ 210706 h 1171539"/>
                            <a:gd name="connsiteX108" fmla="*/ 2104503 w 2581777"/>
                            <a:gd name="connsiteY108" fmla="*/ 68702 h 1171539"/>
                            <a:gd name="connsiteX109" fmla="*/ 2106726 w 2581777"/>
                            <a:gd name="connsiteY109" fmla="*/ 109108 h 1171539"/>
                            <a:gd name="connsiteX110" fmla="*/ 2106726 w 2581777"/>
                            <a:gd name="connsiteY110" fmla="*/ 403704 h 1171539"/>
                            <a:gd name="connsiteX111" fmla="*/ 2112055 w 2581777"/>
                            <a:gd name="connsiteY111" fmla="*/ 450110 h 1171539"/>
                            <a:gd name="connsiteX112" fmla="*/ 2193962 w 2581777"/>
                            <a:gd name="connsiteY112" fmla="*/ 495528 h 1171539"/>
                            <a:gd name="connsiteX113" fmla="*/ 2285150 w 2581777"/>
                            <a:gd name="connsiteY113" fmla="*/ 476401 h 1171539"/>
                            <a:gd name="connsiteX114" fmla="*/ 2281056 w 2581777"/>
                            <a:gd name="connsiteY114" fmla="*/ 461967 h 1171539"/>
                            <a:gd name="connsiteX115" fmla="*/ 2261082 w 2581777"/>
                            <a:gd name="connsiteY115" fmla="*/ 464826 h 1171539"/>
                            <a:gd name="connsiteX116" fmla="*/ 2211289 w 2581777"/>
                            <a:gd name="connsiteY116" fmla="*/ 430207 h 1171539"/>
                            <a:gd name="connsiteX117" fmla="*/ 2207760 w 2581777"/>
                            <a:gd name="connsiteY117" fmla="*/ 381613 h 1171539"/>
                            <a:gd name="connsiteX118" fmla="*/ 2207760 w 2581777"/>
                            <a:gd name="connsiteY118" fmla="*/ 88005 h 1171539"/>
                            <a:gd name="connsiteX119" fmla="*/ 2144239 w 2581777"/>
                            <a:gd name="connsiteY119" fmla="*/ 21555 h 1171539"/>
                            <a:gd name="connsiteX120" fmla="*/ 2066602 w 2581777"/>
                            <a:gd name="connsiteY120" fmla="*/ 26142 h 1171539"/>
                            <a:gd name="connsiteX121" fmla="*/ 2066602 w 2581777"/>
                            <a:gd name="connsiteY121" fmla="*/ 40964 h 1171539"/>
                            <a:gd name="connsiteX122" fmla="*/ 2104115 w 2581777"/>
                            <a:gd name="connsiteY122" fmla="*/ 68702 h 1171539"/>
                            <a:gd name="connsiteX123" fmla="*/ 2041264 w 2581777"/>
                            <a:gd name="connsiteY123" fmla="*/ 464826 h 1171539"/>
                            <a:gd name="connsiteX124" fmla="*/ 1991436 w 2581777"/>
                            <a:gd name="connsiteY124" fmla="*/ 430207 h 1171539"/>
                            <a:gd name="connsiteX125" fmla="*/ 1987907 w 2581777"/>
                            <a:gd name="connsiteY125" fmla="*/ 381613 h 1171539"/>
                            <a:gd name="connsiteX126" fmla="*/ 1987907 w 2581777"/>
                            <a:gd name="connsiteY126" fmla="*/ 218894 h 1171539"/>
                            <a:gd name="connsiteX127" fmla="*/ 1924386 w 2581777"/>
                            <a:gd name="connsiteY127" fmla="*/ 152479 h 1171539"/>
                            <a:gd name="connsiteX128" fmla="*/ 1846749 w 2581777"/>
                            <a:gd name="connsiteY128" fmla="*/ 156996 h 1171539"/>
                            <a:gd name="connsiteX129" fmla="*/ 1846749 w 2581777"/>
                            <a:gd name="connsiteY129" fmla="*/ 171853 h 1171539"/>
                            <a:gd name="connsiteX130" fmla="*/ 1884261 w 2581777"/>
                            <a:gd name="connsiteY130" fmla="*/ 199555 h 1171539"/>
                            <a:gd name="connsiteX131" fmla="*/ 1886449 w 2581777"/>
                            <a:gd name="connsiteY131" fmla="*/ 239997 h 1171539"/>
                            <a:gd name="connsiteX132" fmla="*/ 1886449 w 2581777"/>
                            <a:gd name="connsiteY132" fmla="*/ 403704 h 1171539"/>
                            <a:gd name="connsiteX133" fmla="*/ 1892307 w 2581777"/>
                            <a:gd name="connsiteY133" fmla="*/ 450110 h 1171539"/>
                            <a:gd name="connsiteX134" fmla="*/ 1974179 w 2581777"/>
                            <a:gd name="connsiteY134" fmla="*/ 495528 h 1171539"/>
                            <a:gd name="connsiteX135" fmla="*/ 2065226 w 2581777"/>
                            <a:gd name="connsiteY135" fmla="*/ 476401 h 1171539"/>
                            <a:gd name="connsiteX136" fmla="*/ 2061097 w 2581777"/>
                            <a:gd name="connsiteY136" fmla="*/ 461967 h 1171539"/>
                            <a:gd name="connsiteX137" fmla="*/ 2041158 w 2581777"/>
                            <a:gd name="connsiteY137" fmla="*/ 464826 h 1171539"/>
                            <a:gd name="connsiteX138" fmla="*/ 244818 w 2581777"/>
                            <a:gd name="connsiteY138" fmla="*/ 639509 h 1171539"/>
                            <a:gd name="connsiteX139" fmla="*/ 18966 w 2581777"/>
                            <a:gd name="connsiteY139" fmla="*/ 638027 h 1171539"/>
                            <a:gd name="connsiteX140" fmla="*/ 50 w 2581777"/>
                            <a:gd name="connsiteY140" fmla="*/ 768774 h 1171539"/>
                            <a:gd name="connsiteX141" fmla="*/ 17131 w 2581777"/>
                            <a:gd name="connsiteY141" fmla="*/ 768774 h 1171539"/>
                            <a:gd name="connsiteX142" fmla="*/ 57784 w 2581777"/>
                            <a:gd name="connsiteY142" fmla="*/ 699042 h 1171539"/>
                            <a:gd name="connsiteX143" fmla="*/ 138421 w 2581777"/>
                            <a:gd name="connsiteY143" fmla="*/ 671658 h 1171539"/>
                            <a:gd name="connsiteX144" fmla="*/ 176674 w 2581777"/>
                            <a:gd name="connsiteY144" fmla="*/ 677480 h 1171539"/>
                            <a:gd name="connsiteX145" fmla="*/ 181474 w 2581777"/>
                            <a:gd name="connsiteY145" fmla="*/ 699571 h 1171539"/>
                            <a:gd name="connsiteX146" fmla="*/ 181474 w 2581777"/>
                            <a:gd name="connsiteY146" fmla="*/ 1035457 h 1171539"/>
                            <a:gd name="connsiteX147" fmla="*/ 174416 w 2581777"/>
                            <a:gd name="connsiteY147" fmla="*/ 1084403 h 1171539"/>
                            <a:gd name="connsiteX148" fmla="*/ 104896 w 2581777"/>
                            <a:gd name="connsiteY148" fmla="*/ 1125092 h 1171539"/>
                            <a:gd name="connsiteX149" fmla="*/ 104896 w 2581777"/>
                            <a:gd name="connsiteY149" fmla="*/ 1141360 h 1171539"/>
                            <a:gd name="connsiteX150" fmla="*/ 244889 w 2581777"/>
                            <a:gd name="connsiteY150" fmla="*/ 1139878 h 1171539"/>
                            <a:gd name="connsiteX151" fmla="*/ 384917 w 2581777"/>
                            <a:gd name="connsiteY151" fmla="*/ 1141360 h 1171539"/>
                            <a:gd name="connsiteX152" fmla="*/ 384917 w 2581777"/>
                            <a:gd name="connsiteY152" fmla="*/ 1125092 h 1171539"/>
                            <a:gd name="connsiteX153" fmla="*/ 315397 w 2581777"/>
                            <a:gd name="connsiteY153" fmla="*/ 1084403 h 1171539"/>
                            <a:gd name="connsiteX154" fmla="*/ 308339 w 2581777"/>
                            <a:gd name="connsiteY154" fmla="*/ 1035457 h 1171539"/>
                            <a:gd name="connsiteX155" fmla="*/ 308339 w 2581777"/>
                            <a:gd name="connsiteY155" fmla="*/ 699571 h 1171539"/>
                            <a:gd name="connsiteX156" fmla="*/ 313068 w 2581777"/>
                            <a:gd name="connsiteY156" fmla="*/ 677480 h 1171539"/>
                            <a:gd name="connsiteX157" fmla="*/ 351392 w 2581777"/>
                            <a:gd name="connsiteY157" fmla="*/ 671658 h 1171539"/>
                            <a:gd name="connsiteX158" fmla="*/ 431958 w 2581777"/>
                            <a:gd name="connsiteY158" fmla="*/ 699042 h 1171539"/>
                            <a:gd name="connsiteX159" fmla="*/ 472577 w 2581777"/>
                            <a:gd name="connsiteY159" fmla="*/ 768774 h 1171539"/>
                            <a:gd name="connsiteX160" fmla="*/ 489692 w 2581777"/>
                            <a:gd name="connsiteY160" fmla="*/ 768774 h 1171539"/>
                            <a:gd name="connsiteX161" fmla="*/ 470741 w 2581777"/>
                            <a:gd name="connsiteY161" fmla="*/ 638027 h 1171539"/>
                            <a:gd name="connsiteX162" fmla="*/ 244889 w 2581777"/>
                            <a:gd name="connsiteY162" fmla="*/ 639509 h 1171539"/>
                            <a:gd name="connsiteX163" fmla="*/ 2562807 w 2581777"/>
                            <a:gd name="connsiteY163" fmla="*/ 638027 h 1171539"/>
                            <a:gd name="connsiteX164" fmla="*/ 2336955 w 2581777"/>
                            <a:gd name="connsiteY164" fmla="*/ 639509 h 1171539"/>
                            <a:gd name="connsiteX165" fmla="*/ 2111102 w 2581777"/>
                            <a:gd name="connsiteY165" fmla="*/ 638027 h 1171539"/>
                            <a:gd name="connsiteX166" fmla="*/ 2092222 w 2581777"/>
                            <a:gd name="connsiteY166" fmla="*/ 768774 h 1171539"/>
                            <a:gd name="connsiteX167" fmla="*/ 2109302 w 2581777"/>
                            <a:gd name="connsiteY167" fmla="*/ 768774 h 1171539"/>
                            <a:gd name="connsiteX168" fmla="*/ 2149921 w 2581777"/>
                            <a:gd name="connsiteY168" fmla="*/ 699042 h 1171539"/>
                            <a:gd name="connsiteX169" fmla="*/ 2230487 w 2581777"/>
                            <a:gd name="connsiteY169" fmla="*/ 671658 h 1171539"/>
                            <a:gd name="connsiteX170" fmla="*/ 2268811 w 2581777"/>
                            <a:gd name="connsiteY170" fmla="*/ 677480 h 1171539"/>
                            <a:gd name="connsiteX171" fmla="*/ 2273575 w 2581777"/>
                            <a:gd name="connsiteY171" fmla="*/ 699571 h 1171539"/>
                            <a:gd name="connsiteX172" fmla="*/ 2273575 w 2581777"/>
                            <a:gd name="connsiteY172" fmla="*/ 1035457 h 1171539"/>
                            <a:gd name="connsiteX173" fmla="*/ 2266517 w 2581777"/>
                            <a:gd name="connsiteY173" fmla="*/ 1084403 h 1171539"/>
                            <a:gd name="connsiteX174" fmla="*/ 2196997 w 2581777"/>
                            <a:gd name="connsiteY174" fmla="*/ 1125092 h 1171539"/>
                            <a:gd name="connsiteX175" fmla="*/ 2196997 w 2581777"/>
                            <a:gd name="connsiteY175" fmla="*/ 1141360 h 1171539"/>
                            <a:gd name="connsiteX176" fmla="*/ 2336990 w 2581777"/>
                            <a:gd name="connsiteY176" fmla="*/ 1139878 h 1171539"/>
                            <a:gd name="connsiteX177" fmla="*/ 2476983 w 2581777"/>
                            <a:gd name="connsiteY177" fmla="*/ 1141360 h 1171539"/>
                            <a:gd name="connsiteX178" fmla="*/ 2476983 w 2581777"/>
                            <a:gd name="connsiteY178" fmla="*/ 1125092 h 1171539"/>
                            <a:gd name="connsiteX179" fmla="*/ 2407498 w 2581777"/>
                            <a:gd name="connsiteY179" fmla="*/ 1084403 h 1171539"/>
                            <a:gd name="connsiteX180" fmla="*/ 2400441 w 2581777"/>
                            <a:gd name="connsiteY180" fmla="*/ 1035457 h 1171539"/>
                            <a:gd name="connsiteX181" fmla="*/ 2400441 w 2581777"/>
                            <a:gd name="connsiteY181" fmla="*/ 699571 h 1171539"/>
                            <a:gd name="connsiteX182" fmla="*/ 2405205 w 2581777"/>
                            <a:gd name="connsiteY182" fmla="*/ 677480 h 1171539"/>
                            <a:gd name="connsiteX183" fmla="*/ 2443529 w 2581777"/>
                            <a:gd name="connsiteY183" fmla="*/ 671658 h 1171539"/>
                            <a:gd name="connsiteX184" fmla="*/ 2524095 w 2581777"/>
                            <a:gd name="connsiteY184" fmla="*/ 699042 h 1171539"/>
                            <a:gd name="connsiteX185" fmla="*/ 2564713 w 2581777"/>
                            <a:gd name="connsiteY185" fmla="*/ 768774 h 1171539"/>
                            <a:gd name="connsiteX186" fmla="*/ 2581829 w 2581777"/>
                            <a:gd name="connsiteY186" fmla="*/ 768774 h 1171539"/>
                            <a:gd name="connsiteX187" fmla="*/ 1900777 w 2581777"/>
                            <a:gd name="connsiteY187" fmla="*/ 835648 h 1171539"/>
                            <a:gd name="connsiteX188" fmla="*/ 1759337 w 2581777"/>
                            <a:gd name="connsiteY188" fmla="*/ 731014 h 1171539"/>
                            <a:gd name="connsiteX189" fmla="*/ 1851619 w 2581777"/>
                            <a:gd name="connsiteY189" fmla="*/ 658459 h 1171539"/>
                            <a:gd name="connsiteX190" fmla="*/ 2011057 w 2581777"/>
                            <a:gd name="connsiteY190" fmla="*/ 794571 h 1171539"/>
                            <a:gd name="connsiteX191" fmla="*/ 2026301 w 2581777"/>
                            <a:gd name="connsiteY191" fmla="*/ 794571 h 1171539"/>
                            <a:gd name="connsiteX192" fmla="*/ 2025349 w 2581777"/>
                            <a:gd name="connsiteY192" fmla="*/ 662412 h 1171539"/>
                            <a:gd name="connsiteX193" fmla="*/ 1858429 w 2581777"/>
                            <a:gd name="connsiteY193" fmla="*/ 632098 h 1171539"/>
                            <a:gd name="connsiteX194" fmla="*/ 1656785 w 2581777"/>
                            <a:gd name="connsiteY194" fmla="*/ 775656 h 1171539"/>
                            <a:gd name="connsiteX195" fmla="*/ 1770171 w 2581777"/>
                            <a:gd name="connsiteY195" fmla="*/ 918825 h 1171539"/>
                            <a:gd name="connsiteX196" fmla="*/ 1950641 w 2581777"/>
                            <a:gd name="connsiteY196" fmla="*/ 1047349 h 1171539"/>
                            <a:gd name="connsiteX197" fmla="*/ 1847949 w 2581777"/>
                            <a:gd name="connsiteY197" fmla="*/ 1118987 h 1171539"/>
                            <a:gd name="connsiteX198" fmla="*/ 1673901 w 2581777"/>
                            <a:gd name="connsiteY198" fmla="*/ 976065 h 1171539"/>
                            <a:gd name="connsiteX199" fmla="*/ 1658303 w 2581777"/>
                            <a:gd name="connsiteY199" fmla="*/ 976065 h 1171539"/>
                            <a:gd name="connsiteX200" fmla="*/ 1659044 w 2581777"/>
                            <a:gd name="connsiteY200" fmla="*/ 1114964 h 1171539"/>
                            <a:gd name="connsiteX201" fmla="*/ 1838703 w 2581777"/>
                            <a:gd name="connsiteY201" fmla="*/ 1147289 h 1171539"/>
                            <a:gd name="connsiteX202" fmla="*/ 2057497 w 2581777"/>
                            <a:gd name="connsiteY202" fmla="*/ 999461 h 1171539"/>
                            <a:gd name="connsiteX203" fmla="*/ 1900883 w 2581777"/>
                            <a:gd name="connsiteY203" fmla="*/ 835683 h 1171539"/>
                            <a:gd name="connsiteX204" fmla="*/ 981557 w 2581777"/>
                            <a:gd name="connsiteY204" fmla="*/ 1009307 h 1171539"/>
                            <a:gd name="connsiteX205" fmla="*/ 843539 w 2581777"/>
                            <a:gd name="connsiteY205" fmla="*/ 901321 h 1171539"/>
                            <a:gd name="connsiteX206" fmla="*/ 843539 w 2581777"/>
                            <a:gd name="connsiteY206" fmla="*/ 898781 h 1171539"/>
                            <a:gd name="connsiteX207" fmla="*/ 1014341 w 2581777"/>
                            <a:gd name="connsiteY207" fmla="*/ 771139 h 1171539"/>
                            <a:gd name="connsiteX208" fmla="*/ 815308 w 2581777"/>
                            <a:gd name="connsiteY208" fmla="*/ 633968 h 1171539"/>
                            <a:gd name="connsiteX209" fmla="*/ 641013 w 2581777"/>
                            <a:gd name="connsiteY209" fmla="*/ 645437 h 1171539"/>
                            <a:gd name="connsiteX210" fmla="*/ 539097 w 2581777"/>
                            <a:gd name="connsiteY210" fmla="*/ 638380 h 1171539"/>
                            <a:gd name="connsiteX211" fmla="*/ 539097 w 2581777"/>
                            <a:gd name="connsiteY211" fmla="*/ 654648 h 1171539"/>
                            <a:gd name="connsiteX212" fmla="*/ 590232 w 2581777"/>
                            <a:gd name="connsiteY212" fmla="*/ 695301 h 1171539"/>
                            <a:gd name="connsiteX213" fmla="*/ 595419 w 2581777"/>
                            <a:gd name="connsiteY213" fmla="*/ 744283 h 1171539"/>
                            <a:gd name="connsiteX214" fmla="*/ 595419 w 2581777"/>
                            <a:gd name="connsiteY214" fmla="*/ 1035668 h 1171539"/>
                            <a:gd name="connsiteX215" fmla="*/ 590232 w 2581777"/>
                            <a:gd name="connsiteY215" fmla="*/ 1084615 h 1171539"/>
                            <a:gd name="connsiteX216" fmla="*/ 539097 w 2581777"/>
                            <a:gd name="connsiteY216" fmla="*/ 1125304 h 1171539"/>
                            <a:gd name="connsiteX217" fmla="*/ 539097 w 2581777"/>
                            <a:gd name="connsiteY217" fmla="*/ 1141572 h 1171539"/>
                            <a:gd name="connsiteX218" fmla="*/ 659823 w 2581777"/>
                            <a:gd name="connsiteY218" fmla="*/ 1140090 h 1171539"/>
                            <a:gd name="connsiteX219" fmla="*/ 773208 w 2581777"/>
                            <a:gd name="connsiteY219" fmla="*/ 1141572 h 1171539"/>
                            <a:gd name="connsiteX220" fmla="*/ 773208 w 2581777"/>
                            <a:gd name="connsiteY220" fmla="*/ 1125304 h 1171539"/>
                            <a:gd name="connsiteX221" fmla="*/ 722038 w 2581777"/>
                            <a:gd name="connsiteY221" fmla="*/ 1084615 h 1171539"/>
                            <a:gd name="connsiteX222" fmla="*/ 716886 w 2581777"/>
                            <a:gd name="connsiteY222" fmla="*/ 1035668 h 1171539"/>
                            <a:gd name="connsiteX223" fmla="*/ 716886 w 2581777"/>
                            <a:gd name="connsiteY223" fmla="*/ 941516 h 1171539"/>
                            <a:gd name="connsiteX224" fmla="*/ 721579 w 2581777"/>
                            <a:gd name="connsiteY224" fmla="*/ 919637 h 1171539"/>
                            <a:gd name="connsiteX225" fmla="*/ 758033 w 2581777"/>
                            <a:gd name="connsiteY225" fmla="*/ 914978 h 1171539"/>
                            <a:gd name="connsiteX226" fmla="*/ 805780 w 2581777"/>
                            <a:gd name="connsiteY226" fmla="*/ 929553 h 1171539"/>
                            <a:gd name="connsiteX227" fmla="*/ 893686 w 2581777"/>
                            <a:gd name="connsiteY227" fmla="*/ 1128515 h 1171539"/>
                            <a:gd name="connsiteX228" fmla="*/ 1006930 w 2581777"/>
                            <a:gd name="connsiteY228" fmla="*/ 1171674 h 1171539"/>
                            <a:gd name="connsiteX229" fmla="*/ 1110116 w 2581777"/>
                            <a:gd name="connsiteY229" fmla="*/ 1158088 h 1171539"/>
                            <a:gd name="connsiteX230" fmla="*/ 1108705 w 2581777"/>
                            <a:gd name="connsiteY230" fmla="*/ 1140125 h 1171539"/>
                            <a:gd name="connsiteX231" fmla="*/ 981662 w 2581777"/>
                            <a:gd name="connsiteY231" fmla="*/ 1009237 h 1171539"/>
                            <a:gd name="connsiteX232" fmla="*/ 760045 w 2581777"/>
                            <a:gd name="connsiteY232" fmla="*/ 886359 h 1171539"/>
                            <a:gd name="connsiteX233" fmla="*/ 721544 w 2581777"/>
                            <a:gd name="connsiteY233" fmla="*/ 881700 h 1171539"/>
                            <a:gd name="connsiteX234" fmla="*/ 716850 w 2581777"/>
                            <a:gd name="connsiteY234" fmla="*/ 859821 h 1171539"/>
                            <a:gd name="connsiteX235" fmla="*/ 716850 w 2581777"/>
                            <a:gd name="connsiteY235" fmla="*/ 697489 h 1171539"/>
                            <a:gd name="connsiteX236" fmla="*/ 723414 w 2581777"/>
                            <a:gd name="connsiteY236" fmla="*/ 676069 h 1171539"/>
                            <a:gd name="connsiteX237" fmla="*/ 783618 w 2581777"/>
                            <a:gd name="connsiteY237" fmla="*/ 665235 h 1171539"/>
                            <a:gd name="connsiteX238" fmla="*/ 891110 w 2581777"/>
                            <a:gd name="connsiteY238" fmla="*/ 772797 h 1171539"/>
                            <a:gd name="connsiteX239" fmla="*/ 860690 w 2581777"/>
                            <a:gd name="connsiteY239" fmla="*/ 855833 h 1171539"/>
                            <a:gd name="connsiteX240" fmla="*/ 760045 w 2581777"/>
                            <a:gd name="connsiteY240" fmla="*/ 886288 h 1171539"/>
                            <a:gd name="connsiteX241" fmla="*/ 1523744 w 2581777"/>
                            <a:gd name="connsiteY241" fmla="*/ 639579 h 1171539"/>
                            <a:gd name="connsiteX242" fmla="*/ 1440602 w 2581777"/>
                            <a:gd name="connsiteY242" fmla="*/ 638097 h 1171539"/>
                            <a:gd name="connsiteX243" fmla="*/ 1440602 w 2581777"/>
                            <a:gd name="connsiteY243" fmla="*/ 654366 h 1171539"/>
                            <a:gd name="connsiteX244" fmla="*/ 1495936 w 2581777"/>
                            <a:gd name="connsiteY244" fmla="*/ 695054 h 1171539"/>
                            <a:gd name="connsiteX245" fmla="*/ 1501512 w 2581777"/>
                            <a:gd name="connsiteY245" fmla="*/ 744001 h 1171539"/>
                            <a:gd name="connsiteX246" fmla="*/ 1501512 w 2581777"/>
                            <a:gd name="connsiteY246" fmla="*/ 910214 h 1171539"/>
                            <a:gd name="connsiteX247" fmla="*/ 1483302 w 2581777"/>
                            <a:gd name="connsiteY247" fmla="*/ 1033339 h 1171539"/>
                            <a:gd name="connsiteX248" fmla="*/ 1364518 w 2581777"/>
                            <a:gd name="connsiteY248" fmla="*/ 1104801 h 1171539"/>
                            <a:gd name="connsiteX249" fmla="*/ 1267084 w 2581777"/>
                            <a:gd name="connsiteY249" fmla="*/ 1045796 h 1171539"/>
                            <a:gd name="connsiteX250" fmla="*/ 1247322 w 2581777"/>
                            <a:gd name="connsiteY250" fmla="*/ 880889 h 1171539"/>
                            <a:gd name="connsiteX251" fmla="*/ 1247322 w 2581777"/>
                            <a:gd name="connsiteY251" fmla="*/ 743930 h 1171539"/>
                            <a:gd name="connsiteX252" fmla="*/ 1252474 w 2581777"/>
                            <a:gd name="connsiteY252" fmla="*/ 694984 h 1171539"/>
                            <a:gd name="connsiteX253" fmla="*/ 1303644 w 2581777"/>
                            <a:gd name="connsiteY253" fmla="*/ 654295 h 1171539"/>
                            <a:gd name="connsiteX254" fmla="*/ 1303644 w 2581777"/>
                            <a:gd name="connsiteY254" fmla="*/ 638027 h 1171539"/>
                            <a:gd name="connsiteX255" fmla="*/ 1182918 w 2581777"/>
                            <a:gd name="connsiteY255" fmla="*/ 639509 h 1171539"/>
                            <a:gd name="connsiteX256" fmla="*/ 1069533 w 2581777"/>
                            <a:gd name="connsiteY256" fmla="*/ 638027 h 1171539"/>
                            <a:gd name="connsiteX257" fmla="*/ 1069533 w 2581777"/>
                            <a:gd name="connsiteY257" fmla="*/ 654295 h 1171539"/>
                            <a:gd name="connsiteX258" fmla="*/ 1120703 w 2581777"/>
                            <a:gd name="connsiteY258" fmla="*/ 694984 h 1171539"/>
                            <a:gd name="connsiteX259" fmla="*/ 1125855 w 2581777"/>
                            <a:gd name="connsiteY259" fmla="*/ 743930 h 1171539"/>
                            <a:gd name="connsiteX260" fmla="*/ 1126879 w 2581777"/>
                            <a:gd name="connsiteY260" fmla="*/ 896840 h 1171539"/>
                            <a:gd name="connsiteX261" fmla="*/ 1155746 w 2581777"/>
                            <a:gd name="connsiteY261" fmla="*/ 1059418 h 1171539"/>
                            <a:gd name="connsiteX262" fmla="*/ 1343486 w 2581777"/>
                            <a:gd name="connsiteY262" fmla="*/ 1147289 h 1171539"/>
                            <a:gd name="connsiteX263" fmla="*/ 1519933 w 2581777"/>
                            <a:gd name="connsiteY263" fmla="*/ 1060442 h 1171539"/>
                            <a:gd name="connsiteX264" fmla="*/ 1550035 w 2581777"/>
                            <a:gd name="connsiteY264" fmla="*/ 926342 h 1171539"/>
                            <a:gd name="connsiteX265" fmla="*/ 1551093 w 2581777"/>
                            <a:gd name="connsiteY265" fmla="*/ 743824 h 1171539"/>
                            <a:gd name="connsiteX266" fmla="*/ 1556599 w 2581777"/>
                            <a:gd name="connsiteY266" fmla="*/ 694878 h 1171539"/>
                            <a:gd name="connsiteX267" fmla="*/ 1611368 w 2581777"/>
                            <a:gd name="connsiteY267" fmla="*/ 654189 h 1171539"/>
                            <a:gd name="connsiteX268" fmla="*/ 1611368 w 2581777"/>
                            <a:gd name="connsiteY268" fmla="*/ 637921 h 1171539"/>
                            <a:gd name="connsiteX269" fmla="*/ 1523744 w 2581777"/>
                            <a:gd name="connsiteY269" fmla="*/ 639403 h 11715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Lst>
                          <a:rect l="l" t="t" r="r" b="b"/>
                          <a:pathLst>
                            <a:path w="2581777" h="1171539">
                              <a:moveTo>
                                <a:pt x="551554" y="491646"/>
                              </a:moveTo>
                              <a:lnTo>
                                <a:pt x="551554" y="476718"/>
                              </a:lnTo>
                              <a:cubicBezTo>
                                <a:pt x="529728" y="475233"/>
                                <a:pt x="511091" y="460415"/>
                                <a:pt x="504725" y="439488"/>
                              </a:cubicBezTo>
                              <a:cubicBezTo>
                                <a:pt x="500914" y="426643"/>
                                <a:pt x="499996" y="419867"/>
                                <a:pt x="499996" y="394706"/>
                              </a:cubicBezTo>
                              <a:lnTo>
                                <a:pt x="499996" y="308705"/>
                              </a:lnTo>
                              <a:cubicBezTo>
                                <a:pt x="499996" y="296107"/>
                                <a:pt x="500914" y="292084"/>
                                <a:pt x="504337" y="288661"/>
                              </a:cubicBezTo>
                              <a:cubicBezTo>
                                <a:pt x="507760" y="285238"/>
                                <a:pt x="511889" y="284391"/>
                                <a:pt x="532569" y="284391"/>
                              </a:cubicBezTo>
                              <a:cubicBezTo>
                                <a:pt x="558824" y="284391"/>
                                <a:pt x="569376" y="285732"/>
                                <a:pt x="581374" y="297766"/>
                              </a:cubicBezTo>
                              <a:cubicBezTo>
                                <a:pt x="615499" y="331855"/>
                                <a:pt x="614934" y="420291"/>
                                <a:pt x="655482" y="463626"/>
                              </a:cubicBezTo>
                              <a:cubicBezTo>
                                <a:pt x="678208" y="487905"/>
                                <a:pt x="720344" y="500680"/>
                                <a:pt x="760609" y="500680"/>
                              </a:cubicBezTo>
                              <a:cubicBezTo>
                                <a:pt x="789155" y="500271"/>
                                <a:pt x="817542" y="496346"/>
                                <a:pt x="845128" y="488999"/>
                              </a:cubicBezTo>
                              <a:lnTo>
                                <a:pt x="843751" y="474142"/>
                              </a:lnTo>
                              <a:cubicBezTo>
                                <a:pt x="806486" y="477424"/>
                                <a:pt x="775643" y="468284"/>
                                <a:pt x="734354" y="366439"/>
                              </a:cubicBezTo>
                              <a:cubicBezTo>
                                <a:pt x="711098" y="309235"/>
                                <a:pt x="685160" y="271969"/>
                                <a:pt x="616205" y="271969"/>
                              </a:cubicBezTo>
                              <a:lnTo>
                                <a:pt x="616205" y="269640"/>
                              </a:lnTo>
                              <a:cubicBezTo>
                                <a:pt x="708875" y="269640"/>
                                <a:pt x="772572" y="226093"/>
                                <a:pt x="772572" y="152796"/>
                              </a:cubicBezTo>
                              <a:cubicBezTo>
                                <a:pt x="772572" y="73713"/>
                                <a:pt x="701993" y="27166"/>
                                <a:pt x="590373" y="27166"/>
                              </a:cubicBezTo>
                              <a:cubicBezTo>
                                <a:pt x="534439" y="27166"/>
                                <a:pt x="498620" y="37753"/>
                                <a:pt x="430794" y="37753"/>
                              </a:cubicBezTo>
                              <a:cubicBezTo>
                                <a:pt x="402033" y="37753"/>
                                <a:pt x="368367" y="32706"/>
                                <a:pt x="340876" y="31154"/>
                              </a:cubicBezTo>
                              <a:lnTo>
                                <a:pt x="340876" y="46081"/>
                              </a:lnTo>
                              <a:cubicBezTo>
                                <a:pt x="365261" y="48692"/>
                                <a:pt x="381636" y="62949"/>
                                <a:pt x="387670" y="83311"/>
                              </a:cubicBezTo>
                              <a:cubicBezTo>
                                <a:pt x="391234" y="95874"/>
                                <a:pt x="392152" y="102932"/>
                                <a:pt x="392152" y="127953"/>
                              </a:cubicBezTo>
                              <a:lnTo>
                                <a:pt x="392152" y="394706"/>
                              </a:lnTo>
                              <a:cubicBezTo>
                                <a:pt x="392152" y="419867"/>
                                <a:pt x="391234" y="426466"/>
                                <a:pt x="387423" y="439488"/>
                              </a:cubicBezTo>
                              <a:cubicBezTo>
                                <a:pt x="381078" y="460418"/>
                                <a:pt x="362449" y="475240"/>
                                <a:pt x="340629" y="476718"/>
                              </a:cubicBezTo>
                              <a:lnTo>
                                <a:pt x="340629" y="491646"/>
                              </a:lnTo>
                              <a:cubicBezTo>
                                <a:pt x="340629" y="491646"/>
                                <a:pt x="396704" y="490270"/>
                                <a:pt x="447768" y="490270"/>
                              </a:cubicBezTo>
                              <a:cubicBezTo>
                                <a:pt x="498832" y="490270"/>
                                <a:pt x="551554" y="491646"/>
                                <a:pt x="551554" y="491646"/>
                              </a:cubicBezTo>
                              <a:moveTo>
                                <a:pt x="499996" y="85288"/>
                              </a:moveTo>
                              <a:cubicBezTo>
                                <a:pt x="499996" y="73042"/>
                                <a:pt x="502079" y="69196"/>
                                <a:pt x="505996" y="65667"/>
                              </a:cubicBezTo>
                              <a:cubicBezTo>
                                <a:pt x="512560" y="59773"/>
                                <a:pt x="530098" y="55750"/>
                                <a:pt x="561153" y="55750"/>
                              </a:cubicBezTo>
                              <a:cubicBezTo>
                                <a:pt x="618887" y="55750"/>
                                <a:pt x="659540" y="98556"/>
                                <a:pt x="659540" y="154208"/>
                              </a:cubicBezTo>
                              <a:cubicBezTo>
                                <a:pt x="659540" y="187415"/>
                                <a:pt x="648953" y="212859"/>
                                <a:pt x="631662" y="230257"/>
                              </a:cubicBezTo>
                              <a:cubicBezTo>
                                <a:pt x="607347" y="254606"/>
                                <a:pt x="582644" y="258100"/>
                                <a:pt x="539556" y="258100"/>
                              </a:cubicBezTo>
                              <a:cubicBezTo>
                                <a:pt x="512948" y="258100"/>
                                <a:pt x="508360" y="257888"/>
                                <a:pt x="504266" y="253830"/>
                              </a:cubicBezTo>
                              <a:cubicBezTo>
                                <a:pt x="500738" y="250301"/>
                                <a:pt x="499926" y="246384"/>
                                <a:pt x="499926" y="233821"/>
                              </a:cubicBezTo>
                              <a:lnTo>
                                <a:pt x="499926" y="85288"/>
                              </a:lnTo>
                              <a:moveTo>
                                <a:pt x="1931655" y="113060"/>
                              </a:moveTo>
                              <a:cubicBezTo>
                                <a:pt x="1964651" y="113060"/>
                                <a:pt x="1989212" y="89558"/>
                                <a:pt x="1989212" y="56597"/>
                              </a:cubicBezTo>
                              <a:cubicBezTo>
                                <a:pt x="1989212" y="23637"/>
                                <a:pt x="1964510" y="134"/>
                                <a:pt x="1931655" y="134"/>
                              </a:cubicBezTo>
                              <a:cubicBezTo>
                                <a:pt x="1898801" y="134"/>
                                <a:pt x="1874098" y="23672"/>
                                <a:pt x="1874098" y="56597"/>
                              </a:cubicBezTo>
                              <a:cubicBezTo>
                                <a:pt x="1874098" y="89522"/>
                                <a:pt x="1898801" y="113060"/>
                                <a:pt x="1931655" y="113060"/>
                              </a:cubicBezTo>
                              <a:moveTo>
                                <a:pt x="1656750" y="294801"/>
                              </a:moveTo>
                              <a:cubicBezTo>
                                <a:pt x="1539907" y="298330"/>
                                <a:pt x="1457012" y="336619"/>
                                <a:pt x="1457012" y="411962"/>
                              </a:cubicBezTo>
                              <a:cubicBezTo>
                                <a:pt x="1457012" y="468002"/>
                                <a:pt x="1499112" y="495598"/>
                                <a:pt x="1554834" y="495598"/>
                              </a:cubicBezTo>
                              <a:cubicBezTo>
                                <a:pt x="1605281" y="495644"/>
                                <a:pt x="1653027" y="472815"/>
                                <a:pt x="1684664" y="433524"/>
                              </a:cubicBezTo>
                              <a:cubicBezTo>
                                <a:pt x="1691722" y="471037"/>
                                <a:pt x="1714307" y="494222"/>
                                <a:pt x="1757184" y="494222"/>
                              </a:cubicBezTo>
                              <a:cubicBezTo>
                                <a:pt x="1787533" y="494222"/>
                                <a:pt x="1812871" y="486529"/>
                                <a:pt x="1840114" y="474777"/>
                              </a:cubicBezTo>
                              <a:lnTo>
                                <a:pt x="1835209" y="460662"/>
                              </a:lnTo>
                              <a:cubicBezTo>
                                <a:pt x="1829457" y="462225"/>
                                <a:pt x="1823525" y="463019"/>
                                <a:pt x="1817564" y="463026"/>
                              </a:cubicBezTo>
                              <a:cubicBezTo>
                                <a:pt x="1800908" y="463026"/>
                                <a:pt x="1784710" y="455368"/>
                                <a:pt x="1781816" y="432854"/>
                              </a:cubicBezTo>
                              <a:cubicBezTo>
                                <a:pt x="1780299" y="419182"/>
                                <a:pt x="1779663" y="405427"/>
                                <a:pt x="1779910" y="391671"/>
                              </a:cubicBezTo>
                              <a:lnTo>
                                <a:pt x="1779910" y="277015"/>
                              </a:lnTo>
                              <a:cubicBezTo>
                                <a:pt x="1779910" y="253160"/>
                                <a:pt x="1778040" y="237773"/>
                                <a:pt x="1772853" y="222564"/>
                              </a:cubicBezTo>
                              <a:cubicBezTo>
                                <a:pt x="1756337" y="173158"/>
                                <a:pt x="1706155" y="150785"/>
                                <a:pt x="1622378" y="150785"/>
                              </a:cubicBezTo>
                              <a:cubicBezTo>
                                <a:pt x="1523038" y="150785"/>
                                <a:pt x="1474162" y="189003"/>
                                <a:pt x="1474162" y="231527"/>
                              </a:cubicBezTo>
                              <a:cubicBezTo>
                                <a:pt x="1474162" y="267099"/>
                                <a:pt x="1502923" y="282556"/>
                                <a:pt x="1532672" y="282556"/>
                              </a:cubicBezTo>
                              <a:cubicBezTo>
                                <a:pt x="1555434" y="282556"/>
                                <a:pt x="1570044" y="277686"/>
                                <a:pt x="1570044" y="271087"/>
                              </a:cubicBezTo>
                              <a:cubicBezTo>
                                <a:pt x="1570044" y="265546"/>
                                <a:pt x="1565245" y="258488"/>
                                <a:pt x="1565245" y="237421"/>
                              </a:cubicBezTo>
                              <a:cubicBezTo>
                                <a:pt x="1565245" y="199978"/>
                                <a:pt x="1585113" y="172523"/>
                                <a:pt x="1622167" y="172523"/>
                              </a:cubicBezTo>
                              <a:cubicBezTo>
                                <a:pt x="1660597" y="172523"/>
                                <a:pt x="1682370" y="198143"/>
                                <a:pt x="1682370" y="246631"/>
                              </a:cubicBezTo>
                              <a:lnTo>
                                <a:pt x="1682370" y="275251"/>
                              </a:lnTo>
                              <a:cubicBezTo>
                                <a:pt x="1682370" y="292013"/>
                                <a:pt x="1680218" y="293884"/>
                                <a:pt x="1656785" y="294625"/>
                              </a:cubicBezTo>
                              <a:moveTo>
                                <a:pt x="1682370" y="380025"/>
                              </a:moveTo>
                              <a:cubicBezTo>
                                <a:pt x="1682370" y="419514"/>
                                <a:pt x="1643552" y="453886"/>
                                <a:pt x="1600710" y="453886"/>
                              </a:cubicBezTo>
                              <a:cubicBezTo>
                                <a:pt x="1568950" y="453886"/>
                                <a:pt x="1550952" y="433383"/>
                                <a:pt x="1550952" y="404834"/>
                              </a:cubicBezTo>
                              <a:cubicBezTo>
                                <a:pt x="1550952" y="349782"/>
                                <a:pt x="1591782" y="323315"/>
                                <a:pt x="1646234" y="315410"/>
                              </a:cubicBezTo>
                              <a:cubicBezTo>
                                <a:pt x="1665608" y="312764"/>
                                <a:pt x="1674465" y="313928"/>
                                <a:pt x="1678383" y="317951"/>
                              </a:cubicBezTo>
                              <a:cubicBezTo>
                                <a:pt x="1681559" y="321198"/>
                                <a:pt x="1682300" y="325679"/>
                                <a:pt x="1682300" y="332455"/>
                              </a:cubicBezTo>
                              <a:close/>
                              <a:moveTo>
                                <a:pt x="1001566" y="495739"/>
                              </a:moveTo>
                              <a:cubicBezTo>
                                <a:pt x="1080261" y="495739"/>
                                <a:pt x="1132490" y="467508"/>
                                <a:pt x="1165415" y="438888"/>
                              </a:cubicBezTo>
                              <a:lnTo>
                                <a:pt x="1156981" y="426502"/>
                              </a:lnTo>
                              <a:cubicBezTo>
                                <a:pt x="1128901" y="442936"/>
                                <a:pt x="1096985" y="451677"/>
                                <a:pt x="1064452" y="451839"/>
                              </a:cubicBezTo>
                              <a:cubicBezTo>
                                <a:pt x="1013599" y="451839"/>
                                <a:pt x="968500" y="433136"/>
                                <a:pt x="943373" y="388036"/>
                              </a:cubicBezTo>
                              <a:cubicBezTo>
                                <a:pt x="931093" y="366015"/>
                                <a:pt x="931763" y="355111"/>
                                <a:pt x="934092" y="350559"/>
                              </a:cubicBezTo>
                              <a:cubicBezTo>
                                <a:pt x="936033" y="346747"/>
                                <a:pt x="938786" y="345089"/>
                                <a:pt x="945208" y="345089"/>
                              </a:cubicBezTo>
                              <a:cubicBezTo>
                                <a:pt x="951631" y="345089"/>
                                <a:pt x="965959" y="346888"/>
                                <a:pt x="984944" y="346888"/>
                              </a:cubicBezTo>
                              <a:cubicBezTo>
                                <a:pt x="1095436" y="346888"/>
                                <a:pt x="1153416" y="316716"/>
                                <a:pt x="1153416" y="254077"/>
                              </a:cubicBezTo>
                              <a:cubicBezTo>
                                <a:pt x="1153416" y="199343"/>
                                <a:pt x="1097341" y="150961"/>
                                <a:pt x="1004354" y="150961"/>
                              </a:cubicBezTo>
                              <a:cubicBezTo>
                                <a:pt x="900532" y="150961"/>
                                <a:pt x="827165" y="226093"/>
                                <a:pt x="827165" y="321656"/>
                              </a:cubicBezTo>
                              <a:cubicBezTo>
                                <a:pt x="827165" y="420044"/>
                                <a:pt x="893509" y="495739"/>
                                <a:pt x="1001566" y="495739"/>
                              </a:cubicBezTo>
                              <a:moveTo>
                                <a:pt x="999872" y="173829"/>
                              </a:moveTo>
                              <a:cubicBezTo>
                                <a:pt x="1039678" y="173829"/>
                                <a:pt x="1057288" y="211694"/>
                                <a:pt x="1057288" y="251466"/>
                              </a:cubicBezTo>
                              <a:cubicBezTo>
                                <a:pt x="1057288" y="308317"/>
                                <a:pt x="1025527" y="324621"/>
                                <a:pt x="972275" y="324621"/>
                              </a:cubicBezTo>
                              <a:cubicBezTo>
                                <a:pt x="929505" y="324621"/>
                                <a:pt x="927105" y="317986"/>
                                <a:pt x="927105" y="297977"/>
                              </a:cubicBezTo>
                              <a:cubicBezTo>
                                <a:pt x="927105" y="229269"/>
                                <a:pt x="955337" y="173829"/>
                                <a:pt x="999872" y="173829"/>
                              </a:cubicBezTo>
                              <a:moveTo>
                                <a:pt x="1232782" y="210777"/>
                              </a:moveTo>
                              <a:lnTo>
                                <a:pt x="1232782" y="400352"/>
                              </a:lnTo>
                              <a:cubicBezTo>
                                <a:pt x="1232782" y="468214"/>
                                <a:pt x="1276047" y="495634"/>
                                <a:pt x="1328452" y="495634"/>
                              </a:cubicBezTo>
                              <a:cubicBezTo>
                                <a:pt x="1372423" y="495634"/>
                                <a:pt x="1410112" y="476577"/>
                                <a:pt x="1424828" y="468073"/>
                              </a:cubicBezTo>
                              <a:lnTo>
                                <a:pt x="1417770" y="454627"/>
                              </a:lnTo>
                              <a:cubicBezTo>
                                <a:pt x="1406269" y="459783"/>
                                <a:pt x="1393776" y="462349"/>
                                <a:pt x="1381175" y="462144"/>
                              </a:cubicBezTo>
                              <a:cubicBezTo>
                                <a:pt x="1357001" y="462144"/>
                                <a:pt x="1342356" y="447534"/>
                                <a:pt x="1335934" y="423043"/>
                              </a:cubicBezTo>
                              <a:cubicBezTo>
                                <a:pt x="1333322" y="412845"/>
                                <a:pt x="1332158" y="400881"/>
                                <a:pt x="1332158" y="377167"/>
                              </a:cubicBezTo>
                              <a:lnTo>
                                <a:pt x="1332158" y="210530"/>
                              </a:lnTo>
                              <a:cubicBezTo>
                                <a:pt x="1332158" y="197755"/>
                                <a:pt x="1333110" y="193626"/>
                                <a:pt x="1336534" y="190203"/>
                              </a:cubicBezTo>
                              <a:cubicBezTo>
                                <a:pt x="1339957" y="186780"/>
                                <a:pt x="1347614" y="185863"/>
                                <a:pt x="1357001" y="185863"/>
                              </a:cubicBezTo>
                              <a:cubicBezTo>
                                <a:pt x="1371505" y="185863"/>
                                <a:pt x="1403901" y="186427"/>
                                <a:pt x="1419711" y="186780"/>
                              </a:cubicBezTo>
                              <a:lnTo>
                                <a:pt x="1419711" y="161442"/>
                              </a:lnTo>
                              <a:cubicBezTo>
                                <a:pt x="1405207" y="161830"/>
                                <a:pt x="1383116" y="162360"/>
                                <a:pt x="1360601" y="162360"/>
                              </a:cubicBezTo>
                              <a:cubicBezTo>
                                <a:pt x="1345321" y="162360"/>
                                <a:pt x="1340239" y="161689"/>
                                <a:pt x="1336534" y="158019"/>
                              </a:cubicBezTo>
                              <a:cubicBezTo>
                                <a:pt x="1332828" y="154349"/>
                                <a:pt x="1332158" y="150432"/>
                                <a:pt x="1332158" y="137692"/>
                              </a:cubicBezTo>
                              <a:lnTo>
                                <a:pt x="1332158" y="61538"/>
                              </a:lnTo>
                              <a:lnTo>
                                <a:pt x="1317689" y="61538"/>
                              </a:lnTo>
                              <a:cubicBezTo>
                                <a:pt x="1299091" y="115672"/>
                                <a:pt x="1248204" y="160736"/>
                                <a:pt x="1182989" y="172241"/>
                              </a:cubicBezTo>
                              <a:lnTo>
                                <a:pt x="1182989" y="186357"/>
                              </a:lnTo>
                              <a:cubicBezTo>
                                <a:pt x="1220890" y="186357"/>
                                <a:pt x="1224807" y="187098"/>
                                <a:pt x="1228159" y="190415"/>
                              </a:cubicBezTo>
                              <a:cubicBezTo>
                                <a:pt x="1231512" y="193732"/>
                                <a:pt x="1232535" y="198461"/>
                                <a:pt x="1232535" y="210706"/>
                              </a:cubicBezTo>
                              <a:moveTo>
                                <a:pt x="2104503" y="68702"/>
                              </a:moveTo>
                              <a:cubicBezTo>
                                <a:pt x="2106126" y="76748"/>
                                <a:pt x="2106726" y="85817"/>
                                <a:pt x="2106726" y="109108"/>
                              </a:cubicBezTo>
                              <a:lnTo>
                                <a:pt x="2106726" y="403704"/>
                              </a:lnTo>
                              <a:cubicBezTo>
                                <a:pt x="2106257" y="419348"/>
                                <a:pt x="2108050" y="434978"/>
                                <a:pt x="2112055" y="450110"/>
                              </a:cubicBezTo>
                              <a:cubicBezTo>
                                <a:pt x="2122642" y="483635"/>
                                <a:pt x="2159096" y="495528"/>
                                <a:pt x="2193962" y="495528"/>
                              </a:cubicBezTo>
                              <a:cubicBezTo>
                                <a:pt x="2225341" y="495422"/>
                                <a:pt x="2256371" y="488914"/>
                                <a:pt x="2285150" y="476401"/>
                              </a:cubicBezTo>
                              <a:lnTo>
                                <a:pt x="2281056" y="461967"/>
                              </a:lnTo>
                              <a:cubicBezTo>
                                <a:pt x="2274542" y="463746"/>
                                <a:pt x="2267833" y="464706"/>
                                <a:pt x="2261082" y="464826"/>
                              </a:cubicBezTo>
                              <a:cubicBezTo>
                                <a:pt x="2236380" y="464826"/>
                                <a:pt x="2216865" y="454627"/>
                                <a:pt x="2211289" y="430207"/>
                              </a:cubicBezTo>
                              <a:cubicBezTo>
                                <a:pt x="2208889" y="419938"/>
                                <a:pt x="2207760" y="407128"/>
                                <a:pt x="2207760" y="381613"/>
                              </a:cubicBezTo>
                              <a:lnTo>
                                <a:pt x="2207760" y="88005"/>
                              </a:lnTo>
                              <a:cubicBezTo>
                                <a:pt x="2207760" y="36623"/>
                                <a:pt x="2188386" y="21555"/>
                                <a:pt x="2144239" y="21555"/>
                              </a:cubicBezTo>
                              <a:cubicBezTo>
                                <a:pt x="2117384" y="21555"/>
                                <a:pt x="2066602" y="26142"/>
                                <a:pt x="2066602" y="26142"/>
                              </a:cubicBezTo>
                              <a:lnTo>
                                <a:pt x="2066602" y="40964"/>
                              </a:lnTo>
                              <a:cubicBezTo>
                                <a:pt x="2090811" y="41387"/>
                                <a:pt x="2100515" y="50951"/>
                                <a:pt x="2104115" y="68702"/>
                              </a:cubicBezTo>
                              <a:moveTo>
                                <a:pt x="2041264" y="464826"/>
                              </a:moveTo>
                              <a:cubicBezTo>
                                <a:pt x="2016562" y="464826"/>
                                <a:pt x="1997082" y="454627"/>
                                <a:pt x="1991436" y="430207"/>
                              </a:cubicBezTo>
                              <a:cubicBezTo>
                                <a:pt x="1989106" y="419938"/>
                                <a:pt x="1987907" y="407128"/>
                                <a:pt x="1987907" y="381613"/>
                              </a:cubicBezTo>
                              <a:lnTo>
                                <a:pt x="1987907" y="218894"/>
                              </a:lnTo>
                              <a:cubicBezTo>
                                <a:pt x="1987907" y="167512"/>
                                <a:pt x="1968533" y="152479"/>
                                <a:pt x="1924386" y="152479"/>
                              </a:cubicBezTo>
                              <a:cubicBezTo>
                                <a:pt x="1897530" y="152479"/>
                                <a:pt x="1846749" y="156996"/>
                                <a:pt x="1846749" y="156996"/>
                              </a:cubicBezTo>
                              <a:lnTo>
                                <a:pt x="1846749" y="171853"/>
                              </a:lnTo>
                              <a:cubicBezTo>
                                <a:pt x="1870957" y="172311"/>
                                <a:pt x="1880662" y="181840"/>
                                <a:pt x="1884261" y="199555"/>
                              </a:cubicBezTo>
                              <a:cubicBezTo>
                                <a:pt x="1885920" y="207636"/>
                                <a:pt x="1886449" y="216706"/>
                                <a:pt x="1886449" y="239997"/>
                              </a:cubicBezTo>
                              <a:lnTo>
                                <a:pt x="1886449" y="403704"/>
                              </a:lnTo>
                              <a:cubicBezTo>
                                <a:pt x="1886135" y="419377"/>
                                <a:pt x="1888108" y="435010"/>
                                <a:pt x="1892307" y="450110"/>
                              </a:cubicBezTo>
                              <a:cubicBezTo>
                                <a:pt x="1902894" y="483635"/>
                                <a:pt x="1939313" y="495528"/>
                                <a:pt x="1974179" y="495528"/>
                              </a:cubicBezTo>
                              <a:cubicBezTo>
                                <a:pt x="2005512" y="495411"/>
                                <a:pt x="2036493" y="488904"/>
                                <a:pt x="2065226" y="476401"/>
                              </a:cubicBezTo>
                              <a:lnTo>
                                <a:pt x="2061097" y="461967"/>
                              </a:lnTo>
                              <a:cubicBezTo>
                                <a:pt x="2054597" y="463753"/>
                                <a:pt x="2047899" y="464713"/>
                                <a:pt x="2041158" y="464826"/>
                              </a:cubicBezTo>
                              <a:moveTo>
                                <a:pt x="244818" y="639509"/>
                              </a:moveTo>
                              <a:cubicBezTo>
                                <a:pt x="153560" y="639509"/>
                                <a:pt x="18966" y="638027"/>
                                <a:pt x="18966" y="638027"/>
                              </a:cubicBezTo>
                              <a:lnTo>
                                <a:pt x="50" y="768774"/>
                              </a:lnTo>
                              <a:lnTo>
                                <a:pt x="17131" y="768774"/>
                              </a:lnTo>
                              <a:cubicBezTo>
                                <a:pt x="28353" y="741919"/>
                                <a:pt x="39222" y="717604"/>
                                <a:pt x="57784" y="699042"/>
                              </a:cubicBezTo>
                              <a:cubicBezTo>
                                <a:pt x="78428" y="678468"/>
                                <a:pt x="101649" y="671658"/>
                                <a:pt x="138421" y="671658"/>
                              </a:cubicBezTo>
                              <a:cubicBezTo>
                                <a:pt x="166970" y="671658"/>
                                <a:pt x="172510" y="673316"/>
                                <a:pt x="176674" y="677480"/>
                              </a:cubicBezTo>
                              <a:cubicBezTo>
                                <a:pt x="180838" y="681644"/>
                                <a:pt x="181474" y="685703"/>
                                <a:pt x="181474" y="699571"/>
                              </a:cubicBezTo>
                              <a:lnTo>
                                <a:pt x="181474" y="1035457"/>
                              </a:lnTo>
                              <a:cubicBezTo>
                                <a:pt x="181474" y="1062982"/>
                                <a:pt x="180097" y="1070323"/>
                                <a:pt x="174416" y="1084403"/>
                              </a:cubicBezTo>
                              <a:cubicBezTo>
                                <a:pt x="165417" y="1106636"/>
                                <a:pt x="138526" y="1123222"/>
                                <a:pt x="104896" y="1125092"/>
                              </a:cubicBezTo>
                              <a:lnTo>
                                <a:pt x="104896" y="1141360"/>
                              </a:lnTo>
                              <a:cubicBezTo>
                                <a:pt x="104896" y="1141360"/>
                                <a:pt x="189131" y="1139878"/>
                                <a:pt x="244889" y="1139878"/>
                              </a:cubicBezTo>
                              <a:cubicBezTo>
                                <a:pt x="300646" y="1139878"/>
                                <a:pt x="384917" y="1141360"/>
                                <a:pt x="384917" y="1141360"/>
                              </a:cubicBezTo>
                              <a:lnTo>
                                <a:pt x="384917" y="1125092"/>
                              </a:lnTo>
                              <a:cubicBezTo>
                                <a:pt x="351287" y="1123151"/>
                                <a:pt x="324361" y="1106636"/>
                                <a:pt x="315397" y="1084403"/>
                              </a:cubicBezTo>
                              <a:cubicBezTo>
                                <a:pt x="309716" y="1070287"/>
                                <a:pt x="308339" y="1062982"/>
                                <a:pt x="308339" y="1035457"/>
                              </a:cubicBezTo>
                              <a:lnTo>
                                <a:pt x="308339" y="699571"/>
                              </a:lnTo>
                              <a:cubicBezTo>
                                <a:pt x="308339" y="685703"/>
                                <a:pt x="309363" y="681256"/>
                                <a:pt x="313068" y="677480"/>
                              </a:cubicBezTo>
                              <a:cubicBezTo>
                                <a:pt x="317303" y="673316"/>
                                <a:pt x="322843" y="671658"/>
                                <a:pt x="351392" y="671658"/>
                              </a:cubicBezTo>
                              <a:cubicBezTo>
                                <a:pt x="388058" y="671658"/>
                                <a:pt x="411385" y="678468"/>
                                <a:pt x="431958" y="699042"/>
                              </a:cubicBezTo>
                              <a:cubicBezTo>
                                <a:pt x="450485" y="717604"/>
                                <a:pt x="461354" y="741919"/>
                                <a:pt x="472577" y="768774"/>
                              </a:cubicBezTo>
                              <a:lnTo>
                                <a:pt x="489692" y="768774"/>
                              </a:lnTo>
                              <a:lnTo>
                                <a:pt x="470741" y="638027"/>
                              </a:lnTo>
                              <a:cubicBezTo>
                                <a:pt x="470741" y="638027"/>
                                <a:pt x="336183" y="639509"/>
                                <a:pt x="244889" y="639509"/>
                              </a:cubicBezTo>
                              <a:moveTo>
                                <a:pt x="2562807" y="638027"/>
                              </a:moveTo>
                              <a:cubicBezTo>
                                <a:pt x="2562807" y="638027"/>
                                <a:pt x="2428178" y="639509"/>
                                <a:pt x="2336955" y="639509"/>
                              </a:cubicBezTo>
                              <a:cubicBezTo>
                                <a:pt x="2245732" y="639509"/>
                                <a:pt x="2111102" y="638027"/>
                                <a:pt x="2111102" y="638027"/>
                              </a:cubicBezTo>
                              <a:lnTo>
                                <a:pt x="2092222" y="768774"/>
                              </a:lnTo>
                              <a:lnTo>
                                <a:pt x="2109302" y="768774"/>
                              </a:lnTo>
                              <a:cubicBezTo>
                                <a:pt x="2120560" y="741919"/>
                                <a:pt x="2131394" y="717604"/>
                                <a:pt x="2149921" y="699042"/>
                              </a:cubicBezTo>
                              <a:cubicBezTo>
                                <a:pt x="2170494" y="678468"/>
                                <a:pt x="2193821" y="671658"/>
                                <a:pt x="2230487" y="671658"/>
                              </a:cubicBezTo>
                              <a:cubicBezTo>
                                <a:pt x="2259071" y="671658"/>
                                <a:pt x="2264611" y="673316"/>
                                <a:pt x="2268811" y="677480"/>
                              </a:cubicBezTo>
                              <a:cubicBezTo>
                                <a:pt x="2273010" y="681644"/>
                                <a:pt x="2273575" y="685703"/>
                                <a:pt x="2273575" y="699571"/>
                              </a:cubicBezTo>
                              <a:lnTo>
                                <a:pt x="2273575" y="1035457"/>
                              </a:lnTo>
                              <a:cubicBezTo>
                                <a:pt x="2273575" y="1062982"/>
                                <a:pt x="2272199" y="1070323"/>
                                <a:pt x="2266517" y="1084403"/>
                              </a:cubicBezTo>
                              <a:cubicBezTo>
                                <a:pt x="2257483" y="1106636"/>
                                <a:pt x="2230628" y="1123222"/>
                                <a:pt x="2196997" y="1125092"/>
                              </a:cubicBezTo>
                              <a:lnTo>
                                <a:pt x="2196997" y="1141360"/>
                              </a:lnTo>
                              <a:cubicBezTo>
                                <a:pt x="2196997" y="1141360"/>
                                <a:pt x="2281198" y="1139878"/>
                                <a:pt x="2336990" y="1139878"/>
                              </a:cubicBezTo>
                              <a:cubicBezTo>
                                <a:pt x="2392783" y="1139878"/>
                                <a:pt x="2476983" y="1141360"/>
                                <a:pt x="2476983" y="1141360"/>
                              </a:cubicBezTo>
                              <a:lnTo>
                                <a:pt x="2476983" y="1125092"/>
                              </a:lnTo>
                              <a:cubicBezTo>
                                <a:pt x="2443388" y="1123151"/>
                                <a:pt x="2416497" y="1106636"/>
                                <a:pt x="2407498" y="1084403"/>
                              </a:cubicBezTo>
                              <a:cubicBezTo>
                                <a:pt x="2401782" y="1070287"/>
                                <a:pt x="2400441" y="1062982"/>
                                <a:pt x="2400441" y="1035457"/>
                              </a:cubicBezTo>
                              <a:lnTo>
                                <a:pt x="2400441" y="699571"/>
                              </a:lnTo>
                              <a:cubicBezTo>
                                <a:pt x="2400441" y="685703"/>
                                <a:pt x="2401464" y="681256"/>
                                <a:pt x="2405205" y="677480"/>
                              </a:cubicBezTo>
                              <a:cubicBezTo>
                                <a:pt x="2408945" y="673704"/>
                                <a:pt x="2414980" y="671658"/>
                                <a:pt x="2443529" y="671658"/>
                              </a:cubicBezTo>
                              <a:cubicBezTo>
                                <a:pt x="2480230" y="671658"/>
                                <a:pt x="2503521" y="678468"/>
                                <a:pt x="2524095" y="699042"/>
                              </a:cubicBezTo>
                              <a:cubicBezTo>
                                <a:pt x="2542622" y="717604"/>
                                <a:pt x="2553491" y="741919"/>
                                <a:pt x="2564713" y="768774"/>
                              </a:cubicBezTo>
                              <a:lnTo>
                                <a:pt x="2581829" y="768774"/>
                              </a:lnTo>
                              <a:close/>
                              <a:moveTo>
                                <a:pt x="1900777" y="835648"/>
                              </a:moveTo>
                              <a:cubicBezTo>
                                <a:pt x="1820140" y="805969"/>
                                <a:pt x="1759337" y="785607"/>
                                <a:pt x="1759337" y="731014"/>
                              </a:cubicBezTo>
                              <a:cubicBezTo>
                                <a:pt x="1759337" y="682668"/>
                                <a:pt x="1802849" y="658459"/>
                                <a:pt x="1851619" y="658459"/>
                              </a:cubicBezTo>
                              <a:cubicBezTo>
                                <a:pt x="1928903" y="658459"/>
                                <a:pt x="1988542" y="721769"/>
                                <a:pt x="2011057" y="794571"/>
                              </a:cubicBezTo>
                              <a:lnTo>
                                <a:pt x="2026301" y="794571"/>
                              </a:lnTo>
                              <a:lnTo>
                                <a:pt x="2025349" y="662412"/>
                              </a:lnTo>
                              <a:cubicBezTo>
                                <a:pt x="2000646" y="652284"/>
                                <a:pt x="1915104" y="632098"/>
                                <a:pt x="1858429" y="632098"/>
                              </a:cubicBezTo>
                              <a:cubicBezTo>
                                <a:pt x="1753126" y="632098"/>
                                <a:pt x="1656785" y="669540"/>
                                <a:pt x="1656785" y="775656"/>
                              </a:cubicBezTo>
                              <a:cubicBezTo>
                                <a:pt x="1656785" y="849587"/>
                                <a:pt x="1707849" y="890770"/>
                                <a:pt x="1770171" y="918825"/>
                              </a:cubicBezTo>
                              <a:cubicBezTo>
                                <a:pt x="1853842" y="956444"/>
                                <a:pt x="1950641" y="973771"/>
                                <a:pt x="1950641" y="1047349"/>
                              </a:cubicBezTo>
                              <a:cubicBezTo>
                                <a:pt x="1950641" y="1097884"/>
                                <a:pt x="1899753" y="1118987"/>
                                <a:pt x="1847949" y="1118987"/>
                              </a:cubicBezTo>
                              <a:cubicBezTo>
                                <a:pt x="1760960" y="1118987"/>
                                <a:pt x="1701885" y="1058995"/>
                                <a:pt x="1673901" y="976065"/>
                              </a:cubicBezTo>
                              <a:lnTo>
                                <a:pt x="1658303" y="976065"/>
                              </a:lnTo>
                              <a:lnTo>
                                <a:pt x="1659044" y="1114964"/>
                              </a:lnTo>
                              <a:cubicBezTo>
                                <a:pt x="1717872" y="1134655"/>
                                <a:pt x="1776558" y="1147289"/>
                                <a:pt x="1838703" y="1147289"/>
                              </a:cubicBezTo>
                              <a:cubicBezTo>
                                <a:pt x="1949617" y="1147289"/>
                                <a:pt x="2057497" y="1109918"/>
                                <a:pt x="2057497" y="999461"/>
                              </a:cubicBezTo>
                              <a:cubicBezTo>
                                <a:pt x="2057497" y="911838"/>
                                <a:pt x="1997858" y="871431"/>
                                <a:pt x="1900883" y="835683"/>
                              </a:cubicBezTo>
                              <a:moveTo>
                                <a:pt x="981557" y="1009307"/>
                              </a:moveTo>
                              <a:cubicBezTo>
                                <a:pt x="954631" y="940034"/>
                                <a:pt x="918847" y="901321"/>
                                <a:pt x="843539" y="901321"/>
                              </a:cubicBezTo>
                              <a:lnTo>
                                <a:pt x="843539" y="898781"/>
                              </a:lnTo>
                              <a:cubicBezTo>
                                <a:pt x="944785" y="898781"/>
                                <a:pt x="1014341" y="851210"/>
                                <a:pt x="1014341" y="771139"/>
                              </a:cubicBezTo>
                              <a:cubicBezTo>
                                <a:pt x="1014341" y="684785"/>
                                <a:pt x="937374" y="633968"/>
                                <a:pt x="815308" y="633968"/>
                              </a:cubicBezTo>
                              <a:cubicBezTo>
                                <a:pt x="754257" y="633968"/>
                                <a:pt x="714980" y="645437"/>
                                <a:pt x="641013" y="645437"/>
                              </a:cubicBezTo>
                              <a:cubicBezTo>
                                <a:pt x="609570" y="645437"/>
                                <a:pt x="569164" y="639932"/>
                                <a:pt x="539097" y="638380"/>
                              </a:cubicBezTo>
                              <a:lnTo>
                                <a:pt x="539097" y="654648"/>
                              </a:lnTo>
                              <a:cubicBezTo>
                                <a:pt x="565776" y="657506"/>
                                <a:pt x="583668" y="673104"/>
                                <a:pt x="590232" y="695301"/>
                              </a:cubicBezTo>
                              <a:cubicBezTo>
                                <a:pt x="594431" y="709417"/>
                                <a:pt x="595419" y="716757"/>
                                <a:pt x="595419" y="744283"/>
                              </a:cubicBezTo>
                              <a:lnTo>
                                <a:pt x="595419" y="1035668"/>
                              </a:lnTo>
                              <a:cubicBezTo>
                                <a:pt x="595419" y="1063194"/>
                                <a:pt x="594431" y="1070534"/>
                                <a:pt x="590232" y="1084615"/>
                              </a:cubicBezTo>
                              <a:cubicBezTo>
                                <a:pt x="583283" y="1107475"/>
                                <a:pt x="562935" y="1123670"/>
                                <a:pt x="539097" y="1125304"/>
                              </a:cubicBezTo>
                              <a:lnTo>
                                <a:pt x="539097" y="1141572"/>
                              </a:lnTo>
                              <a:cubicBezTo>
                                <a:pt x="539097" y="1141572"/>
                                <a:pt x="604030" y="1140090"/>
                                <a:pt x="659823" y="1140090"/>
                              </a:cubicBezTo>
                              <a:cubicBezTo>
                                <a:pt x="715615" y="1140090"/>
                                <a:pt x="773208" y="1141572"/>
                                <a:pt x="773208" y="1141572"/>
                              </a:cubicBezTo>
                              <a:lnTo>
                                <a:pt x="773208" y="1125304"/>
                              </a:lnTo>
                              <a:cubicBezTo>
                                <a:pt x="749362" y="1123663"/>
                                <a:pt x="729008" y="1107475"/>
                                <a:pt x="722038" y="1084615"/>
                              </a:cubicBezTo>
                              <a:cubicBezTo>
                                <a:pt x="717874" y="1070499"/>
                                <a:pt x="716886" y="1063194"/>
                                <a:pt x="716886" y="1035668"/>
                              </a:cubicBezTo>
                              <a:lnTo>
                                <a:pt x="716886" y="941516"/>
                              </a:lnTo>
                              <a:cubicBezTo>
                                <a:pt x="716886" y="927753"/>
                                <a:pt x="717874" y="923342"/>
                                <a:pt x="721579" y="919637"/>
                              </a:cubicBezTo>
                              <a:cubicBezTo>
                                <a:pt x="725284" y="915931"/>
                                <a:pt x="730472" y="914978"/>
                                <a:pt x="758033" y="914978"/>
                              </a:cubicBezTo>
                              <a:cubicBezTo>
                                <a:pt x="782736" y="914978"/>
                                <a:pt x="793323" y="917131"/>
                                <a:pt x="805780" y="929553"/>
                              </a:cubicBezTo>
                              <a:cubicBezTo>
                                <a:pt x="842481" y="966254"/>
                                <a:pt x="847139" y="1078439"/>
                                <a:pt x="893686" y="1128515"/>
                              </a:cubicBezTo>
                              <a:cubicBezTo>
                                <a:pt x="921459" y="1158370"/>
                                <a:pt x="961795" y="1171251"/>
                                <a:pt x="1006930" y="1171674"/>
                              </a:cubicBezTo>
                              <a:cubicBezTo>
                                <a:pt x="1041750" y="1171371"/>
                                <a:pt x="1076404" y="1166808"/>
                                <a:pt x="1110116" y="1158088"/>
                              </a:cubicBezTo>
                              <a:lnTo>
                                <a:pt x="1108705" y="1140125"/>
                              </a:lnTo>
                              <a:cubicBezTo>
                                <a:pt x="1051430" y="1144854"/>
                                <a:pt x="1020481" y="1109494"/>
                                <a:pt x="981662" y="1009237"/>
                              </a:cubicBezTo>
                              <a:moveTo>
                                <a:pt x="760045" y="886359"/>
                              </a:moveTo>
                              <a:cubicBezTo>
                                <a:pt x="730966" y="886359"/>
                                <a:pt x="725955" y="886076"/>
                                <a:pt x="721544" y="881700"/>
                              </a:cubicBezTo>
                              <a:cubicBezTo>
                                <a:pt x="717838" y="877995"/>
                                <a:pt x="716850" y="873549"/>
                                <a:pt x="716850" y="859821"/>
                              </a:cubicBezTo>
                              <a:lnTo>
                                <a:pt x="716850" y="697489"/>
                              </a:lnTo>
                              <a:cubicBezTo>
                                <a:pt x="716850" y="684115"/>
                                <a:pt x="719109" y="679845"/>
                                <a:pt x="723414" y="676069"/>
                              </a:cubicBezTo>
                              <a:cubicBezTo>
                                <a:pt x="730472" y="669611"/>
                                <a:pt x="749705" y="665235"/>
                                <a:pt x="783618" y="665235"/>
                              </a:cubicBezTo>
                              <a:cubicBezTo>
                                <a:pt x="846716" y="665235"/>
                                <a:pt x="891110" y="711993"/>
                                <a:pt x="891110" y="772797"/>
                              </a:cubicBezTo>
                              <a:cubicBezTo>
                                <a:pt x="891110" y="809039"/>
                                <a:pt x="879676" y="836848"/>
                                <a:pt x="860690" y="855833"/>
                              </a:cubicBezTo>
                              <a:cubicBezTo>
                                <a:pt x="834082" y="882442"/>
                                <a:pt x="807121" y="886288"/>
                                <a:pt x="760045" y="886288"/>
                              </a:cubicBezTo>
                              <a:moveTo>
                                <a:pt x="1523744" y="639579"/>
                              </a:moveTo>
                              <a:cubicBezTo>
                                <a:pt x="1485102" y="639579"/>
                                <a:pt x="1440602" y="638097"/>
                                <a:pt x="1440602" y="638097"/>
                              </a:cubicBezTo>
                              <a:lnTo>
                                <a:pt x="1440602" y="654366"/>
                              </a:lnTo>
                              <a:cubicBezTo>
                                <a:pt x="1467246" y="656307"/>
                                <a:pt x="1488808" y="672822"/>
                                <a:pt x="1495936" y="695054"/>
                              </a:cubicBezTo>
                              <a:cubicBezTo>
                                <a:pt x="1500453" y="709170"/>
                                <a:pt x="1501512" y="716475"/>
                                <a:pt x="1501512" y="744001"/>
                              </a:cubicBezTo>
                              <a:lnTo>
                                <a:pt x="1501512" y="910214"/>
                              </a:lnTo>
                              <a:cubicBezTo>
                                <a:pt x="1501512" y="963149"/>
                                <a:pt x="1499747" y="999285"/>
                                <a:pt x="1483302" y="1033339"/>
                              </a:cubicBezTo>
                              <a:cubicBezTo>
                                <a:pt x="1460929" y="1079816"/>
                                <a:pt x="1421793" y="1104801"/>
                                <a:pt x="1364518" y="1104801"/>
                              </a:cubicBezTo>
                              <a:cubicBezTo>
                                <a:pt x="1320724" y="1104801"/>
                                <a:pt x="1284764" y="1082145"/>
                                <a:pt x="1267084" y="1045796"/>
                              </a:cubicBezTo>
                              <a:cubicBezTo>
                                <a:pt x="1252051" y="1014918"/>
                                <a:pt x="1247322" y="974159"/>
                                <a:pt x="1247322" y="880889"/>
                              </a:cubicBezTo>
                              <a:lnTo>
                                <a:pt x="1247322" y="743930"/>
                              </a:lnTo>
                              <a:cubicBezTo>
                                <a:pt x="1247322" y="716405"/>
                                <a:pt x="1248310" y="709029"/>
                                <a:pt x="1252474" y="694984"/>
                              </a:cubicBezTo>
                              <a:cubicBezTo>
                                <a:pt x="1259444" y="672123"/>
                                <a:pt x="1279799" y="655936"/>
                                <a:pt x="1303644" y="654295"/>
                              </a:cubicBezTo>
                              <a:lnTo>
                                <a:pt x="1303644" y="638027"/>
                              </a:lnTo>
                              <a:cubicBezTo>
                                <a:pt x="1303644" y="638027"/>
                                <a:pt x="1238711" y="639509"/>
                                <a:pt x="1182918" y="639509"/>
                              </a:cubicBezTo>
                              <a:cubicBezTo>
                                <a:pt x="1127126" y="639509"/>
                                <a:pt x="1069533" y="638027"/>
                                <a:pt x="1069533" y="638027"/>
                              </a:cubicBezTo>
                              <a:lnTo>
                                <a:pt x="1069533" y="654295"/>
                              </a:lnTo>
                              <a:cubicBezTo>
                                <a:pt x="1093378" y="655936"/>
                                <a:pt x="1113733" y="672123"/>
                                <a:pt x="1120703" y="694984"/>
                              </a:cubicBezTo>
                              <a:cubicBezTo>
                                <a:pt x="1124867" y="709100"/>
                                <a:pt x="1125855" y="716405"/>
                                <a:pt x="1125855" y="743930"/>
                              </a:cubicBezTo>
                              <a:cubicBezTo>
                                <a:pt x="1125855" y="743930"/>
                                <a:pt x="1126879" y="822026"/>
                                <a:pt x="1126879" y="896840"/>
                              </a:cubicBezTo>
                              <a:cubicBezTo>
                                <a:pt x="1126879" y="971653"/>
                                <a:pt x="1130831" y="1014318"/>
                                <a:pt x="1155746" y="1059418"/>
                              </a:cubicBezTo>
                              <a:cubicBezTo>
                                <a:pt x="1191035" y="1123680"/>
                                <a:pt x="1267578" y="1147289"/>
                                <a:pt x="1343486" y="1147289"/>
                              </a:cubicBezTo>
                              <a:cubicBezTo>
                                <a:pt x="1434568" y="1147289"/>
                                <a:pt x="1490713" y="1110835"/>
                                <a:pt x="1519933" y="1060442"/>
                              </a:cubicBezTo>
                              <a:cubicBezTo>
                                <a:pt x="1541107" y="1023705"/>
                                <a:pt x="1550035" y="980440"/>
                                <a:pt x="1550035" y="926342"/>
                              </a:cubicBezTo>
                              <a:lnTo>
                                <a:pt x="1551093" y="743824"/>
                              </a:lnTo>
                              <a:cubicBezTo>
                                <a:pt x="1551093" y="716299"/>
                                <a:pt x="1552152" y="708923"/>
                                <a:pt x="1556599" y="694878"/>
                              </a:cubicBezTo>
                              <a:cubicBezTo>
                                <a:pt x="1563657" y="672646"/>
                                <a:pt x="1585007" y="656060"/>
                                <a:pt x="1611368" y="654189"/>
                              </a:cubicBezTo>
                              <a:lnTo>
                                <a:pt x="1611368" y="637921"/>
                              </a:lnTo>
                              <a:cubicBezTo>
                                <a:pt x="1611368" y="637921"/>
                                <a:pt x="1562386" y="639403"/>
                                <a:pt x="1523744" y="639403"/>
                              </a:cubicBezTo>
                            </a:path>
                          </a:pathLst>
                        </a:custGeom>
                        <a:grpFill/>
                        <a:ln w="3522"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18" style="position:absolute;margin-left:0;margin-top:35.65pt;width:87.85pt;height:49.9pt;z-index:-251650048;mso-position-horizontal:center;mso-position-horizontal-relative:page;mso-position-vertical-relative:page;mso-width-relative:margin;mso-height-relative:margin" coordsize="25817,14673" o:spid="_x0000_s1026" w14:anchorId="144CDD29"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dqt94r1IAAHbZAQAOAAAAZHJzL2Uyb0RvYy54bWzsnVtvHcmRoN8X2P9A8HGAsU7dqxqWBz32 2ljA8BqwF7Yf2RTVEkCRXJJ9sX/9fJGXqojiUWWk1V54DNpAS0dVkVEZGRkZ9/z5f/z46fbi+5vH p4/3d28vm5+dLi9u7q7v3328+/bt5f/946//fb68eHq+unt3dXt/d/P28q83T5f/8Yv/+T9+/sPD Vzft/Yf723c3jxcMcvf01Q8Pby8/PD8/fPXmzdP1h5tPV08/u3+4uePh+/vHT1fP/Hz89s27x6sf GP3T7Zv2dBrf/HD/+O7h8f765umJf/1VfHj5izD++/c318//5/37p5vni9u3l3zbc/jvY/jvN/Lf N7/4+dVX3z5ePXz4eJ0+4+rv+IpPVx/vQLoO9aur56uL7x4/vhjq08frx/un+/fPP7u+//Tm/v37 j9c3YQ7MpjntZvObx/vvHsJcvv3qh28fVjJB2h2d/u5hr3/3/e8fLz6+e3vZj5cXd1efWKOA9qKZ hTg/PHz7Fe/85vHhDw+/f0z/8G38JfP98f3jJ/mTmVz8GMj615WsNz8+X1zzj03TjKcT1L/m2dh1 /Ih0v/7A4rwAu/7wvxJgO8zNNE0RsOnHqWtbgXyz4X26v/347tcfb2/lIwLX3Pzy9vHi+yvW+/nH /LZ6643MaJ3ADw+w3dNG2acvo+wfPlw93IQFexKqZcoyg0zZyGhjJG14aaXr01dPkPgMUftZaHZ5 AfWaru+bvonky/Qd+7Zl8YS6TbPMU1g4RaPr756ef3NzH9bp6vvfPj1Hpn/H3wTbt+/S113f3909 fXy++TO43n+6ZR/825sL2HIeL364iEgS5A7gLxpgmZaxv/hwsX3KORRNLQoN0HXtaSqiaBWK5tR2 pUno97ulmZoihq4Sg3l/WJqxiKFXGPqh66fSJDTAqTj8UDu8BvAtNIy58pLwUHEGGsCHgu1Vh0ID RDYtUopjbMVxKi2Cftk5/lIzvn7ZR6JG71DXljYQL5EgXr7NAuTqQ5Yp1z/eJaHC3y6uRAc4hWPx 4f5J5LyWMEir/BP5EaU6UCKRCsCIAg0cpCHf4wNml2vgfEL4gNnAGrir+my2pgbuq4DZeBp4qAJm S2ngcPq4CcZm0cBTFWZ2ggbOJ5OP2rC5Bl6qMAv/amh+Kx6Ls0+8+oiWKPrhbdAPny8v0A8fLy/Q D78RmKuvHq6ehcXzXy9+QI2JZ+6H9ciVh5/uv7/543147VnYPWy08BlhA6UP2N66vTv/djjf0tv5 nfznQxhZzrMwcDiofK82cuIcvhpOmDBsJlbGmv+M2Lf39LzyO/nP+G6Q+S9okN/Jf+7f3ZQHViq/ lP+ML8f1db9Y/tLzq5WRXt/eP91EDhJ2CEroyhfCTkrJQr0UlTTwzu2dsEs3oLleXF9h4by/vXoO MvHufn3p4fHp+VdXTx+i3hq0VVkoOAp17DFivUU0orxmLVH+9s39u7+iYz7eR7Pm6eH61x8Z6bdX T8+/v3pEf4NG2GY8/XD/+LfLix+wc95ePv2/764eby4vbv/3Heru0vQ9rz2HH/0wtfx41E++0U/u vvv0y3u2CiIYbOGv8v7zbf7r+8f7T3/CJPtasPLo6u4a3Ij6Z3ZU/PHLZ37zCKPu+ubrr8PfMYYg 5m/v/vBwLYOHLcRM/vjjn64eHy6EPKjz6Lu/u88q9tVXWZWF+PJCfFcg7+6//u75/v1H0XMDxSKd 0g/UfTFr/n/o/Ui/L9H7h2mchyj40fuboQ0S8OqrrPc3p2HoeR4U/3boliwhs1GmeTJTS53bx4p/ s5wW0ZkTlsCOLyCM5j+e+mkRTWr9lpLm35/aoYjCaP7DNAWt+RAFW21V1oZ2HPoiDg0BrYuTMJo8 srhviig0SNf2y1BEonV5EfgOJBqkc9EK/llpNY9LK8rt8ZJriGFp+zK1tEovY89zEYkGmfulK1NL K/VD209iaBxPREPAs0MzF5dEa/ZTW8SgX/fNQqv2zYwVWsShIcbTyAIWd6AI39W+n5uxvM2NNTCP XROM48NN2Oh9O7Tz6NjpGgSOPw2OyeitO03DWOatRoM4J6N3r3MyGmRqurm8Txq9fVvfwmgQ51zM BvYtjAFpus4h5vUOnvp+LO8WtNONL33Sq9F7eGiHxoFFg7TNODpYWe9jeL8t70q8p2ou4zB05W2p d7KTxwwImpwVk2hGr0b6q5Fe8qfAqtpS/qcx0suOIM4L/eUcOdFW8vkX5Bww4HXOoAYBb8DrOE2E vQGvcwg1iGQDXucSEllrwLNnwEk6hKgBr3MLiXQ04HU81yD2DHg2fMLHizG++iH/Ht9O0hovxLkT VZxgiu+cO8E+Ct8R7J7EeZtz5/q7bz5e/+fN37SLZ5m6uGzowF3gNmzX4NDp5imyEwclwZxgbcUn YiMFNOFEzAxuBj+HagVr2nE0qNB057h8WDoaUzCVAqr0ILg19CzOIZqWqY37cDfcsgxzXCgCgKdk u8Y5RWsmzkpMIfesAMTxFgE7GV4RSj/rx9nMWSMUs6gK4Rin149EaDXCZcxhuQHb3OALllT4zGAh udEt0yzxTph77E5L2BWZQ+DK7hQ5YcJBGGimnmFUBbhgZrjxNaexER0KhE3TTV2KLMZVmk/zHBHC Q9j2eu7BwopwwXJyY2zhssQVK2Cexr/PyWvLt8yTISi/5COrZxfnNqF9m8+fe5wpgcx9N5hFDUZX fCTG1Nl5bZs8Eiqo6vH7xDRKMNtb57bNBoMJPRi6d+00R/EM22IDWbpjSAVU2zPfNm0X8RXJQr8Y dJrmhHBpx9ZwXbCoXkzNTsj+iiSZkHRxDvxtDidjXuWRCHXcUcEqOj+79ZFrcizvmFZaDC09ZDt3 Uzxp8aZZgbEtQTCc0rLZ2WyLGOcV9PJAj0HMoASzvWWhI8w4LmnCK0ymRTCMwnB9z+foD98e1Qn+ Da5dkFh6yJHVjGQKdo9+FGyn8CHrIx/l+3mMgmeFy3NDWiHBhONI2+gNVwUbKj4S0yhR0dLO/oqU 7JoxnTWYOtHduWKblyXObRA7yM4t75n10W5u/Hx16r869W0uWY40SKxAJfNwbnyJU39qBk7ywPvo S4j3pMNsTv2mQeQnp34vGka0aX4Sp37XLvjPxTEasATt6dip3y9z2wbfRf6WolN/GZboIDnCwQmw +iB9OLTXTqgYXT1HODREN5OCVpyH9tkNp66LzsQjHBoCX3jy8h3RSnvsWhSR6H09wqEhurFpo/ft CAcMtlK3mXGjlpZcA/hQaGfdECI/JRwaAt4vLgbifJ3EgtJeZioNgf5MDEB84UeE4oDacMycmEVK aYgO0yo69o5wIDFWHDP6b5lxNcR4wsIqzsM46GV3L+U1NzDz3BJsKJHLOPWb0wmrtUgwA0Mkpylv Q+Oh71Fcy8tiQFhzoMqz0ZvXsUnE47Ot5DCmUOTR2luXPhAxCnK02w3I7MOity/2dHK2H2LRIKzk NDuWRe/gqZ1xapf2vPHpzxhU0UN9SDK9ixHznsXXIBM+/RgjPsRi9jHGkWO/aJCXWFAiX73tqy7v yuTbuUDrPKAwMLbFmkO4OpFcmKNtugKvDiEXMNymMdf5PmEiDVzn+YxOi/Wzs/3pdNqiVmrU0Zsl ppBr1iLHDXh2dDjBowdn/XYEdlRsneDIXoO9jtNeve3bTomVHXnd459fkAqZbInoLg8i95y7PFge YQmDtp/WfnOc5Dy7aOhzhiVrXr+d3znnGsChngIyK0R2DQRjIaHGbtCuge1RsA8yRxa96woOFd64 Fsdpwd8lvBrMAY0tWBT2kVC/iK0/LXz22SG7E3lh8RGuEeNnC7ZFeBQU+rNzyxSNVBdL4QVAfsV+ ZlqmU/KtLW30hWWSt3iaIhF2QYFgKQQc6YGLANMJf7OGyngWLOiIB/XVOH2CwRAnI4bA2dmfmxKu uhQb6yCg8b1iCS/x3KAQw7pJ1SMxCSqwkXEZvrKfmslOoG2XuBqogDYUEIyIABWMAz+2jm0V4YYT EtEET6ivil8yjSc7uWhOBLhgJbjxAdh2kWJ45whQWIRNF+dHllP0cuRVjYZFQBjsBTfCZcT7GeAw gEiO1Ain0ynhi9aBfhZMjAgXLAc3QtzlUtjGZn856LqbXkZW0jYLyv1ZXHnTxW3Wit0QsGiI/M45 LsaXTJWYfNfCvA0d8I/nKEvQ+i0dMB3idNZnrg06TBgQO8C8msFQiN8yk1Oq8W2PgmlwlhTnpqfg msFG+qaGXRqwBQ1dYwu2hH30YnKZqJHwHFqSHA0Z18GAyO+8poRLsvhrSvi7c7W7573HsvG/xHvM Ad0S9wgCB++xBH2DTM3eY046ie3HjHD8yFlF/0mcxz3pC+IQjUgC3mPfcXby5Q8peY6JfpcRaMdx N83J/3aEAom2em1QDslRL8xBA3A0naI34QgFOsiKgizEkHx8SCYNsFAVGd0iRyi0E9iFQgMs49JF R+URCu0SAmIQX9XhLHYADhTag+RCoQEaYoxdeTG0Myh49Q7noN92ItB+oDIC/TZLfYp+yaN1YIOv 3ORiWA0wSPZAcH0eoTC+Xw634Mo7pJOBQIlwbDzj+XVJDwPRdqdTDD0dzkTv1nY6zeJeP56JhiA7 IMWFDpHo/dr0rYQijnFoACcOvWF91NIQ2bWap4Gi8uqOXC0xl4cLcqLqrR6qV3dkKXM4aiIrwV7d kW5f6o7VojEu1ogwavzzC1xyUTRFj1yQB+c8ckHEZFUymV6bP+6s2UWWELJTrF2bORoUt/igIZCk ja7tUVDWEh47uv0VTa8NDpt+NBmx09STwRmsMlHONLZwWtpHQsyih61bxmQUB31PDxl0rTjkRPLp +UdBhTs7t2wsJktedMMwWNDIEkR+J/+ZKCAaWPW7UYU5HDh5H/xvBq1lN6SlafziNDCZWeSNKl8P 2aNLZPignOhH24Ktj1wLhuVzioRc4VZ/g2gzgW4YSzYTLCg64VFQYNKU7FTsrzixDa7Fu2DmNnZ9 cisFdcXODXspYFsfuebWzQveVOHvFS7PrZ1I/4iPphGXqCayqD5xbqLSnJ2bZTDRY14A5FfOkaGd k7OViLzZ5O3Y588it0l91CZjUE/OfBL0eE28e0288yTeSQTkS1wnzanDexr3FccX0i/J8uw7Ia+K quHsPBkmPNdwMhz6kzhPxh6BhdWQsIQ9UvCe4N6ZUgFs+piSAyXmsMR5fAaDdp9QY5DLhQ8QaGvJ NwsNkX1AmZ7npqBtJehDjnWRUBrENw1tK/mmoSFIQ/EshnaI+JBoiLZvulSNerAe2iNC/IFmayWu 0hAjOVupEvkAB9tg9UCAg15oJRwaYoQDU4XwAQ7tF/HRSkMQWyKhP/g5jlhLe0aQABzWxZloEN9M jGvENxUD8nLdkTqvxvur8V6yv6N2udrf/zS5RKLmflkJZjqLYwmmCJFzFmzYakGDjeI5ndfHRiwC k4SNYMQGma7V1WwZvaiQSg/CSXNGjd2bmMYcIjWCQL5SitUXWDNazSc+EDoWbVfEGhmPcUZ2vHiW hid8hA2Hq2d1s1KAUklmLT39LS+oq6a3Pnsxw23xIhE3oCAlXUtMR6tUYUz6QWeTYgilx8A4NpL9 9nCWBmKFM9K9zMBJ71zMtbEZrKdCHkWNk6reweQ/hFM1QslpWYNtihMg/dYOSS7MWuInh6PmuY2M 8eB048POTlVcG2C2RuOBGiYxD/1ozFH1LByiboQKsD9RnalnsX3Mygz5W7YJro92vMXPV1vz1dZ0 2ZpYMF9ka+LtOOU63XMtm5uTJLwkW/Mn79lM1+wuprMHLJ+xBEG/6vh0CwCC6o/1W87Zadp29OHQ EOXxjd0oFIpd1Y4moUHKCLTVGJagjMCABOoUyaTtRlwOfSwiO5qFhohLUERi7Eaq82OPuyMkGqLv yFcr4tB2IzYgwVgp9zjCoSHIUuxD+PaQp7Td6MOhIZzE0oZjeWPot50ItM1YRmDfLu46vVFJCk1F iUfLYKzL8rYwUfeZvKIyMxmQaVqaYO8frrR4iFeB4xQfGuSljOJEf7WSX63k/65WcjCSj7qkyybT CQn85iwXtdaVzpBCMqt7IDq8M3j88wuCzFmHOe6BHTZ6mEbYv2kCm5WX403R2tvezgGs/Dz/Gd+L h3cY1v3iptsw9Txc/jOhl9M6jOp4WXricHCzQOE0TTPLA+Y/48DhZAvvhlPR+a7jIzgb+AD3i8fE CodLGPD4vXBEhPeC5D+czbaiev0zdV5TqF9TqD97/dFnUqjRyL/INsMeo6Fw3DdnbbMZ3wzP0306 00+bRE27rSZ2GYhoHMYZu3uKiZDyl1S/9iJ2+Gdtay1k/YSa+UMkGoI0iiGEUw5xaH2MKutYZ36I Q0M4J6JNLny14dIbqjpSXdUZw/QvGsKJRJtcQWM/RGDfDhr7wUpoS4scVmJ62E2H42uIpK8fjK+t LHg5dhA5HN9AnJaY8Xq40trKGihSC7bfIQ4NwR1QTcg3P8ShDS2GBqJEJw1RppO2s6gpO/XlLaFB ygiMndVQdBUDpYdkMjA+OhljSxqcxU7wx2j05u7pwJhM8QO2MgYaZaWe7W1gHAQzOzVMoLjmpuuG A4Xeqw33o9CrvMRWpuWGU4BIA9bVnHVK9R3MC7GOYvpq0L4atK8G7flbw44N2rI5jfAx5nQdp/1D W0h8uTUeT4OQ8x0P3XMR8yinou4rb+UeHJ+zx4MeGV4P+uGhpRf0wZdDZ1Mv/xkN4qDXeV+ORu6x TRr0rDDg8XtBXwrv0VVhTZPNH5f/jB8Z9J7wbjinD2cP+VP/iWP8UQ9xfGhUJ5zYo1IQpyVn/eGn xqPd8wmJp9g0hUmFYzaMGE/PY/zBBPr8269OgVenQK1TAKXvi5wCQzcOqZcJGav9aQoMr+7a6sZJ 1PDkFFhik2Gk9k+SHNxxb00wfiIWh0+A5urxso+GYouUeHHsEmhnOpuIJnyIQ1sNDTfixTuRDpFo Cz8mIB9i0K87MWijYejm2AjyEImGSBnIh3PQNgMVHnOZUBrCg8FYC3x7dJ0cTsKA+NZC2/nNiWYA Uut+vOIGxIdFW/rktsUekIdTsRAe1tWWPuVeS3lFNMQ0LKd0f/PB9tDGPr3B2VAlYmkIHw5j7o90 FAo+iENiGZB24v8xUr8JnVcjsU51Z7Nqxf+1sLdkYcLnmmBreqIv7hj19S3umJXHn6a4NYmzZOnI pjhn6YQjNcwiHJVJIf2cnRMOx6iRBhF4qL/mLGHHm3JYxWHXhN5sYuQ/U+RRDh3XmzL93KSp/AXx EPDOLAjz8LImWv7SrJe/vOg4COgAF4RigdhB1L54O2PJf0a6BIkZ3g2CcLcu+YvQw15TO19TO12p nWhVX2QpTMRztgb+/SlnKK9lhCd61KDk/mMsBbqgUxOImhKxOCwFp46tFf+eYvjY2jlM5TNINAS1 jbFU8VDL1qp/yzUwQac7nIiG8OHQmr8Ph4ZwEksr/9HkOZyFft2JQev+Dgz6dY81opV+imJTZufR amsIDwat8UsfSK7ZLHGtBulP3H5t1N4zcd8/G5WfO9bLTGsgaB6W4klOI4FdR4lmcSLaSsDjusR2 5Idbw+j8TjQWhkaUOcZ3MBsTSvTtDwMy4EQIvcqOZ6P3rZRnlhffBBKdWPTOnWg1EC+IOOJiE0sk zzWWwh7PRe/eaTjRwb7EyCacCMMM1oA7x8kmMjhMYr0WsehN33YkGBT3i+nGT8/OU0xNP6SY3vhg mVKSyBGP6Y3s5DED8gLLa1z0+YYkFw7iGCcSgwdj6ih39NXk/cs/TTlscbFExGp7m981a/0vHBct kw75ZEiXu3Y4c6QRPAZ87RT+kzTiSmp6wVcRlPrwHVE7LNjPQT0PrweVeGcTW/s5iN/qd81n5AHz nyk2mjKPyy6I7C4peECCGhqJ8OJNWwSdPCZ0/I9uKtRRoUGuBI3aZhyJji5BbJ55FjTMvM0cRdai woZBBwK9praWe2AlYAcbcaLSlUp9C7dgSiqpPBJl8yw6S9eo+8WvD6pjgslv5T8jEfTbQQHcvZ0d JC9dNhtjBGUrwX3OPxZ0uDh7UQD3WAz5kuNmHPo482EmkUwg8iLQoz21zBooXE+BtggVtLiAJyhn CY9dfvtrhUtVyn1LhN1gQ2WLfNI3k71aOWhzEZsoaX5sXPeLIcGqUnkfg+15bvjmUsfwlksCDJsE rS5ABWXNjQ1DiA7ugk3UL1MPzbKoRykzOFIkaHcr1HoUmpWyvLRxRFDz0vfldzInvbra7m8puLi8 eHq4/qX8lZ3/+Hyb//r+8f7Tn+4f3339+BweXd1df7h/pKno8+Ml6pr8+OUzv4F6f/94ffP11+Hv 1/efcGD+9u4PD9cyeNgrj0/Pf/zxT1ePDxcP/PXt5TMept/d56T4q6+uvqd4J6oJ8kJ8VyDv7r/+ 7vn+/cfwUG6v/Ob+3V9//4jyKD9+eHr4xc/TXy5+/HR7xz89PL29/PD8/PDVmzdP1x9uPl09/ezT x+vH+6f7988/49ve3L9///H6pjYoz9H8Ra42El37Tcafc7XNwRX+j3G1UWM0J2M/oAkS7EWM/S+y kp9ur95e/tubi4HrKsoeBe04I3v7FGK0tGXKUvIlDg3hdCAZCzyVpB5g0K87MWjrO7mojuagX/c4 kLTZ7aOShvBg0Pazc7E1CDe7s3ShFuDAGNbms28aGmIZOkeahzaeZ7lNPPgOjhZDQ9BKM3aBO3SD aMeZbx4agsapXbhd8hCH9puFJjnFeRgIFw7jNPMhMSAvV+TVOfHqnJBjt+CQiQrjGhRfNTJXSD0q sCvwP1c8Ph5dBRs3CtigkIZTMqmXm8FxTq1XQAt9J4wpR2FHunl+s1azFh4EVMC1PRPP2YH2m63U n8yeVd/gsmeXEx7s+M17e1b0kKjKTzt7SREoHEdnjYqNxtE02L4sCDPXSkxr6+8VJhM7nDjh82it Rfm0svS2R+GQOft1dlHiF25wfSO1mmrIqadKORJD5L1+tM0rHDdnsWVzJuLZOrFpiPxO/nP/7koB WCq/82oeveYs15pH7PYvMo/IGGrb6JNC3T2RwBh3w5aJQLtwFPtgHsHq8VY/mPYnyVnmHvPUdChg cVhHXHMU28Ss33I2EqbsKTItUrbDEQ5tHXUDF8WLUn6IQ1s7csF2VJiPcBiIE2WFRRzG3uFGxWRK HiHRIDOZY/FSqLxw54ilTR4WJFxtRZ+mA0NPQ0CkgVLSErWM0RNNySMM+nW+pUtdeo+moU2eZpB4 uQQ/j5BoiHlYYun64ZobkwcjKYZxj3BoCPka2pGVSKVtHjyBBH5LE9EQ80xHxyIObfP41lxDSDpx ma+MydNzmWRxHgaiG5ZYOHC4IjaxAL9tmVoGJNn4xzj0xl3IJozOlqNlN5kIDfs2xNWPsZidSyJG mYFNJkLXEoIvLrxJK/CtvAF5KX9fTddX0/W/selatLn/hePqYs5+WYvteL4Gsz0KN+GEva0YtLxo bon2lmyq7a1z1hvVc6mULkgcbaIFhS6bsvYine1R0OHOWm/nsG1wPSV69jYobgKKJnWPM9SYkUHr Cx/CJanx7nKhqHEQ2F/JMj0NctIRjBukt7SeG+dXttO578iGiNWzoNi5Z6cAibu21ryeiMUm/T9o cvprwvkQPjRqeW6MxLJpKy0zbLhNMWc3x9kvS5fwNfMyB27IXoDsPwkK31lk2VSOQwU1L6AJ6luC yO+cIz2TT7eXLyEiqpwCVFVlX1DQ0ywh0PXifNZnrqUemX1cahYB5U8PGnS7MOiCOvWZR0GdO0uK c9PbhlxTBTJtR7prRz7G+2GvINuWOSh2bmxs5iYNeRp2bpSczTB2c2cC96IIhkkH/c6NawWjNtyS saVCMfGa9XkNog3GRVudZ5Zo9lfkqelEq3ENlQlIIJG9GgL2s42gB5Uwgoimd3ZOmSmzBEC9i2OJ 1pYg8jtnP4ve7xGCFBIa0yvGpT98IinvcLGzerSt7CpFd2zLz9eqF6Llr6H4dw+P99c3T08f777N +QES4b/+3fe/f7z4+I7Dil32Jb6mKAdTXk32L3GjAbcZIkVi/H1qhvUg/Wk8TEMzDGJ5ZkQOH1O/ NCNtviQqu37POceJ9hkNTjwahoq3KdXGH+LR5udw6sX2Ls5Hw5D/0M8x5foQjzZA+4X/iQVaoJuG AQ3Ss0w37T7y4tEwHcEiMuiL66OdSNCtI3pcnI+GoaBzxK1XxKP9SEOHnBb/QIFuGqadWSEHHnbJ liXCSUPhQRGPhmmpbkhlJId8oN1JI7sn3IZdmI+G4ZzkSrEy3YxLaTyh8Jbno2FIyhvnmCpzOB/j VppJbQh3wxUmZIDYPmyH8oyMa4lVnUIaRQmTlQkc5rEI43hOeoNPXEnmEXLGK9WNI2znmJPe4mPD lRMO8WM8U2L0sSeK+8g4mtyYtGRox4XUSQcmvc0nBCrtEYpbyZTXYEdRk+XApDc6DSW60OiixBEa COp5Nq1o4qt0IDd2WhzSwQB10zTEfpvHnKe3uoSMiJWUaWeAsELjxRHHiPRedyPSQD2XMDnkqkQd V9J1zCfEiwprZIDmrqMvTpHBJdC2IcKOCb79EiINhDlN5NiBSYuHzovJAvkOc0lN3+bEvZChgLI0 Jw3kVU+4qlhhwlxvHeeFAXIrXFo8wHk+TBrIq0KSS77NiX52ch1lcTNZIApvU9n04W6Sa5rXdfJq qwbIPSe91736HXHl7fNmbm916Ktip29TOmH7OiSRARq5ay2mFB7STlw4GyLsb7ZgcZUs0ECdQHnb imdsRTQSkuQwKyPSQEhW7tNzYNJ7fZTL/xwnIL6N7fMoReHcdGDSex3rbhgcq8SFewoTNmLqNn28 TFpAoPDTfNhBPQ3U0hkslXMfY7J7fVlQd8vrpIHarptjLPjYxsQ5tBFCNpMLkwZybib8dxuiBh8t mr9jTgaq6VDiHRyh9zrX/XA8eZhPQw1sDg/vaQnhn5SB6hyqipTrrPu24RDkvsMy8QyUc0a92eze ZbJQzmXCSawmhagUEVbkcgPFrZRz6qF2uJ+kymujX0/dkYcjDBTtyRdkWFEHk+tWNlRi3bLA5Vlp qB4ZxvqWUekNT6Jpj8XlQKWhcFoQsHGg0jueAi/8Sh5UGqpfyIr0ENBseZrRNSGzo6DxSexhJbvc x0CjhTIB9ZZvSGyJdS4lVBoKE0COtjIqs+fxSXKLj2OtNBRuj5PH7SFRrpUU9EIgPcRxehiovmsJ 55RnRVRJo5qWpXFsYQOFZwovpQOVkRbc6eNDpaGI5JxSY5BDaTEYaYH5zi225bUyUHC6LHCRLbjv WBGQC3g7elcUpYWFGk7T7PFW6n3fsEVwtThQaShqLnFLOGal9z3KbDt6/B8Sf1r5tuUOKhS5MgH1 vm+koDQkfBa2sETcN1TcGjl7ZqX3PbcoIzgdGoxENTZU+FQ9WpnEkFcg1qlljzjWykDhdcJULhKQ 2maNigpwj3fCQHG1NBq+A5WRFqMXlYbiAiBC2Q5Uet+jao6yRYr7ShKRV7KjW4wxC/FYg5ag7QrE KewkoIbq5hO2jmNWVlpQx+8Rt9x5vX1gjwUyO/aVXAy8zWoYTovHl2SguBlbdJ8yB+p9L5ExqtId a6WhkEs9pCij0vuePTVjjjlQaSjK2xcXB+p9H9gCE7PMgRqq60IKcHlWZt+T2YnXwYFKQ6FyTh5n PS3HFVuwsXoO1OKsDFQPA3q8L3KD/MaBzCl2vC5IdgOFhT6kS8kOD/xJ73tpVxGTokuoNBRRH1p9 lDmQVh/brBaJGToY0ABBvlNMxD2WS5LettJvwcu4OI57A0SdOIaIY05aVtChWhxEZZ7QQBQQUxri wKQ3PQXNi+ewnzRQ148+7tN7XhxyqEuOSWkorpYmydAxKb3ncUT5Ym307diWl5v0uMzMgUrv+Vki P57dq4E6VBGPXjYbQeGVSQbKK5OkJ/HG6Fw14FE2DRBX0dNQv0y+We94GqxiGTg43UChvaAtOVAZ OcHVdhTaFPfUrIE4PORy+uLpQW9qRT54whN/NUDE/aWvYRmT3vK4Gn0LpYHcC6W3fNN2LemKDvJp KJL7XD6EWW95PyoN1XP9Ymq/eHhMSRriyugkApJq4JmVhmJPjR6djLxZhYqEztmT02CgELRy60KR KxYjKeh/FJsHFw5fA9UPsLqDARctKWiQRf6VY1cZKNlTHDrlWRlRgZeNE7jMgYuGItLJWeBApXd9 g9LYUKBVlBVyu+zKTITmxcIsz0rLCj8qDcW+GjwhEBLvt+8D1cgR7JiVgSJ0SY/o8qz0vqfJFk4E KbYscaCBmukg5kGl933Tc71ZuO+mhMpAUXTpyUqS7l/rAvtRGShq5T3JQiQFK1SdpFp5CGigsPo8 sR1pnKZxOfliBzYQNXCc93Tps8h8W2sPxs0wDg9xSCbfFsy7jy3YiKbqiBzQOt1MrCEvwJHsYMHc uPT2J7ecvnQuXAYMDShWAR8bPaHr/UZEPzIjN9jKnsgzlqKmYktpDeZSUXDswOip4XFKo44YZOSB do7Dy4KJUuPJoMUhqpABhX3msFMtGM3zPcZ3I50P1yUDF85ih6llwfgF8rKob0zapR+ZAaPJ23Ry 6ACh8EnNjD4vnpi3BYPyfLRnZlp3aAlGS7iyzIwmZ1Mijyh6xROzsfmXBEiwQD3ItNghW4rgngeZ lgSyy06eFA/Choqv6Ee7eDQcTH0F1VIMc/KYDhasH9GXHUYe3YEMMi7FdIlGA0YuZnty6G6hlmrj RmCoUPOsmZY76Mz50vRDU0VKiNSm9iPTYDi6PGn4BOY1LlFZ8MQ5ON+CDezNMuObtMyW2O8YOgIU FDh2vv5E1CqPQmDSOStwaaUFt58nDkmTFv2BCHw42kFDA+YV+CalswUVpb0eXEZ4eLeYSdCks1/T 4zwtM4cBc2+xVgsPMo+4I8ERt2sMmHuLmTTNCmRG5jRy0ZWH77UUoEQSL76LjAaMiCndXxybTEsB Mk1GWi571syAETBwJdCbhM0KZFp6oJRKjkB5ZiZpE9oToXBYSiRUqd0JE/tklcn2BBlxDQ8ZDRii dPFkwkld6ibwK5BpMLdiZdI3KfPGU+LZZwbMrVhR3KtmtpA4EVoYlUS+AXMrVtSyb8iQ+VTYevaZ AXMrVib5E2Ro0S4yagniVqxMAqhIfZebiio0RRC3YkVnA0XGnupuh0tMWuZvUCOpxKl37rGqI92f V70KZvQEX6WdwwZEETtJ9g7xYTM6PdqbgcDKp+uFB49WIRBuZHeUj0yTBOpHpQUAjdE8eYWoT5p6 3Ajp0qdMPqfcRk94xDEtrXZI947Y/qrgh7BpoJRFeoopUV31vFgrj6Ov6bXMINtPboxyzEtDcVaS 0+nhDL33/bgMFNEOUnA9yPTeb7iSwRODZfqKiJhv3JTuOZppW7LtSBRgNrKHigYKTU7C7GU9oNfb 34/MQOHT9blMTWonDRFR+RwzM1AY/GizHs+ATe4kRN94jhQDheXunZmWA2xoJzINhc3tXDOT4EnG Uec6LA2UnxtNiicF6Z3LpDVQeGud+0x6z6wnmB+ZhnILEJPl2UmpgOdkNlBcL+oTjCbNsxvgYY9H zEC5Bb7J8+y7Rto9loWwgYKGvoPMpIdKv4Zwq2BJITVQ7vPZZHqKUHTR0ED5cWm1g/JQVG0HDeXK o5V73aqUzfX0CkUD5dYQTYooieEtkXHPxIzm4dURTbonZWAj1qIHmVE9vLqvSfhs8VwTjvIgM6LD PTOtRVCqQZK9C5kG8/Oi1iIIFCy4WT0z02B+ZFqLIMGAMjwX52swt/QYtRZBxQGqjosbNZhbLJrU T2xZ2sR7ZmbA3PLeJH+SMkUUz8P6Bsx9kJmk0QpkRvlwH9EmBRQ6joNLrzJgfu3DpIESS4IoHhYx YH7Fim5nmwCvwKbB/DqjSQcN8nHxGNIGzK8OS+up9XDC/UkWsyeQasAq5qYFQgU2DVaxbloitCS7 9p6qVLxniiR+njS5oWCj0McjSQyYXyU2+aEV2Iwu4jWqbYYolz76euAYMLeQNEmiWIOkHnrMQQPm Fv82TxT/P3UkjlPUgLkPtlkLBKm/w3HlQabB3Ef2rLUKUb0lg7is8BswPzItRZqFwh+Xxm9yUylv JWbm8E3YNNOJzEVPYzNc/mpbT3S8pWy37AgxKaMEUQgvu8ioZQgeud5TpwDh1CfKJTqkcDvWzIDR 98jnKTNpoy2Vu50nKa4xYH5kWqsAGcmSHjKafFPqmAnFOtbMpI6yZjhSXcisOYMC7+FGLgzZDlCp PXBV8jUGjMZTrqIFjHaNTMqFcYqWN7UB41YBalc9ZNQSBNTUHbmQGTDaNcpSlzea3Nu0KiKEOWEt 16IZMNI6cAN6sGlhQGpxt/iYX4NJB2XqUxxT08JA/POdK1nNZK16kXGBsaYjbUJcBcc7MDQ6V1oG Mkpjo1yRfs9lhtyB4RGXvKIiIZEbChs6iNx07MGmwQgXExL0INPiQM40WlF7kGkwOdOAcsxMSxEK CQeP4CdIqehBCjE+AAfzQzgFRpdGPMWeiWkotgt5/J6JaWngx2WgxLPvwmVkAec7RXGeiWkwCg1w w3ompkUBC4Zb2oNLQ404zePFPsfBOk4itWBIYYjvwWWhuErcwxwmkxTOcIXc8T/pL6Rq2RMYxB+n oPy4NBQVvi6tkRZLGheVF1xJUzw5LRSeStGRyrvZZJ9KFzOPztgaKIKJrUtymCxSPy4rORBTLkY0 yaccLU4iaskhBjWZ+R4qaiHg5w4NJb4C/IceZFoI+JFpKHGDSCNVB38YKUAvJVfPSJOyCjLkvSPv Gn+VYvxp4mICj6AyUP6ZmTxSNzID5V8zk39KAcaJ0pLyljZQfm40maRkWUiXCgcyLXXEu+PbZyYD 1Y9Mqx4LzEg6QpkZTSYpV3QMnuwxql0UVy14YF2Hi0kknahy6jwHmYEiQXbxBPrxQasvnFEWOZIc C6ahlpbYlEd9M31C54Xr+lzMYaVHqFLwLJiWHmh9I2qfZ2YGDI1DUn4c7KHFh8TPKArwYLNgLLWn pwbBHrVoIAuN7surtgOjbMNj4dIuSmFD63Y1AbVQonXTUcdBSJOAiulIzZKDjgYKmUOhrgeXlgSy pz19KIg1KHIQCKPO1INLSwKRVZ5KG1roaFxyBHoUK5NG6sel9Y+RBFmXsWmSTyc+2NPmjyJRNS9u RWV3emioJQFdf0ZPOihsp3GRikvBXXlDmyTSmRvAPT2aWgNFyzk6KnhwaSkwCzE8ksrkns4D/hKP DN5lkjr3l4Fif/kaL5tUUnrO0TbNkdKI+1IvGDkMnmoDuaxKecbIFnSV9FgwSTtxrZjNQfUj06ID m4zLFRzsYdJJOddx5XvOFgOGUXbytIKkVZUmI1WL3IPhEMAGjGWW2vvyJuu1GKD20ItMg1ExSqqF B5mWA9we37lSQQi/aoKgikkOn2NqRo/ouKDXJaxs+qqklPoIqSUIhVgT5qNn1QwYR63rsgoyLTVJ oFDnyeCxYFQFSgJrmZA2p9SPTAuRicsDPN0q6LVoZiaVTh46GrARlzzUd8xMSwNSKGESFzINhhBB +/Yg05pEBTIN5s3Ko+enJqPEVF3Mb8C8aXlEiDUyDs/BZS4ZMP/MrDRwI9Ng/jUzMoTqU1/YYJeN 6uVGIwuwDFApHCLEpqN695lJLMWVQUWLx7luwEhipa20g/VNZin1SgREPOenBePeiB4mLu9qk1vK veFd77JyLZg71mNyUjk+uTbV4yuwYKhKrgYxFPjqrUY7UVw1Dh4xYFxN0HnqfGj6aJFJ8qYHmQZD 8M+exuhk4llkRARdDKnBEPyu4gqOZ42Mi0LwhHhmpsEQIkRxPfxohIgfmQbDbSWprA7mN0LErfGb XFYE/4tSH+4f/fbdb5+e5d7oqw/8JdzPuN1Kzd8uru6+fXt5upRXHu6fLn58e3l9f3f39PH55s/o K1wynH/+JVwuKTec/njnuJIcRUIDhxt43cDoExp4vfXVhZmDXgOHK6DdmNmqGrjP9826MLOHNPBQ Bcye0MD53lofteFxDTxVYYZnNXC4/9ZNMFhXA+cLyH2fLZE9Dc1vWNSN+1/49viwzY42p0TLDOnq uC3dkLxubn5XUX7HcNx1VwW+Y7l457J/3XdMt1577+M6iQhp0vG75uMlxmPAK2XbXrjVSTeJ3hjs dfJNQisGvE7CSbTEgNdxnYRNDHgd10kkxIDXcZ1cg2bA6yRdurl83TL8rmEbCSNo7PyuAt9xHeGF KvAd1+H6rwLfcR3e/CrwHddtV8a7zlXxzBvS1XGduM0NeB3XiSfcgNdxnTi3DXgd14m/2oDXcZ24 oDU4v2sWTpzKBryO68S7bMDruE78xQa8juvElWvA62SdOGcNeB3XiZfWgNdxnThQDXgd14lH1IDX cZ2U6BvwOq4TV6cG53cN14nz0oDXcZ34FQ14HddJ0boBr+M6KUM34HVcJ948A17HdeKfM+B1XCfl 3wa8juvEh2bA67hOvGIGvI7rxM+lwfldw3XiuTLgdVwnrigDXsd14lsy4HVcJ84iA17HdeI1MuB1 XCd+IANex3Xi2THgdVw37riO31XrvuM63Co14FKtqz+e31XgO66jHrcKfMd1FOZWge+4jpLZKvAd 11EDWwW+4zpqYavAd1xHlWoV+I7rKDutAt9xHXeSVIHvuI7C0BpwqezUXMfvKvAd11HxWQW+4zqK MavAd1xHeWUV+I7rKJisAt9xHZWTVeA7rqOosQp8x3WUKVaB77iOwsMq8B3XUYFYAy7FgJrr+F0F vuM6yv2qwHdcRwFfFfiO66jkqwLfcR1FdlXgO66jbK4KfMd1Sx3XSQGcWbg6rpPrFAx4HddJsZkB r+O6cH+Bhpd/qCFeuJPADlDHeeGeATtAHe+FywPsAHXcR06LpaH8Qx0NdgwotwXUDbBjQWnlXzfA jgmlPX/dADs2JIW3coAdIxIcrRvgRcCiOmKxE4FkSFZ+wU4IkgZQOcBODBJHrRxgz4lUCVUt44vQ Bf9QN8CeE2ujF4QrjECS9vB1X7DnxNoIhpTAGHlQGcMITdXNAJVRjGYfxpB/qKKBFK3YL6jkxH0o gwvEKr9gz4lEN+qmsJeJxDfqBthzIhGOugH2nEiMo26APScS5agbYM+JlXGN0J/b8EFlZIMGuztG qoxthPbb9gsqOVGKE+wAlZwoFQd2gEpO3Ic4uImrbhn3QQ6yYyoH2HMicY8qRtoHOqSjdN0Ae04k 9lE1wD7YQRlj5QB7TiT+UfcFe5lIBKRugD0nEgOpG2DPiURB6gbYy0TiIHUD7GUikZC6AfacSCyk boC9TCQaUjfAnhOJh1QNsA+AkKVfOcCeE4mJ1H3BnhOJitQNsOdE4iJ1A+w5kchI3QB7TiQ2UjfA nhOJjtQNsOdE4iN1A+w5kQhJ3QB7TiRGUjXAPijSVEZF6Em1O9r4h7ov2HMikZK6AfacSKykboA9 JxItqRtgz4nES+oG2HMiEZO6AfacSMykboA9J1ZGSRrJNjUqTmWchIrP3QCVkRKqivcDVHKidC01 U6iMlnAD836ASk6UJqH2Cyo5UdqF2gEqOVFaedoBKjlRunPaASo5US5vtwNUykTpoWkHqJSJ++BJ Uxk94eqH3RdUxk+o7dkPUCkTpSOloUFlDIUmaPsBKjlRGk7aL6jkROkGaQeo5ETp8GgHqORE6dpo B6jkRGngaAeo5MR9QEW6NFaJdemYaL6gMqbCbWb7ASo5URoi2i+olInSrdAOUMmJ0oHQDlDJiQRT dgNUcuI+vMLV1pXLuOdEIi51fLDnRGIuNQOEHn2aiPIPdQPsOFH68NUNsONE6chXN8COE+nZUznA jhOlB17dF+w4Ubrh1Q2w40TuJascYCcTqX6sHGDHiXR0qhxgx4nSYK6KBvsYi/R/qxtgz4mVMZbQ mM3shcoYS+i2Zgeo5ERpvGYHqOTEfYyFNi2VRNxzYmWMpd3HWOQf6pZxz4mVMZbQnMwSsZITXxSK VMZY2n2MRf6higb7GAuXflQOsJeJlTGW0IvLELEyxtK+KBmpjLGEXlv2Cypl4ouykcoYC7du73Zj ZYylfVE6UhljCa2rDA0qYyyhr5QdoJITpVeUHaCSE/cxFukIVbUX9jEWafNUN8D+dK6MsYT+S5YG lZy4LyWRLkt1U9hzYmWMhRtt98tYKRP3MRZuNaibwr6kRBoXVdFgX1QizYjqBtjLxMoYC/dG7IhY GWMJ7YIMI1XGWNp9cYn8Qx0N9npiZYyl3ReYyD/UfcGeEytjLKExjiFiZYyl3ZeZyD9UTWFfaCKN cOoG2HNiZYyl3RebyD/UfcFeJlbGWEIfGbsKlZy4LznhQr/KKexlYmWMpd2Xncg/VBFxH2NpK2Ms 3IO+EyiVMZZ2X3wi/1A3hT0nVsZYQpMTwweVMZbQuMQOUGmx7ItQpDtJHQ32MrEyxkI/nv0yVsrE fYyltTGWWCCfGno83lw/X9y+vby9vHh+e/l8efH49vLx8uKbt5ffyLRp53H1LD0/8l8vfnh7mW/J vPjw9pKcN7nGNXT++HT//c0f78Obz9ICZBjo9xMPOa6VHdfDZXvv9u5z70/cj5Snnd+6/u6bj9f/ efM3A9Mu3MwQCNZP9DwJ2iBfHT+AxpHJtdnTZicar+tD7v1IVgWdk7jRNy+zwXIWJw1Vk2ndwx7x 3M/DcvHgkjyB9FSf4+KfeQjKaXPLGJx5vnESakAa+E+rLyi/de4LFUy7cCd9kIX5I+gclD+/XXDM BFm/Pey5qyjQkz6T4yZBzBeewzlwo1ISYbQJlm6ckX/yStBxLg0LucMRueLskP/7h8KlZZwDF8VE Dmu5uWE3LF2HU5yKD6JPnvmguaEjZvyghQ9fN3kRJ53hIW+A7Dqu7gnyJU9lpEVksjB6PI/2g0Z2 QwrZ9GM3bkl+ZZzTLB40MZ1oc7REHsg4JzyUSZdkaccYhVof0tFU7mYAcnvoou1E49VURgpkGyvK 8rB03qX5XfwgGmvHrb0+pN9i3pOs+uZDNvPM/Bu5nNWbkiZF2z+5nT4K3fyW5YUEw3U/KfzTc59x dCnkj5ALi1Lldz/OcIdefS784WLnuIaygdeT2nzhOZzcvcGlSxFS2irb1ZfLt2J8Gnpx5aPGOTZj uNaEldgevliJPN84Qw0zct1NNpLyW2e/kN6OKb6L4E8wG1VQjOK64RGhqZf+Qnrm5oc0jKUdZVoD i8X+it+pIKeOK+PMqCdpjBYoxrzjRsufw/0MXYqGr89ekOQcQi7nklUTtl4B86D03IPScYngAvMx PdfPpEhRl5+5EPYndlmcxQqYEdJBrEvFp12bhPr6rEdmRydoR/u7Va82jJaXMxKz20A4tdaYcH7p HDk6Oisn7Y8dESua1i+gaXhK6xxb2mPqteEyJNqVBlLRknVzcJuvO4twIc06biBu6Y4FmytC2pUl m4aKl8XKXe4PXx/CYpulYlDmuSaCbDDm1Mxvnf/AFc/LY5iDIn89B3hveRKa9CmnHBar0Qu6mZM2 SWlRN8wJiLzvUz8EUVTiVl5JRsfk5N3jftNN87Ezy/Nd2WSF0dpVfsvCHsCsH7HAC3FNe+5NiXk1 +WGPhE2K6fbQt3MWbqXKR8V+2LMqYsZ59uELnJs2GeeodB/UkFWt2147RxgFNHEbi1UV2PopWWSU ayT0BqKxc9b2uB5v0/QNN59DyAk5pKNiQP8wQor7YPIZQ7/M6I9YaUITQTZNOM/zsxckOYeQfu2c CxYwD0rDxSF55BYUGjND9QzxpeJ4xSlqSPaU1b45uWXzBwGOshBt5fV7OrnnID6kUfRmypdxnjja k/rKtUtRwc7DDjObPel83DYaQ9PrQ3qdp7YXYt9scesiTpYSMRG/doVchz1xNiSVgPs9IjtuD8V+ SJDcSJWPd7t+9ldkcjSyKWXK48HiyifNlMLMqUcWHr3Oqj76YUeDztVZZeaZhci2pdKAekvll7at FV9vFtYvqY7UhaGAytfBpduL5+bE1uq5kzuQYwPLtMKW4hiITAHrRO/MuYfcU7nlTZhJnUe6DYtn PnrSt2GldXhcPbrJahqbOW4hhDI+bn+krXic5G5INkne93xKzCpcP0U9rJyhgoRwMfS3Das+Z12q 9ennFtJSclvWtP5yxWjKXZetsaZwbC/aARIYfoQFUzXIBO74jtth/RYapHNnSnja0bs/Vrqde9o3 cFK2Hywi+yuhVQNjKWDqmHVmv0hxpHwU3f+5BcQ8FYsu6UHbU5c8xlDgdIqMAKgIJmUvs38QfJEW cvWkFZ7cYILSko7qjtunz6uVZ2fLEcY9VHE+EwXFxjWAM0c05DTbPsWJVyJPXNubMv76JT/1zXbC Jkn68wa6DjxzBKS8XPRXbtM2tKDTNNd7pU9GD1k9u2a3ZWmUVpV7LcOlhLJunAMrQ+TXzhKHZulw Q8Q0Mntj3ZFuyZjR041YxayxX4lJnNeEpxXWfQPTLdm8X0FX4kzcNJuEUM9dTzHjWj0ljzSeIX3H QVrBClw31SZPBjqyZJNqDpwwAFM7Ia5T72O0e0M7sS+SkYX2ufWbOVoThsxArdwMnF2zh2uigQYO lnCYqO+YT0l1IQy6U6Qa7NI5axms5uZMNl95lhVYzOwII2G72Z03WHnZOUJRDvcpG9LBOl0yBLan vn2C44w74gIHbqDrbMU1khQjGlDTAdygVU+J1GPBy1MfWg2KFRBdNivaAT5JJlHLxcxWQUQdpal2 lCjbUx/aAfmZxOcGuqHldqesr4n1YfRSLoFTT+UaLv9sNag45XYDI4BS1z40wWQAbh+lnuJB/Iz+ dJalOLfzwLhEuCLOrB49/6WIXg4aJDR8YJ7CUuyy3VMfkUdOmpRaem5gpFpyAaBiIf4t2u0pquS4 ldSaDZT3bz7+FRCm7hoPza+dJQ4+uvwd4pW2PiQOPC6aSTr20s1WpU1XmgfiIMDHLTXIfOWmfbz8 Tu4ews5IHLS9WPpSxOYQ+xas/IE3cUjej37gSy1vcafaJsvzU98yck0z9wiFSZ4ZmPsA0O3iU27J iXn860fpp1xrU6OvKlBuSccPbfhjQJtILu2O4MteTWEt0vbmEZcCJwJbstpfeW3QIdOR2DXtFCX3 Oh/uBfwvys51t60bCcCvEuQJbEuW7GJbIGjRxQLFIkAX6G/VcS6AY7mSk3T36fcbzoUcknKO+idW 5wwvw+FwriSmQpntireQNZGqgfK4r/nqLvExzU2cebfyrrU593n7t9P2hEcxDGWLSshCL9uq3TbQ FRvd2Sl3dPewP96Xc7aymc2Zd5vwIega8vBWeKXrh7kpR2NvuPMv0GJUlLXjsNFGRSvPQoetI4Z5 0W5hx/CW5I5841qHjBJJoUgEXCPB2j/LyI7E++lm9/DeBa9oJT66wFlupSBYXBtV8WIO+PnXztw8 5RSEyR3lX04cSuBdxwlUb5hHTDCkbfYwUhrTrQTCjIsw2WohfBIqs06xmsSzXtgE4Zs3BcCtqVUI Cru4JQaE79dKKVa4lmoGwYI+N+GfXrM9klqPxNxaoGS1hgWS4orG67GlClwkkthZciKUeY7NivvH dhJmVXZ88EbTrZ3sxI5Osd2MtlBWnm6zTh3V6Se+MTQkhYpWmla0hZLiQrxyuTxqGpZwRndM8nAd /ZZu0dqIuGbmvohoU4Uuo/DFBdrViXZvJPKhe3eM5TTAFZpDLVn+Lic1mLj7RAFrrAIejmV+ZUAY rSaigvqnBFheyCrOdI+iCt2Y/oimjQlmq1K/y/i+s3mZ3pXsQKtDIZIFzwlvIsd5HaadBZdWVSgH uAYAFq1Ii0o4ns2cG0Y7NrMdubtR7dAHRabClUXmKnBRr/LKL0HfstPGZuEDB3LcZY3jtgLJlMDT bMTNJM2/bFkaTDSyHMyUR4ctTaCuWczzxILmXury2oLyUrvrEhRrVDO/fugHzIjAm4fY5jY3/yz3 N0HiPO+0NzQN0kKcvwlsp9XFvo5zCJfNOWrUakuCqZ4J4u3pGkY1CifTdnPdHX9Etglg66BQhDVY MPCNz9rmucb4Nb1+jYUTxqB/NiWOhKEsE2ONzdBpkbzjhxlm40CxS8cI97SQC2SqBIyvcmMY5bTb lRhkplAEqnMTjlf8LtYtobOOdLi/asYFoZtivyzsFkXZXWE4oDR7tnaL3MTqlz0Hd/HWcGaFCoUo YprNbG0ntq0J3XmTcDgeviUM2yBRELjN+SaXTIGMhDJKXNKWU9LMAT+ies6oCW0q2b57CtDwLQJe GyaLKWeVsCZbUl0Mes2bz5k4dT1JkDHowjUhncyEWUWN+fA2lSuRlzeb3ieFNUZ6RjfkodtuTVok prQo8YQbgdCZjDgE1jpPNcYHR46OAwOo81jxG52wgw6jnO8TDD+OFGFJ3EBDw+QoWE4E121gLeY1 IUfAWYGnzutFcUtYAeeM7gSsuGHfV6Zm6fBBdt0Gy5NwZakJw2y7NWlYHjdbFCf4V/6v7yoUasst m309pSR+T88MRCvsYy0iby0Sjr9xm+2CS3lS0/oTV3otPEiU7AbZIskT6S4v/LP5KFHMzXaD3Q0p NgNdcxgYu+Ozy5Yd5UaXpn+z9S36OhB+3i3GuoU8kCld4hyZE1fXds8Y9vG603UbqBziJzIc65Gu a8inGBB6PPIcZViU9bvZQMHa8HxloQBZE1o64OQR4DaCluSrtWzZAiVFVK3igTq+ODHIaBFBJLkS KvP9s1NjlAB2OUag5jDImwt36hT3Sh4l9zNaHBXyiJyfHTLzbjEJPEGPCHTOU2NLwv52pKLKZf8J FY+o1uZLCuhAnGm3ONndEELNIUSU5oPPhOwwpQWJgVn3gmHJFzZrHIdPRA1zR05sWxO4/MKVA2KC cQ77ZxnZkbaoRDZBRpT9vxAOxcdUtY0n6QZb4Wq5iCRO5ESxMBcSh3WwS0PW5D8oam0YkW3mXFXY GigaihleBJfY94tZASHiubccdvgC8prUtF0sYjo5BUW/29RLXl+QdVeMzjOBcZxosioUenlJKg7B 3ez8xvOLQ0/ZFdbNGpBomn7sBXDZeqCvSnKEbM3ADIITMuQRewWiF2RGngGHPn2+xnQNDk6eCEX5 V1NGlbCgaTRrFOxehl2wYcoIxfmb9FMRqBxsBdgK1NxLFa8+xjXy1CKtwaFMrH6YG3A0cTD4fuoZ G5bjRXSDhiXidAZKzMFE0XmMLRkhcnu0idaOsYGSKG2Cd2DsFrqYsVsk4cm4u/2lNWyRMBPkYGXn 1unjgjRhQ8Ru3bmUb694Q1dnWKEDo83WhPAgppIZBmPDnNtby0YUb25OaiPGP4EO3fqslQkSEmkC kdnpn81Hid7iVsaWoGViYkhcAvdF372hgxz6JQrkfm+4yMTCMMp5tyScWYowwkrSY9s1IWjjqZoS dMtJZAyqQrGRTuQa+aydOBVpseogPckFrq46dF4BhLroLQWKU06Vg+ArspoikeM81UEMRWHt0vCg OohugKdcoaEcRLe3BKgtV5Lz3xSLRWuCqxF3uIkJVIfMCpiuGyorbFAoxckxw/0m5DWZJFisOqA8 4rfVJherDmRCeDCVHJAuuxyjgaoJO6VRHXIQEygi2f04LiYH4lRZa9J1vYb3yzB5nVm8r3ry1++m LI6ObnmHFSuWiefblVqikHSZHRPYMMbM3aa0YYVRhWGj8y/8X9sHkET1v+nHs4lckcij6w5rkX7b 7lQif+a/2WIDZp7AiWZnO+LNMnqHecw6BM2MXfRAghNth7jpYENdC3G+ZyDKhFnnEnlQ4KIuyXbl jDzVLMkA5uHZbPH2ZFlF5ZKVMRE0wx408ueJ5V8ukvBeG1uh2WU3PylFZITogCid6vJMGqD4iIrM HubZLXzFIeeMPeT6q382H2KMgnMeozsfnZI1ZeYvhibh57RSRIjdB0OJG0J3OWUkJmoN029/OqxI gbUjWWzhbOKgdrF/CuFw6LJZy5C/R5wWCT0v8mVfJM4UqdnhvtNIKkEVSpxKJYJbBA10GOVsTYh/ SyFnOZLHhtkBJAQYNGbig5pDh2591sqnCamlqH82HSUniSW7swzizmh5g+DLygLm2NT9AvP1Kvjq PM5ZwZDBdHgxssIu4SL3z43snKDtDsnz81kbcWqTSLm6Ff2rjDviDHubGWCk2saXEoVEN0kQNpFx nrAhTEZamzY7yDD2ENV/BnS5GTxzLfkdHXBgmek80R7ttK3i2JvlJGYfW7O9lF+vSOuxeZ53duCl WVuz44mEq8yLDsejTGqRUfBkX6WjMc/M11VXUkSN0Sbh+Ff+r329vaBbnXKc+lDSv8o9vYDjNCQL G9e3NeiKiQMbEVP1j2Hdqg6j/cFwV+7TrKoJaPXD2TDnaHUoOIksUlzHElCmgabaTWMY6bRbknzE OyqLNmmY3A5/8anOJbqdQodufXGMPJwnofF8X9vCCXCLSV3GN2WQ6aTE52ia48im3EnHflTNYORw fDFUnhiPnbdzuNftgpwQpeWgd4lLUkpVCqVDtwpaYupQFt1BB1pOZ8stHTgHOtTaMGed+V9G3QuL AxPMcc9SvsgDIH/cNL5B+xIotV06qEFEJ2gr9PP8Os5pmlyugLVdTTQwwCyMqsPi6+9UMOhDOY9p A2fqYPiRIagKl8kZTX41J6iKaDngOy2MUXEcuh7SKg0v0ihhhfYCHzktM7btyTlWZSFYxArGG10r wCJ9PMRT9allvMvBKCH6E7oYziRy6hwc04me5+ChZ5+7zTZhtZT176Y0olib7EIb6aCPEULDqvLl GhQyamXxVRn2uXxEGMGTSoRFO5WMpklw0i08Y/AEXqqUtY0u1soS0rjnmQYhA5MIvV4GLuFo12bO E0TUmpMAqA1Tup9taBYGwp8yTDniybnpreGBgeYMgdvBvJOjcgZb0bAL1l47IzUe/7kN+cxDhqgP ifRltpPTi5wmzBeFDr4GdIzi0DlLQ5NKUkloG5Bit5zOBqa8Q3KgBBUXCN54M2BfVoXoDlbRJUP/ 7e6gIEHn1vO2KFohtt3q9wlKDqvG5xYtaItKVtWmc5uw2liGZS74RfCgpW7l1gwcOzLTCl3WLanf XCHRobqIQ+5SD2XLjYKRU9igkyTzFVzuhKjGU2ZYXynXwK6k8mtE8s/83/hceErHxwUA6vxnav5Z 7suRqo0tfs2u2IFbWeTVzkKtFSVuybKXnBmyqzvoMlrizPRo+mZsWGo63WJCYe588Q1ULl45I91U QkfeMDzCZRKJNzBanHNYacloaz31UkRm2hv1a5QmCXTZbAlQQKlCqFJ9mRzK2H+4OXSZSe0lwSt1 20BZClJ/3SeblzP/0sVtWxb3c1/KgvtYnMqyulgIFAtnclAKKFd4dOBlM8ZDemuK/axpSMl20aYx nNEs05zRfz316paW6tM1L0SCxZh3uz8hOfv7v0YbUsa94IsRrpcFSWEAikt1JdGwqAvJAycWLdXi SjKppe2ED2FVkyB06eBlFGUpNpeutwSuix+OZPQWB1NTly8EacGEkSyRZlHHCRUuySF9CbgiBsqM qarFm5EWknOFcLpCOVf4c7Zn6imja0PBB3dRGHeIWekO3PrhjN0RFF4icCs5ummXyZa1ZFtYSzLb mr2NS0julZNlq8CBOpmBGhzZOYuuzqEOIcRP4PgSyhno+SycUhjU7RBbKCIC9X1KyhldWlSKuWUE zdwl6crd77gM82HKQuArLIShQtWAA2FmncqVXbaGFdOnCqOEqkf+Sa4LRxZKRZ4sBjciGHBRn8gc 4gcdpvdJ5BnN36ZCZkry77P67t/HfSKJMzM+zQzQ4sB5oTP5VzOqcFp5VjN/IffblUB+iS5TJk4V cFaPkVaYngrkMpMTCUvTPuE6D4Rd3Eq0oVl9uYzF1CFcHdTcnwKS+HJi9/p8de82DYrtb8oZy+ef zYcYo8AywiOatu51nYCYVZJZmmYQhCFEjWRbfi5DcJmUSmvsPtwgbcNEgTz3ELNf7q5qoZVjJPiC U0igA5v6rI04LRJpknrtxveIM0VytiYSyZUsNgeknr7GE1DukLBKAA4chw6jnK0JudFCSyVOoHrD FL97IRcN+0xehg7dZuKkJluK+mfTURKo9yJ1WaScHL69kgPo1AKTTxvl72dyTlEDVJgIS+KJbHmD nSS1uIV0IzsnaLtD8vx81so5DRJbGBvGuM2/yrgjDlcgaJJMLJEoMjoDsjcoe0gTIEXNMivkEiqV z8PyTfvEYrZQOLYD2RupWXaJKU8kYqE4JCCJ4pacVIHL+qSKzLK6KmbMExvUdgDRQolTNpsYo1WK DWShpOop0ojyzPIvpS3qPJkSikkKod6E4X3KHRoRfMOk0LM6oHCscweRQ0mrm0mOWa/4u8We1T2J 9MoiSfRD81XITblWC+/dcssUd5S6pBBhP5dYs345izC6K64k1jZkZAuQQmvbgfyCG01xjp6xfaNG gaQUVMLpjJ2XlcIglQtoXQAxH8Py7+YjpcQuZknoOa8MMRK897pudIBOnc4SFE+/CwxysS9c8cxd VTXUNhqV9ubXYt9TI2QDrd9lfMMi/mmZMRXLaUaEzgNFAKFvS2884ddW0UpQgHKmKTmnfbLrLRGD /JnO7BIZY4t8Q1BADc0YUAOUQ6UwwLA9fWlshhWHnBMiiAsWsBkEuqqklTaMxj2nLFrhfwriuyIq UvpwIRoQo9F7y3TIv2IlXC6RHCNBmLZPBJX7O/GQ5OR2qElcUvsM4ECVWZ9oKky1w3Rik2sKdxYg qr7caNoMqAVuudZyzqPTPmuzNygKnVjiCh4ruGNSXEWS+hR66oC4s08y1hnQsnnKDaOqt8r1yfmc IfyKnVPmCZfb/YlOBAz/ZlfVyxXzzOoe07UkdRVzxtiAFDZNcmWo9cPcgKEhKWoA1dF8KKR9U0dl 2jfWgdL8ZehAnbw3UpNSZb7kRMcvT2mncQ31DZ1LlUQbEb0iMfnupssWwt/FyaNQnErnXN7ExQVU gyk/UsGSjx3qKKKEB5butOgEhYwnDJeOOE2T7HhOPeM3/2y6hC0SRkSWX/xEBKlTAQ8I527L35fE /zx6jdnCf8ulB4vCUWGnMpd3cobkpvEGWzYpm9pvqAvmIdeUuyIKbRvwwD3TGaODww89bjSNJiaX mZQTlE2I7pAGRu0Jaq+B8UlrYvaynlHzKAgwXGib3U2XxAO92lWydDsffAMVho1zIc/R19o2aIO0 RaPijFcR5J9l5AkSrKnlIZU+rLqLWeQha9iIWfQNujRBgqKgnvGl1MFkNVQO6y5bUGS2RbLxFsqe bLvFhykJkmUT40NRz+jQrc/a5tkiLc23IcGq9hRIlTj4Kj3hIFKBAyqRJj/4AjqMcrom3LBTXf99 Kg/mP94N8/6Mg5pCh2474rRILUX9s+kocTv6tWqTRcL/RmqZLtK4wGS1uJuXyyDO4hx2jjzjIKtP tUJ3baw4GuQNgAId2bmFtjskzy//Mv6ZotbFJvnEzEEOFbttcArFQ6jBmmFNTnQbDUsyY7ZQobHc eVFmW1yYnYwRH7FnhxJ8tCuwF3YMaVvfjjr8YkpIRgxD7bn66QPMjSz+FsDZbnxQ8YOfbJrrkyST v4hsjgOCsUk4XIsyaGA0klpBnsmbf9kaS5mD1ShxpGI7dk1zyBtJ8M1yUueOGyhRSVXjBlr7jvIe Uans5ENky+MZC0Q2hRmBROF59qyw5tg+qohxeMlFga3s5LZAv4CJjWeJyMMo59Qh9dr91ZTy5jJN jFbmr9uSEKJdMhz8gMUgN2WayCaQZvPMHXXEaZFWW8lkW0CcKVKMg4RGr+AiRdDS0Cs0KcbzJHVo JW/wFN0+HuMpBDw+//N+/1mKyT4cnn799PBQ6P7wKG/0kEDBktztnn58/f5h91ze53ncx0dPh+Pz L7vjx1dfdzz+c9w/fHqnq/b50/P9wWdNn9+ejj8cn94efvqH/PXn/t1/3x5eHfa8FYTpcXy6+/UT Lf22Oz6/3R125X9+vT8A/bg//O/1q28HGcDxry+7w/3rVw//ejzi1RE1m9eGyg9UHKnDOrSQP1vI 45fPP+8ZIjKH3sqf8v3zg//5/rD//Mf+8O6N9Apo93hH3z++vns++I+fn/kN6P3+cHf/5k35+27/ GWL+9vj70500XirymMl//v5jd3h6JeThNaT7v5//vf/94+7pvnyw+8pDSEob+UC/FczH/Zsvz/v3 nwqw0snI9+34VP768MO3D/KXLNfu6eOnu192z7v2d/nqh/ur/cf9w7v7w0//BwAA//8DAFBLAwQU AAYACAAAACEA5ZCI2d0AAAAHAQAADwAAAGRycy9kb3ducmV2LnhtbEyPQUvDQBCF74L/YRnBm92s pUZiNqUU9VQEW0G8TbPTJDQ7G7LbJP33bk56m8d7vPdNvp5sKwbqfeNYg1okIIhLZxquNHwd3h6e QfiAbLB1TBqu5GFd3N7kmBk38icN+1CJWMI+Qw11CF0mpS9rsugXriOO3sn1FkOUfSVNj2Mst618 TJInabHhuFBjR9uayvP+YjW8jzhulup12J1P2+vPYfXxvVOk9f3dtHkBEWgKf2GY8SM6FJHp6C5s vGg1xEeChlQtQcxuukpBHOdDKZBFLv/zF78AAAD//wMAUEsBAi0AFAAGAAgAAAAhALaDOJL+AAAA 4QEAABMAAAAAAAAAAAAAAAAAAAAAAFtDb250ZW50X1R5cGVzXS54bWxQSwECLQAUAAYACAAAACEA OP0h/9YAAACUAQAACwAAAAAAAAAAAAAAAAAvAQAAX3JlbHMvLnJlbHNQSwECLQAUAAYACAAAACEA 3arfeK9SAAB22QEADgAAAAAAAAAAAAAAAAAuAgAAZHJzL2Uyb0RvYy54bWxQSwECLQAUAAYACAAA ACEA5ZCI2d0AAAAHAQAADwAAAAAAAAAAAAAAAAAJVQAAZHJzL2Rvd25yZXYueG1sUEsFBgAAAAAE AAQA8wAAABNWAAAAAA== ">
              <v:shape id="Graphic 6" style="position:absolute;left:4833;top:13441;width:642;height:1199;visibility:visible;mso-wrap-style:square;v-text-anchor:middle" coordsize="64226,119878" o:spid="_x0000_s1027" filled="f" stroked="f" strokeweight=".09783mm" path="m20186,97964r,-64757l1023,39171r,-23255l45347,r,97964l64227,97964r,21914l,119878,,97964r20186,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0Vb9qxAAAANsAAAAPAAAAZHJzL2Rvd25yZXYueG1sRI/dasJA FITvC32H5RS8q5uKxBJdRaTFXpSAPw9wmj0m0ezZdHfV6NO7guDlMDPfMJNZZxpxIudrywo++gkI 4sLqmksF2833+ycIH5A1NpZJwYU8zKavLxPMtD3zik7rUIoIYZ+hgiqENpPSFxUZ9H3bEkdvZ53B EKUrpXZ4jnDTyEGSpNJgzXGhwpYWFRWH9dEoGFxY7tOvPP//dYflNf3jRb5lpXpv3XwMIlAXnuFH +0crGI7g/iX+ADm9AQAA//8DAFBLAQItABQABgAIAAAAIQDb4fbL7gAAAIUBAAATAAAAAAAAAAAA AAAAAAAAAABbQ29udGVudF9UeXBlc10ueG1sUEsBAi0AFAAGAAgAAAAhAFr0LFu/AAAAFQEAAAsA AAAAAAAAAAAAAAAAHwEAAF9yZWxzLy5yZWxzUEsBAi0AFAAGAAgAAAAhAHRVv2rEAAAA2wAAAA8A AAAAAAAAAAAAAAAABwIAAGRycy9kb3ducmV2LnhtbFBLBQYAAAAAAwADALcAAAD4AgAAAAA= ">
                <v:stroke joinstyle="miter"/>
                <v:path arrowok="t" o:connecttype="custom" o:connectlocs="20186,97964;20186,33207;1023,39171;1023,15916;45347,0;45347,97964;64227,97964;64227,119878;0,119878;0,97964;20186,97964" o:connectangles="0,0,0,0,0,0,0,0,0,0,0"/>
              </v:shape>
              <v:shape id="Graphic 6" style="position:absolute;left:5768;top:13415;width:1056;height:1254;visibility:visible;mso-wrap-style:square;v-text-anchor:middle" coordsize="105545,125399" o:spid="_x0000_s1028" filled="f" stroked="f" strokeweight=".09783mm" path="m19093,60479c9735,55832,3873,46226,4025,35776,4025,12662,25587,134,52654,134v27067,,46935,10975,49687,32361c102422,33589,102422,34682,102341,35776v120,10234,-5981,19516,-15421,23468c97877,63098,105305,73325,105588,84935v529,28796,-24703,41112,-53111,40583c25269,125518,-810,113872,72,84935,1067,73847,8429,64350,18917,60620t9246,25691c28163,92451,32786,102050,52865,102050v20080,,25021,-9422,24703,-15739c77356,77383,68781,71384,52865,71384v-14398,,-24491,5505,-24702,14927m52865,51339v14116,,21597,-7058,21597,-15563c74462,29601,67757,21661,52512,21661v-17644,,-21914,10587,-21385,14892c31621,44599,38997,51445,52865,51445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sRX79wAAAANsAAAAPAAAAZHJzL2Rvd25yZXYueG1sRE/LagIx FN0L/YdwC91IzbSIj9EoRVoUVz76AZfJdTJ0chOSVEe/3iwEl4fzni8724ozhdg4VvAxKEAQV043 XCv4Pf68T0DEhKyxdUwKrhRhuXjpzbHU7sJ7Oh9SLXIIxxIVmJR8KWWsDFmMA+eJM3dywWLKMNRS B7zkcNvKz6IYSYsN5waDnlaGqr/Dv1VAq+30e3zzO7sm2x+P1vvgp0apt9fuawYiUZee4od7oxUM 89j8Jf8AubgDAAD//wMAUEsBAi0AFAAGAAgAAAAhANvh9svuAAAAhQEAABMAAAAAAAAAAAAAAAAA AAAAAFtDb250ZW50X1R5cGVzXS54bWxQSwECLQAUAAYACAAAACEAWvQsW78AAAAVAQAACwAAAAAA AAAAAAAAAAAfAQAAX3JlbHMvLnJlbHNQSwECLQAUAAYACAAAACEAbEV+/cAAAADbAAAADwAAAAAA AAAAAAAAAAAHAgAAZHJzL2Rvd25yZXYueG1sUEsFBgAAAAADAAMAtwAAAPQCAAAAAA== ">
                <v:stroke joinstyle="miter"/>
                <v:path arrowok="t" o:connecttype="custom" o:connectlocs="19093,60479;4025,35776;52654,134;102341,32495;102341,35776;86920,59244;105588,84935;52477,125518;72,84935;18917,60620;28163,86311;52865,102050;77568,86311;52865,71384;28163,86311;52865,51339;74462,35776;52512,21661;31127,36553;52865,51445" o:connectangles="0,0,0,0,0,0,0,0,0,0,0,0,0,0,0,0,0,0,0,0"/>
              </v:shape>
              <v:shape id="Graphic 6" style="position:absolute;left:7151;top:13420;width:1011;height:1244;visibility:visible;mso-wrap-style:square;v-text-anchor:middle" coordsize="101150,124360" o:spid="_x0000_s1029" filled="f" stroked="f" strokeweight=".09783mm" path="m32976,49822r16621,c58313,49822,71512,49151,71512,38000v,-5153,-3529,-13516,-21174,-13516c40951,24484,30152,26213,28423,36129r-26573,c4074,9239,27753,134,50479,134v20045,,43724,8081,47288,30843c98116,32840,98296,34728,98296,36623v276,10552,-6006,20175,-15774,24174c93959,65014,101462,76028,101190,88217v46,1771,-60,3543,-317,5293c96744,119554,70030,124494,49456,124494,26200,124494,1850,113731,50,85676r26715,c28141,97004,38410,100780,49562,100780v7516,,23291,-1871,23291,-14575c72853,81582,71829,71666,51256,71666r-18316,l32976,49822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GKNGMwwAAANsAAAAPAAAAZHJzL2Rvd25yZXYueG1sRI9Ba8JA FITvBf/D8oTe6qZSokY3QQSpt6K2hd4e2WcSuvs27G5j/PfdQsHjMDPfMJtqtEYM5EPnWMHzLANB XDvdcaPg/bx/WoIIEVmjcUwKbhSgKicPGyy0u/KRhlNsRIJwKFBBG2NfSBnqliyGmeuJk3dx3mJM 0jdSe7wmuDVynmW5tNhxWmixp11L9ffpxyrYfg6rt9dl/mElerv4Mns65kapx+m4XYOINMZ7+L99 0ApeVvD3Jf0AWf4CAAD//wMAUEsBAi0AFAAGAAgAAAAhANvh9svuAAAAhQEAABMAAAAAAAAAAAAA AAAAAAAAAFtDb250ZW50X1R5cGVzXS54bWxQSwECLQAUAAYACAAAACEAWvQsW78AAAAVAQAACwAA AAAAAAAAAAAAAAAfAQAAX3JlbHMvLnJlbHNQSwECLQAUAAYACAAAACEABijRjMMAAADbAAAADwAA AAAAAAAAAAAAAAAHAgAAZHJzL2Rvd25yZXYueG1sUEsFBgAAAAADAAMAtwAAAPcCAAAAAA== ">
                <v:stroke joinstyle="miter"/>
                <v:path arrowok="t" o:connecttype="custom" o:connectlocs="32976,49822;49597,49822;71512,38000;50338,24484;28423,36129;1850,36129;50479,134;97767,30977;98296,36623;82522,60797;101190,88217;100873,93510;49456,124494;50,85676;26765,85676;49562,100780;72853,86205;51256,71666;32940,71666" o:connectangles="0,0,0,0,0,0,0,0,0,0,0,0,0,0,0,0,0,0,0"/>
              </v:shape>
              <v:shape id="Graphic 6" style="position:absolute;left:8502;top:13425;width:978;height:1215;visibility:visible;mso-wrap-style:square;v-text-anchor:middle" coordsize="97787,121501" o:spid="_x0000_s1030" filled="f" stroked="f" strokeweight=".09783mm" path="m49738,134v25514,,48100,11646,48100,37689c97838,67466,77476,76006,49879,76006v-10269,,-24702,1236,-24702,16269l25177,96933r71778,l96955,121636r-96905,l50,92204c50,59985,26094,52786,49879,52786v8928,,21774,-2541,21774,-14363c71653,28295,63430,23002,49738,23002v-10799,,-22126,4622,-22656,14398l1427,37400c2803,9450,26412,205,49738,205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LGa2fvAAAANsAAAAPAAAAZHJzL2Rvd25yZXYueG1sRE9LCsIw EN0L3iGM4E5TBUWqUURQRATxc4BpM7bVZlKaaOvtzUJw+Xj/xao1pXhT7QrLCkbDCARxanXBmYLb dTuYgXAeWWNpmRR8yMFq2e0sMNa24TO9Lz4TIYRdjApy76tYSpfmZNANbUUcuLutDfoA60zqGpsQ bko5jqKpNFhwaMixok1O6fPyMgoe6T6xePJFgsf7Z7dpJtHjUCnV77XrOQhPrf+Lf+69VjAJ68OX 8APk8gsAAP//AwBQSwECLQAUAAYACAAAACEA2+H2y+4AAACFAQAAEwAAAAAAAAAAAAAAAAAAAAAA W0NvbnRlbnRfVHlwZXNdLnhtbFBLAQItABQABgAIAAAAIQBa9CxbvwAAABUBAAALAAAAAAAAAAAA AAAAAB8BAABfcmVscy8ucmVsc1BLAQItABQABgAIAAAAIQDLGa2fvAAAANsAAAAPAAAAAAAAAAAA AAAAAAcCAABkcnMvZG93bnJldi54bWxQSwUGAAAAAAMAAwC3AAAA8AIAAAAA ">
                <v:stroke joinstyle="miter"/>
                <v:path arrowok="t" o:connecttype="custom" o:connectlocs="49738,134;97838,37823;49879,76006;25177,92275;25177,96933;96955,96933;96955,121636;50,121636;50,92204;49879,52786;71653,38423;49738,23002;27082,37400;1427,37400;49738,205" o:connectangles="0,0,0,0,0,0,0,0,0,0,0,0,0,0,0"/>
              </v:shape>
              <v:shape id="Graphic 6" style="position:absolute;left:10385;top:13412;width:1295;height:1257;visibility:visible;mso-wrap-style:square;v-text-anchor:middle" coordsize="129477,125736" o:spid="_x0000_s1031" filled="f" stroked="f" strokeweight=".09783mm" path="m64807,125870c26447,125870,50,102050,50,63020,50,23990,26447,134,64807,134v38359,,64721,23820,64721,62886c129528,102085,103166,125870,64807,125870t,-101739c44018,23633,26761,40085,26264,60874v-18,692,-15,1384,7,2075c26271,85358,42045,101768,64807,101768v23291,,38536,-16304,38536,-38819c103343,40435,88098,24131,64807,24131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dAyQ6wAAAANsAAAAPAAAAZHJzL2Rvd25yZXYueG1sRI/disIw FITvBd8hHME7TRXcLdUoIsjq5XZ9gGNy+qPNSWmytr69ERb2cpiZb5jNbrCNeFDna8cKFvMEBLF2 puZSweXnOEtB+IBssHFMCp7kYbcdjzaYGdfzNz3yUIoIYZ+hgiqENpPS64os+rlriaNXuM5iiLIr pemwj3DbyGWSfEiLNceFCls6VKTv+a9V0NyMa/NaX+/nz/4Lj6iLZ5EqNZ0M+zWIQEP4D/+1T0bB agHvL/EHyO0LAAD//wMAUEsBAi0AFAAGAAgAAAAhANvh9svuAAAAhQEAABMAAAAAAAAAAAAAAAAA AAAAAFtDb250ZW50X1R5cGVzXS54bWxQSwECLQAUAAYACAAAACEAWvQsW78AAAAVAQAACwAAAAAA AAAAAAAAAAAfAQAAX3JlbHMvLnJlbHNQSwECLQAUAAYACAAAACEAnQMkOsAAAADbAAAADwAAAAAA AAAAAAAAAAAHAgAAZHJzL2Rvd25yZXYueG1sUEsFBgAAAAADAAMAtwAAAPQCAAAAAA== ">
                <v:stroke joinstyle="miter"/>
                <v:path arrowok="t" o:connecttype="custom" o:connectlocs="64807,125870;50,63020;64807,134;129528,63020;64807,125870;64807,24131;26264,60874;26271,62949;64807,101768;103343,62949;64807,24131" o:connectangles="0,0,0,0,0,0,0,0,0,0,0"/>
              </v:shape>
              <v:shape id="Graphic 6" style="position:absolute;left:12050;top:13441;width:1086;height:1199;visibility:visible;mso-wrap-style:square;v-text-anchor:middle" coordsize="108620,119878" o:spid="_x0000_s1032" filled="f" stroked="f" strokeweight=".09783mm" path="m81730,40230l81730,r26891,l108621,119878r-22973,l26044,43124r1058,39418l27102,119878,,119878,,,22938,,83424,77919,81730,40230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PzBeZxAAAANsAAAAPAAAAZHJzL2Rvd25yZXYueG1sRI/dagIx FITvC75DOELvatYtbWU1imwplAqCP+DtYXPcRDcn202q27c3QqGXw8x8w8wWvWvEhbpgPSsYjzIQ xJXXlmsF+93H0wREiMgaG8+k4JcCLOaDhxkW2l95Q5dtrEWCcChQgYmxLaQMlSGHYeRb4uQdfecw JtnVUnd4TXDXyDzLXqVDy2nBYEuloeq8/XEK1t/lavP+bKqvt3xFh1Np27WxSj0O++UURKQ+/of/ 2p9awUsO9y/pB8j5DQAA//8DAFBLAQItABQABgAIAAAAIQDb4fbL7gAAAIUBAAATAAAAAAAAAAAA AAAAAAAAAABbQ29udGVudF9UeXBlc10ueG1sUEsBAi0AFAAGAAgAAAAhAFr0LFu/AAAAFQEAAAsA AAAAAAAAAAAAAAAAHwEAAF9yZWxzLy5yZWxzUEsBAi0AFAAGAAgAAAAhAM/MF5nEAAAA2wAAAA8A AAAAAAAAAAAAAAAABwIAAGRycy9kb3ducmV2LnhtbFBLBQYAAAAAAwADALcAAAD4AgAAAAA= ">
                <v:stroke joinstyle="miter"/>
                <v:path arrowok="t" o:connecttype="custom" o:connectlocs="81730,40230;81730,0;108621,0;108621,119878;85648,119878;26044,43124;27102,82542;27102,119878;0,119878;0,0;22938,0;83424,77919;81730,40230" o:connectangles="0,0,0,0,0,0,0,0,0,0,0,0,0"/>
              </v:shape>
              <v:shape id="Graphic 6" style="position:absolute;left:13444;top:13441;width:1827;height:1197;visibility:visible;mso-wrap-style:square;v-text-anchor:middle" coordsize="182623,119701" o:spid="_x0000_s1033" filled="f" stroked="f" strokeweight=".09783mm" path="m117196,119702l91506,52758,66662,119702r-21915,l,,30031,,44923,40900,55722,79613,82613,r17433,l128171,79613,138441,41112,152662,r29961,l139111,119702r-21915,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q/fZPxAAAANsAAAAPAAAAZHJzL2Rvd25yZXYueG1sRI9Ba8JA FITvBf/D8oReRDcqLSV1FRWkBU/aVHp8Zp/ZYPZtyG5N/PeuIHgcZuYbZrbobCUu1PjSsYLxKAFB nDtdcqEg+9kMP0D4gKyxckwKruRhMe+9zDDVruUdXfahEBHCPkUFJoQ6ldLnhiz6kauJo3dyjcUQ ZVNI3WAb4baSkyR5lxZLjgsGa1obys/7f6tgezjS9Lf9Kt3fcbBZZYHMuBgo9drvlp8gAnXhGX60 v7WCtyncv8QfIOc3AAAA//8DAFBLAQItABQABgAIAAAAIQDb4fbL7gAAAIUBAAATAAAAAAAAAAAA AAAAAAAAAABbQ29udGVudF9UeXBlc10ueG1sUEsBAi0AFAAGAAgAAAAhAFr0LFu/AAAAFQEAAAsA AAAAAAAAAAAAAAAAHwEAAF9yZWxzLy5yZWxzUEsBAi0AFAAGAAgAAAAhAKr99k/EAAAA2wAAAA8A AAAAAAAAAAAAAAAABwIAAGRycy9kb3ducmV2LnhtbFBLBQYAAAAAAwADALcAAAD4AgAAAAA= ">
                <v:stroke joinstyle="miter"/>
                <v:path arrowok="t" o:connecttype="custom" o:connectlocs="117196,119702;91506,52758;66662,119702;44747,119702;0,0;30031,0;44923,40900;55722,79613;82613,0;100046,0;128171,79613;138441,41112;152662,0;182623,0;139111,119702;117196,119702" o:connectangles="0,0,0,0,0,0,0,0,0,0,0,0,0,0,0,0"/>
              </v:shape>
              <v:shape id="Graphic 6" style="position:absolute;left:15365;top:13440;width:1367;height:1200;visibility:visible;mso-wrap-style:square;v-text-anchor:middle" coordsize="136711,119984" o:spid="_x0000_s1034" filled="f" stroked="f" strokeweight=".09783mm" path="m37563,99545r-8752,20573l50,120118,53867,134r29114,l136762,120118r-28973,l99073,99545r-61510,xm47691,75901r41254,l68406,27272,47691,75901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0eyRdxgAAANsAAAAPAAAAZHJzL2Rvd25yZXYueG1sRI9BSwMx FITvQv9DeAVvNlvRpaxNSxFLFUVtLfT6unndbN28LEncrv56IxQ8DjPzDTOd97YRHflQO1YwHmUg iEuna64UbD+WVxMQISJrbByTgm8KMJ8NLqZYaHfiNXWbWIkE4VCgAhNjW0gZSkMWw8i1xMk7OG8x JukrqT2eEtw28jrLcmmx5rRgsKV7Q+Xn5ssqeHvpuwefv78udk8/x7XJnxu52it1OewXdyAi9fE/ fG4/agW3N/D3Jf0AOfsFAAD//wMAUEsBAi0AFAAGAAgAAAAhANvh9svuAAAAhQEAABMAAAAAAAAA AAAAAAAAAAAAAFtDb250ZW50X1R5cGVzXS54bWxQSwECLQAUAAYACAAAACEAWvQsW78AAAAVAQAA CwAAAAAAAAAAAAAAAAAfAQAAX3JlbHMvLnJlbHNQSwECLQAUAAYACAAAACEANHskXcYAAADbAAAA DwAAAAAAAAAAAAAAAAAHAgAAZHJzL2Rvd25yZXYueG1sUEsFBgAAAAADAAMAtwAAAPoCAAAAAA== ">
                <v:stroke joinstyle="miter"/>
                <v:path arrowok="t" o:connecttype="custom" o:connectlocs="37563,99545;28811,120118;50,120118;53867,134;82981,134;136762,120118;107789,120118;99073,99545;47691,75901;88945,75901;68406,27272" o:connectangles="0,0,0,0,0,0,0,0,0,0,0"/>
              </v:shape>
              <v:shape id="Graphic 6" style="position:absolute;left:17031;top:13440;width:1063;height:1200;visibility:visible;mso-wrap-style:square;v-text-anchor:middle" coordsize="106362,119984" o:spid="_x0000_s1035" filled="f" stroked="f" strokeweight=".09783mm" path="m76770,120118l46103,80770r-19232,l26871,120118r-26821,l50,134r56852,c85839,134,101261,19473,101261,40576v,15562,-4941,29431,-27738,37654l106413,117966r,2046l76770,120118xm26871,58115r30490,c66543,58662,74430,51660,74977,42474v21,-374,32,-748,28,-1122c75298,31612,67640,23478,57901,23182v-297,-7,-597,-11,-893,-4l26871,23178r,34937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jphjfxAAAANsAAAAPAAAAZHJzL2Rvd25yZXYueG1sRI9Ba8JA FITvBf/D8oTe6kaLRVI3QQNS6c0oaY+P7Gs2mH0bsqum/fXdQsHjMDPfMOt8tJ240uBbxwrmswQE ce10y42C03H3tALhA7LGzjEp+CYPeTZ5WGOq3Y0PdC1DIyKEfYoKTAh9KqWvDVn0M9cTR+/LDRZD lEMj9YC3CLedXCTJi7TYclww2FNhqD6XF6vgTbv9T1W8L9BWZbF9tubz+HFQ6nE6bl5BBBrDPfzf 3msFyyX8fYk/QGa/AAAA//8DAFBLAQItABQABgAIAAAAIQDb4fbL7gAAAIUBAAATAAAAAAAAAAAA AAAAAAAAAABbQ29udGVudF9UeXBlc10ueG1sUEsBAi0AFAAGAAgAAAAhAFr0LFu/AAAAFQEAAAsA AAAAAAAAAAAAAAAAHwEAAF9yZWxzLy5yZWxzUEsBAi0AFAAGAAgAAAAhACOmGN/EAAAA2wAAAA8A AAAAAAAAAAAAAAAABwIAAGRycy9kb3ducmV2LnhtbFBLBQYAAAAAAwADALcAAAD4AgAAAAA= ">
                <v:stroke joinstyle="miter"/>
                <v:path arrowok="t" o:connecttype="custom" o:connectlocs="76770,120118;46103,80770;26871,80770;26871,120118;50,120118;50,134;56902,134;101261,40576;73523,78230;106413,117966;106413,120012;26871,58115;57361,58115;74977,42474;75005,41352;57901,23182;57008,23178;26871,23178" o:connectangles="0,0,0,0,0,0,0,0,0,0,0,0,0,0,0,0,0,0"/>
              </v:shape>
              <v:shape id="Graphic 6" style="position:absolute;left:18444;top:13440;width:1088;height:1200;visibility:visible;mso-wrap-style:square;v-text-anchor:middle" coordsize="108762,119984" o:spid="_x0000_s1036" filled="f" stroked="f" strokeweight=".09783mm" path="m108813,59350v,31513,-17645,60768,-59604,60768l50,120118,50,134r49159,c90497,134,108813,27660,108813,59209m49209,95345v26043,,33242,-19197,33242,-36525c82451,41493,74229,24237,49209,24237r-22762,l26447,95345r22762,x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HCUt5wgAAANsAAAAPAAAAZHJzL2Rvd25yZXYueG1sRI9BawIx FITvgv8hPMGbZi1UymoUUQteRFwt9PhMXjdLNy/LJnW3/74RhB6HmfmGWa57V4s7taHyrGA2zUAQ a28qLhVcL++TNxAhIhusPZOCXwqwXg0HS8yN7/hM9yKWIkE45KjAxtjkUgZtyWGY+oY4eV++dRiT bEtpWuwS3NXyJcvm0mHFacFiQ1tL+rv4cQoO+48jWd3b2ykWWam73WdR7ZQaj/rNAkSkPv6Hn+2D UfA6h8eX9APk6g8AAP//AwBQSwECLQAUAAYACAAAACEA2+H2y+4AAACFAQAAEwAAAAAAAAAAAAAA AAAAAAAAW0NvbnRlbnRfVHlwZXNdLnhtbFBLAQItABQABgAIAAAAIQBa9CxbvwAAABUBAAALAAAA AAAAAAAAAAAAAB8BAABfcmVscy8ucmVsc1BLAQItABQABgAIAAAAIQBHCUt5wgAAANsAAAAPAAAA AAAAAAAAAAAAAAcCAABkcnMvZG93bnJldi54bWxQSwUGAAAAAAMAAwC3AAAA9gIAAAAA ">
                <v:stroke joinstyle="miter"/>
                <v:path arrowok="t" o:connecttype="custom" o:connectlocs="108813,59350;49209,120118;50,120118;50,134;49209,134;108813,59209;49209,95345;82451,58820;49209,24237;26447,24237;26447,95345" o:connectangles="0,0,0,0,0,0,0,0,0,0,0"/>
              </v:shape>
              <v:shape id="Graphic 6" style="position:absolute;left:19812;top:13408;width:1027;height:1265;visibility:visible;mso-wrap-style:square;v-text-anchor:middle" coordsize="102762,126428" o:spid="_x0000_s1037" filled="f" stroked="f" strokeweight=".09783mm" path="m52244,22719v-11470,,-21174,4976,-21174,13057c31070,46716,41657,48763,56761,50139v23749,2224,46052,10799,46052,38536c102813,115248,78111,126541,52279,126541,32058,127035,9931,118989,50,102368l15966,85958v8893,11646,24702,16763,36489,16763c67030,102721,76452,97251,76452,88358v,-10128,-7905,-14116,-24173,-15633c27117,70537,4320,63832,4814,35918,4814,11921,27788,134,52102,134v18527,,32361,3741,44747,17998l80016,32636c72256,26118,62414,22599,52279,22719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U7wqHwgAAANsAAAAPAAAAZHJzL2Rvd25yZXYueG1sRI9Bi8Iw FITvgv8hPGFvmiqoSzXKogiyILJ1vT+bZ1u2eSlNbKu/3ggLHoeZ+YZZrjtTioZqV1hWMB5FIIhT qwvOFPyedsNPEM4jaywtk4I7OViv+r0lxtq2/ENN4jMRIOxiVJB7X8VSujQng25kK+LgXW1t0AdZ Z1LX2Aa4KeUkimbSYMFhIceKNjmlf8nNKDjYm2635+n3PHGX43H2ODQpeaU+Bt3XAoSnzr/D/+29 VjCdw+tL+AFy9QQAAP//AwBQSwECLQAUAAYACAAAACEA2+H2y+4AAACFAQAAEwAAAAAAAAAAAAAA AAAAAAAAW0NvbnRlbnRfVHlwZXNdLnhtbFBLAQItABQABgAIAAAAIQBa9CxbvwAAABUBAAALAAAA AAAAAAAAAAAAAB8BAABfcmVscy8ucmVsc1BLAQItABQABgAIAAAAIQAU7wqHwgAAANsAAAAPAAAA AAAAAAAAAAAAAAcCAABkcnMvZG93bnJldi54bWxQSwUGAAAAAAMAAwC3AAAA9gIAAAAA ">
                <v:stroke joinstyle="miter"/>
                <v:path arrowok="t" o:connecttype="custom" o:connectlocs="52244,22719;31070,35776;56761,50139;102813,88675;52279,126541;50,102368;15966,85958;52455,102721;76452,88358;52279,72725;4814,35918;52102,134;96849,18132;80016,32636;52279,22719" o:connectangles="0,0,0,0,0,0,0,0,0,0,0,0,0,0,0"/>
              </v:shape>
              <v:shape id="Graphic 6" style="position:absolute;width:25817;height:11715;visibility:visible;mso-wrap-style:square;v-text-anchor:middle" coordsize="2581777,1171539" o:spid="_x0000_s1038" filled="f" stroked="f" strokeweight=".09783mm" path="m551554,491646r,-14928c529728,475233,511091,460415,504725,439488v-3811,-12845,-4729,-19621,-4729,-44782l499996,308705v,-12598,918,-16621,4341,-20044c507760,285238,511889,284391,532569,284391v26255,,36807,1341,48805,13375c615499,331855,614934,420291,655482,463626v22726,24279,64862,37054,105127,37054c789155,500271,817542,496346,845128,488999r-1377,-14857c806486,477424,775643,468284,734354,366439,711098,309235,685160,271969,616205,271969r,-2329c708875,269640,772572,226093,772572,152796,772572,73713,701993,27166,590373,27166v-55934,,-91753,10587,-159579,10587c402033,37753,368367,32706,340876,31154r,14927c365261,48692,381636,62949,387670,83311v3564,12563,4482,19621,4482,44642l392152,394706v,25161,-918,31760,-4729,44782c381078,460418,362449,475240,340629,476718r,14928c340629,491646,396704,490270,447768,490270v51064,,103786,1376,103786,1376m499996,85288v,-12246,2083,-16092,6000,-19621c512560,59773,530098,55750,561153,55750v57734,,98387,42806,98387,98458c659540,187415,648953,212859,631662,230257v-24315,24349,-49018,27843,-92106,27843c512948,258100,508360,257888,504266,253830v-3528,-3529,-4340,-7446,-4340,-20009l499926,85288t1431729,27772c1964651,113060,1989212,89558,1989212,56597v,-32960,-24702,-56463,-57557,-56463c1898801,134,1874098,23672,1874098,56597v,32925,24703,56463,57557,56463m1656750,294801v-116843,3529,-199738,41818,-199738,117161c1457012,468002,1499112,495598,1554834,495598v50447,46,98193,-22783,129830,-62074c1691722,471037,1714307,494222,1757184,494222v30349,,55687,-7693,82930,-19445l1835209,460662v-5752,1563,-11684,2357,-17645,2364c1800908,463026,1784710,455368,1781816,432854v-1517,-13672,-2153,-27427,-1906,-41183l1779910,277015v,-23855,-1870,-39242,-7057,-54451c1756337,173158,1706155,150785,1622378,150785v-99340,,-148216,38218,-148216,80742c1474162,267099,1502923,282556,1532672,282556v22762,,37372,-4870,37372,-11469c1570044,265546,1565245,258488,1565245,237421v,-37443,19868,-64898,56922,-64898c1660597,172523,1682370,198143,1682370,246631r,28620c1682370,292013,1680218,293884,1656785,294625t25585,85400c1682370,419514,1643552,453886,1600710,453886v-31760,,-49758,-20503,-49758,-49052c1550952,349782,1591782,323315,1646234,315410v19374,-2646,28231,-1482,32149,2541c1681559,321198,1682300,325679,1682300,332455r70,47570xm1001566,495739v78695,,130924,-28231,163849,-56851l1156981,426502v-28080,16434,-59996,25175,-92529,25337c1013599,451839,968500,433136,943373,388036v-12280,-22021,-11610,-32925,-9281,-37477c936033,346747,938786,345089,945208,345089v6423,,20751,1799,39736,1799c1095436,346888,1153416,316716,1153416,254077v,-54734,-56075,-103116,-149062,-103116c900532,150961,827165,226093,827165,321656v,98388,66344,174083,174401,174083m999872,173829v39806,,57416,37865,57416,77637c1057288,308317,1025527,324621,972275,324621v-42770,,-45170,-6635,-45170,-26644c927105,229269,955337,173829,999872,173829t232910,36948l1232782,400352v,67862,43265,95282,95670,95282c1372423,495634,1410112,476577,1424828,468073r-7058,-13446c1406269,459783,1393776,462349,1381175,462144v-24174,,-38819,-14610,-45241,-39101c1333322,412845,1332158,400881,1332158,377167r,-166637c1332158,197755,1333110,193626,1336534,190203v3423,-3423,11080,-4340,20467,-4340c1371505,185863,1403901,186427,1419711,186780r,-25338c1405207,161830,1383116,162360,1360601,162360v-15280,,-20362,-671,-24067,-4341c1332828,154349,1332158,150432,1332158,137692r,-76154l1317689,61538v-18598,54134,-69485,99198,-134700,110703l1182989,186357v37901,,41818,741,45170,4058c1231512,193732,1232535,198461,1232535,210706m2104503,68702v1623,8046,2223,17115,2223,40406l2106726,403704v-469,15644,1324,31274,5329,46406c2122642,483635,2159096,495528,2193962,495528v31379,-106,62409,-6614,91188,-19127l2281056,461967v-6514,1779,-13223,2739,-19974,2859c2236380,464826,2216865,454627,2211289,430207v-2400,-10269,-3529,-23079,-3529,-48594l2207760,88005v,-51382,-19374,-66450,-63521,-66450c2117384,21555,2066602,26142,2066602,26142r,14822c2090811,41387,2100515,50951,2104115,68702t-62851,396124c2016562,464826,1997082,454627,1991436,430207v-2330,-10269,-3529,-23079,-3529,-48594l1987907,218894v,-51382,-19374,-66415,-63521,-66415c1897530,152479,1846749,156996,1846749,156996r,14857c1870957,172311,1880662,181840,1884261,199555v1659,8081,2188,17151,2188,40442l1886449,403704v-314,15673,1659,31306,5858,46406c1902894,483635,1939313,495528,1974179,495528v31333,-117,62314,-6624,91047,-19127l2061097,461967v-6500,1786,-13198,2746,-19939,2859m244818,639509v-91258,,-225852,-1482,-225852,-1482l50,768774r17081,c28353,741919,39222,717604,57784,699042v20644,-20574,43865,-27384,80637,-27384c166970,671658,172510,673316,176674,677480v4164,4164,4800,8223,4800,22091l181474,1035457v,27525,-1377,34866,-7058,48946c165417,1106636,138526,1123222,104896,1125092r,16268c104896,1141360,189131,1139878,244889,1139878v55757,,140028,1482,140028,1482l384917,1125092v-33630,-1941,-60556,-18456,-69520,-40689c309716,1070287,308339,1062982,308339,1035457r,-335886c308339,685703,309363,681256,313068,677480v4235,-4164,9775,-5822,38324,-5822c388058,671658,411385,678468,431958,699042v18527,18562,29396,42877,40619,69732l489692,768774,470741,638027v,,-134558,1482,-225852,1482m2562807,638027v,,-134629,1482,-225852,1482c2245732,639509,2111102,638027,2111102,638027r-18880,130747l2109302,768774v11258,-26855,22092,-51170,40619,-69732c2170494,678468,2193821,671658,2230487,671658v28584,,34124,1658,38324,5822c2273010,681644,2273575,685703,2273575,699571r,335886c2273575,1062982,2272199,1070323,2266517,1084403v-9034,22233,-35889,38819,-69520,40689l2196997,1141360v,,84201,-1482,139993,-1482c2392783,1139878,2476983,1141360,2476983,1141360r,-16268c2443388,1123151,2416497,1106636,2407498,1084403v-5716,-14116,-7057,-21421,-7057,-48946l2400441,699571v,-13868,1023,-18315,4764,-22091c2408945,673704,2414980,671658,2443529,671658v36701,,59992,6810,80566,27384c2542622,717604,2553491,741919,2564713,768774r17116,l2562807,638027xm1900777,835648c1820140,805969,1759337,785607,1759337,731014v,-48346,43512,-72555,92282,-72555c1928903,658459,1988542,721769,2011057,794571r15244,l2025349,662412v-24703,-10128,-110245,-30314,-166920,-30314c1753126,632098,1656785,669540,1656785,775656v,73931,51064,115114,113386,143169c1853842,956444,1950641,973771,1950641,1047349v,50535,-50888,71638,-102692,71638c1760960,1118987,1701885,1058995,1673901,976065r-15598,l1659044,1114964v58828,19691,117514,32325,179659,32325c1949617,1147289,2057497,1109918,2057497,999461v,-87623,-59639,-128030,-156614,-163778m981557,1009307c954631,940034,918847,901321,843539,901321r,-2540c944785,898781,1014341,851210,1014341,771139v,-86354,-76967,-137171,-199033,-137171c754257,633968,714980,645437,641013,645437v-31443,,-71849,-5505,-101916,-7057l539097,654648v26679,2858,44571,18456,51135,40653c594431,709417,595419,716757,595419,744283r,291385c595419,1063194,594431,1070534,590232,1084615v-6949,22860,-27297,39055,-51135,40689l539097,1141572v,,64933,-1482,120726,-1482c715615,1140090,773208,1141572,773208,1141572r,-16268c749362,1123663,729008,1107475,722038,1084615v-4164,-14116,-5152,-21421,-5152,-48947l716886,941516v,-13763,988,-18174,4693,-21879c725284,915931,730472,914978,758033,914978v24703,,35290,2153,47747,14575c842481,966254,847139,1078439,893686,1128515v27773,29855,68109,42736,113244,43159c1041750,1171371,1076404,1166808,1110116,1158088r-1411,-17963c1051430,1144854,1020481,1109494,981662,1009237m760045,886359v-29079,,-34090,-283,-38501,-4659c717838,877995,716850,873549,716850,859821r,-162332c716850,684115,719109,679845,723414,676069v7058,-6458,26291,-10834,60204,-10834c846716,665235,891110,711993,891110,772797v,36242,-11434,64051,-30420,83036c834082,882442,807121,886288,760045,886288m1523744,639579v-38642,,-83142,-1482,-83142,-1482l1440602,654366v26644,1941,48206,18456,55334,40688c1500453,709170,1501512,716475,1501512,744001r,166213c1501512,963149,1499747,999285,1483302,1033339v-22373,46477,-61509,71462,-118784,71462c1320724,1104801,1284764,1082145,1267084,1045796v-15033,-30878,-19762,-71637,-19762,-164907l1247322,743930v,-27525,988,-34901,5152,-48946c1259444,672123,1279799,655936,1303644,654295r,-16268c1303644,638027,1238711,639509,1182918,639509v-55792,,-113385,-1482,-113385,-1482l1069533,654295v23845,1641,44200,17828,51170,40689c1124867,709100,1125855,716405,1125855,743930v,,1024,78096,1024,152910c1126879,971653,1130831,1014318,1155746,1059418v35289,64262,111832,87871,187740,87871c1434568,1147289,1490713,1110835,1519933,1060442v21174,-36737,30102,-80002,30102,-134100l1551093,743824v,-27525,1059,-34901,5506,-48946c1563657,672646,1585007,656060,1611368,654189r,-16268c1611368,637921,1562386,639403,1523744,639403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NywpywgAAANsAAAAPAAAAZHJzL2Rvd25yZXYueG1sRE/LasJA FN0L/sNwBXd1YkofpI4hiAWhi6pNweUlc5uJZu6EzKjx751FweXhvBf5YFtxod43jhXMZwkI4srp hmsF5c/n0zsIH5A1to5JwY085MvxaIGZdlfe0WUfahFD2GeowITQZVL6ypBFP3MdceT+XG8xRNjX Uvd4jeG2lWmSvEqLDccGgx2tDFWn/dkqeDNDeVin29XxNz0nh/SreC6/t0pNJ0PxASLQEB7if/dG K3iJY+OX+APk8g4AAP//AwBQSwECLQAUAAYACAAAACEA2+H2y+4AAACFAQAAEwAAAAAAAAAAAAAA AAAAAAAAW0NvbnRlbnRfVHlwZXNdLnhtbFBLAQItABQABgAIAAAAIQBa9CxbvwAAABUBAAALAAAA AAAAAAAAAAAAAB8BAABfcmVscy8ucmVsc1BLAQItABQABgAIAAAAIQCNywpywgAAANsAAAAPAAAA AAAAAAAAAAAAAAcCAABkcnMvZG93bnJldi54bWxQSwUGAAAAAAMAAwC3AAAA9gIAAAAA ">
                <v:stroke joinstyle="miter"/>
                <v:path arrowok="t" o:connecttype="custom" o:connectlocs="551554,491646;551554,476718;504725,439488;499996,394706;499996,308705;504337,288661;532569,284391;581374,297766;655482,463626;760609,500680;845128,488999;843751,474142;734354,366439;616205,271969;616205,269640;772572,152796;590373,27166;430794,37753;340876,31154;340876,46081;387670,83311;392152,127953;392152,394706;387423,439488;340629,476718;340629,491646;447768,490270;551554,491646;499996,85288;505996,65667;561153,55750;659540,154208;631662,230257;539556,258100;504266,253830;499926,233821;499926,85288;1931655,113060;1989212,56597;1931655,134;1874098,56597;1931655,113060;1656750,294801;1457012,411962;1554834,495598;1684664,433524;1757184,494222;1840114,474777;1835209,460662;1817564,463026;1781816,432854;1779910,391671;1779910,277015;1772853,222564;1622378,150785;1474162,231527;1532672,282556;1570044,271087;1565245,237421;1622167,172523;1682370,246631;1682370,275251;1656785,294625;1682370,380025;1600710,453886;1550952,404834;1646234,315410;1678383,317951;1682300,332455;1001566,495739;1165415,438888;1156981,426502;1064452,451839;943373,388036;934092,350559;945208,345089;984944,346888;1153416,254077;1004354,150961;827165,321656;1001566,495739;999872,173829;1057288,251466;972275,324621;927105,297977;999872,173829;1232782,210777;1232782,400352;1328452,495634;1424828,468073;1417770,454627;1381175,462144;1335934,423043;1332158,377167;1332158,210530;1336534,190203;1357001,185863;1419711,186780;1419711,161442;1360601,162360;1336534,158019;1332158,137692;1332158,61538;1317689,61538;1182989,172241;1182989,186357;1228159,190415;1232535,210706;2104503,68702;2106726,109108;2106726,403704;2112055,450110;2193962,495528;2285150,476401;2281056,461967;2261082,464826;2211289,430207;2207760,381613;2207760,88005;2144239,21555;2066602,26142;2066602,40964;2104115,68702;2041264,464826;1991436,430207;1987907,381613;1987907,218894;1924386,152479;1846749,156996;1846749,171853;1884261,199555;1886449,239997;1886449,403704;1892307,450110;1974179,495528;2065226,476401;2061097,461967;2041158,464826;244818,639509;18966,638027;50,768774;17131,768774;57784,699042;138421,671658;176674,677480;181474,699571;181474,1035457;174416,1084403;104896,1125092;104896,1141360;244889,1139878;384917,1141360;384917,1125092;315397,1084403;308339,1035457;308339,699571;313068,677480;351392,671658;431958,699042;472577,768774;489692,768774;470741,638027;244889,639509;2562807,638027;2336955,639509;2111102,638027;2092222,768774;2109302,768774;2149921,699042;2230487,671658;2268811,677480;2273575,699571;2273575,1035457;2266517,1084403;2196997,1125092;2196997,1141360;2336990,1139878;2476983,1141360;2476983,1125092;2407498,1084403;2400441,1035457;2400441,699571;2405205,677480;2443529,671658;2524095,699042;2564713,768774;2581829,768774;1900777,835648;1759337,731014;1851619,658459;2011057,794571;2026301,794571;2025349,662412;1858429,632098;1656785,775656;1770171,918825;1950641,1047349;1847949,1118987;1673901,976065;1658303,976065;1659044,1114964;1838703,1147289;2057497,999461;1900883,835683;981557,1009307;843539,901321;843539,898781;1014341,771139;815308,633968;641013,645437;539097,638380;539097,654648;590232,695301;595419,744283;595419,1035668;590232,1084615;539097,1125304;539097,1141572;659823,1140090;773208,1141572;773208,1125304;722038,1084615;716886,1035668;716886,941516;721579,919637;758033,914978;805780,929553;893686,1128515;1006930,1171674;1110116,1158088;1108705,1140125;981662,1009237;760045,886359;721544,881700;716850,859821;716850,697489;723414,676069;783618,665235;891110,772797;860690,855833;760045,886288;1523744,639579;1440602,638097;1440602,654366;1495936,695054;1501512,744001;1501512,910214;1483302,1033339;1364518,1104801;1267084,1045796;1247322,880889;1247322,743930;1252474,694984;1303644,654295;1303644,638027;1182918,639509;1069533,638027;1069533,654295;1120703,694984;1125855,743930;1126879,896840;1155746,1059418;1343486,1147289;1519933,1060442;1550035,926342;1551093,743824;1556599,694878;1611368,654189;1611368,637921;1523744,639403"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
              </v:shape>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E7E95"/>
    <w:multiLevelType w:val="multilevel"/>
    <w:tmpl w:val="788066B8"/>
    <w:lvl w:ilvl="0">
      <w:start w:val="1"/>
      <w:numFmt w:val="bullet"/>
      <w:pStyle w:val="ListBullet"/>
      <w:lvlText w:val=""/>
      <w:lvlJc w:val="left"/>
      <w:pPr>
        <w:tabs>
          <w:tab w:val="num" w:pos="283"/>
        </w:tabs>
        <w:ind w:left="283" w:hanging="283"/>
      </w:pPr>
      <w:rPr>
        <w:rFonts w:ascii="Symbol" w:hAnsi="Symbol" w:hint="default"/>
        <w:color w:val="auto"/>
      </w:rPr>
    </w:lvl>
    <w:lvl w:ilvl="1">
      <w:start w:val="1"/>
      <w:numFmt w:val="bullet"/>
      <w:pStyle w:val="ListBullet2"/>
      <w:lvlText w:val="–"/>
      <w:lvlJc w:val="left"/>
      <w:pPr>
        <w:tabs>
          <w:tab w:val="num" w:pos="567"/>
        </w:tabs>
        <w:ind w:left="567" w:hanging="283"/>
      </w:pPr>
      <w:rPr>
        <w:rFonts w:ascii="Times New Roman" w:hAnsi="Times New Roman" w:cs="Times New Roman" w:hint="default"/>
      </w:rPr>
    </w:lvl>
    <w:lvl w:ilvl="2">
      <w:start w:val="1"/>
      <w:numFmt w:val="bullet"/>
      <w:pStyle w:val="ListBullet3"/>
      <w:lvlText w:val=""/>
      <w:lvlJc w:val="left"/>
      <w:pPr>
        <w:tabs>
          <w:tab w:val="num" w:pos="851"/>
        </w:tabs>
        <w:ind w:left="851" w:hanging="283"/>
      </w:pPr>
      <w:rPr>
        <w:rFonts w:ascii="Symbol" w:hAnsi="Symbol" w:hint="default"/>
        <w:color w:val="6A97CF" w:themeColor="accent1"/>
      </w:rPr>
    </w:lvl>
    <w:lvl w:ilvl="3">
      <w:start w:val="1"/>
      <w:numFmt w:val="bullet"/>
      <w:pStyle w:val="ListBullet4"/>
      <w:lvlText w:val="–"/>
      <w:lvlJc w:val="left"/>
      <w:pPr>
        <w:tabs>
          <w:tab w:val="num" w:pos="1135"/>
        </w:tabs>
        <w:ind w:left="1135" w:hanging="283"/>
      </w:pPr>
      <w:rPr>
        <w:rFonts w:ascii="Times New Roman" w:hAnsi="Times New Roman" w:cs="Times New Roman" w:hint="default"/>
      </w:rPr>
    </w:lvl>
    <w:lvl w:ilvl="4">
      <w:start w:val="1"/>
      <w:numFmt w:val="bullet"/>
      <w:pStyle w:val="ListBullet5"/>
      <w:lvlText w:val=""/>
      <w:lvlJc w:val="left"/>
      <w:pPr>
        <w:tabs>
          <w:tab w:val="num" w:pos="1419"/>
        </w:tabs>
        <w:ind w:left="1419" w:hanging="283"/>
      </w:pPr>
      <w:rPr>
        <w:rFonts w:ascii="Symbol" w:hAnsi="Symbol" w:hint="default"/>
        <w:color w:val="auto"/>
      </w:rPr>
    </w:lvl>
    <w:lvl w:ilvl="5">
      <w:start w:val="1"/>
      <w:numFmt w:val="bullet"/>
      <w:lvlText w:val="–"/>
      <w:lvlJc w:val="left"/>
      <w:pPr>
        <w:tabs>
          <w:tab w:val="num" w:pos="1703"/>
        </w:tabs>
        <w:ind w:left="1703" w:hanging="283"/>
      </w:pPr>
      <w:rPr>
        <w:rFonts w:ascii="Times New Roman" w:hAnsi="Times New Roman" w:cs="Times New Roman" w:hint="default"/>
      </w:rPr>
    </w:lvl>
    <w:lvl w:ilvl="6">
      <w:start w:val="1"/>
      <w:numFmt w:val="bullet"/>
      <w:lvlText w:val=""/>
      <w:lvlJc w:val="left"/>
      <w:pPr>
        <w:tabs>
          <w:tab w:val="num" w:pos="1987"/>
        </w:tabs>
        <w:ind w:left="1987" w:hanging="283"/>
      </w:pPr>
      <w:rPr>
        <w:rFonts w:ascii="Symbol" w:hAnsi="Symbol" w:hint="default"/>
        <w:color w:val="auto"/>
      </w:rPr>
    </w:lvl>
    <w:lvl w:ilvl="7">
      <w:start w:val="1"/>
      <w:numFmt w:val="bullet"/>
      <w:lvlText w:val="–"/>
      <w:lvlJc w:val="left"/>
      <w:pPr>
        <w:tabs>
          <w:tab w:val="num" w:pos="2271"/>
        </w:tabs>
        <w:ind w:left="2271" w:hanging="283"/>
      </w:pPr>
      <w:rPr>
        <w:rFonts w:ascii="Times New Roman" w:hAnsi="Times New Roman" w:cs="Times New Roman" w:hint="default"/>
      </w:rPr>
    </w:lvl>
    <w:lvl w:ilvl="8">
      <w:start w:val="1"/>
      <w:numFmt w:val="bullet"/>
      <w:lvlText w:val=""/>
      <w:lvlJc w:val="left"/>
      <w:pPr>
        <w:tabs>
          <w:tab w:val="num" w:pos="2555"/>
        </w:tabs>
        <w:ind w:left="2555" w:hanging="283"/>
      </w:pPr>
      <w:rPr>
        <w:rFonts w:ascii="Symbol" w:hAnsi="Symbol" w:hint="default"/>
        <w:color w:val="auto"/>
      </w:rPr>
    </w:lvl>
  </w:abstractNum>
  <w:abstractNum w:abstractNumId="1" w15:restartNumberingAfterBreak="0">
    <w:nsid w:val="052B77F5"/>
    <w:multiLevelType w:val="hybridMultilevel"/>
    <w:tmpl w:val="655013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3D92BF3"/>
    <w:multiLevelType w:val="hybridMultilevel"/>
    <w:tmpl w:val="3FDC5F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D2972CB"/>
    <w:multiLevelType w:val="multilevel"/>
    <w:tmpl w:val="0B763342"/>
    <w:lvl w:ilvl="0">
      <w:start w:val="1"/>
      <w:numFmt w:val="decimal"/>
      <w:pStyle w:val="ListNumber"/>
      <w:lvlText w:val="%1."/>
      <w:lvlJc w:val="left"/>
      <w:pPr>
        <w:tabs>
          <w:tab w:val="num" w:pos="851"/>
        </w:tabs>
        <w:ind w:left="851" w:hanging="851"/>
      </w:pPr>
      <w:rPr>
        <w:rFonts w:asciiTheme="majorHAnsi" w:hAnsiTheme="majorHAnsi" w:hint="default"/>
        <w:b/>
        <w:i w:val="0"/>
        <w:color w:val="6A97CF" w:themeColor="accent1"/>
        <w:sz w:val="44"/>
      </w:rPr>
    </w:lvl>
    <w:lvl w:ilvl="1">
      <w:start w:val="1"/>
      <w:numFmt w:val="lowerLetter"/>
      <w:pStyle w:val="ListNumber2"/>
      <w:lvlText w:val="%2."/>
      <w:lvlJc w:val="left"/>
      <w:pPr>
        <w:tabs>
          <w:tab w:val="num" w:pos="1134"/>
        </w:tabs>
        <w:ind w:left="1134" w:hanging="283"/>
      </w:pPr>
      <w:rPr>
        <w:rFonts w:hint="default"/>
      </w:rPr>
    </w:lvl>
    <w:lvl w:ilvl="2">
      <w:start w:val="1"/>
      <w:numFmt w:val="lowerRoman"/>
      <w:pStyle w:val="ListNumber3"/>
      <w:lvlText w:val="%3."/>
      <w:lvlJc w:val="right"/>
      <w:pPr>
        <w:tabs>
          <w:tab w:val="num" w:pos="1701"/>
        </w:tabs>
        <w:ind w:left="1701" w:hanging="283"/>
      </w:pPr>
      <w:rPr>
        <w:rFonts w:hint="default"/>
      </w:rPr>
    </w:lvl>
    <w:lvl w:ilvl="3">
      <w:start w:val="1"/>
      <w:numFmt w:val="decimal"/>
      <w:pStyle w:val="ListNumber4"/>
      <w:lvlText w:val="%4."/>
      <w:lvlJc w:val="left"/>
      <w:pPr>
        <w:tabs>
          <w:tab w:val="num" w:pos="1985"/>
        </w:tabs>
        <w:ind w:left="1985" w:hanging="284"/>
      </w:pPr>
      <w:rPr>
        <w:rFonts w:asciiTheme="minorHAnsi" w:hAnsiTheme="minorHAnsi" w:hint="default"/>
        <w:b w:val="0"/>
        <w:bCs/>
        <w:i w:val="0"/>
        <w:color w:val="353636" w:themeColor="text1"/>
      </w:rPr>
    </w:lvl>
    <w:lvl w:ilvl="4">
      <w:start w:val="1"/>
      <w:numFmt w:val="lowerLetter"/>
      <w:pStyle w:val="ListNumber5"/>
      <w:lvlText w:val="%5."/>
      <w:lvlJc w:val="left"/>
      <w:pPr>
        <w:tabs>
          <w:tab w:val="num" w:pos="2268"/>
        </w:tabs>
        <w:ind w:left="2268" w:hanging="340"/>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4" w15:restartNumberingAfterBreak="0">
    <w:nsid w:val="3235596D"/>
    <w:multiLevelType w:val="multilevel"/>
    <w:tmpl w:val="00AE5266"/>
    <w:styleLink w:val="RetailTrustHeadings"/>
    <w:lvl w:ilvl="0">
      <w:start w:val="1"/>
      <w:numFmt w:val="decimal"/>
      <w:lvlText w:val="%1."/>
      <w:lvlJc w:val="left"/>
      <w:pPr>
        <w:tabs>
          <w:tab w:val="num" w:pos="1021"/>
        </w:tabs>
        <w:ind w:left="1381" w:hanging="1021"/>
      </w:pPr>
    </w:lvl>
    <w:lvl w:ilvl="1">
      <w:start w:val="1"/>
      <w:numFmt w:val="lowerLetter"/>
      <w:lvlText w:val="%2)"/>
      <w:lvlJc w:val="left"/>
      <w:pPr>
        <w:ind w:left="-1329" w:hanging="360"/>
      </w:pPr>
    </w:lvl>
    <w:lvl w:ilvl="2">
      <w:start w:val="1"/>
      <w:numFmt w:val="lowerRoman"/>
      <w:lvlText w:val="%3)"/>
      <w:lvlJc w:val="left"/>
      <w:pPr>
        <w:ind w:left="-969" w:hanging="360"/>
      </w:pPr>
    </w:lvl>
    <w:lvl w:ilvl="3">
      <w:start w:val="1"/>
      <w:numFmt w:val="decimal"/>
      <w:lvlText w:val="(%4)"/>
      <w:lvlJc w:val="left"/>
      <w:pPr>
        <w:ind w:left="-609" w:hanging="360"/>
      </w:pPr>
    </w:lvl>
    <w:lvl w:ilvl="4">
      <w:start w:val="1"/>
      <w:numFmt w:val="lowerLetter"/>
      <w:lvlText w:val="(%5)"/>
      <w:lvlJc w:val="left"/>
      <w:pPr>
        <w:ind w:left="-249" w:hanging="360"/>
      </w:pPr>
    </w:lvl>
    <w:lvl w:ilvl="5">
      <w:start w:val="1"/>
      <w:numFmt w:val="lowerRoman"/>
      <w:lvlText w:val="(%6)"/>
      <w:lvlJc w:val="left"/>
      <w:pPr>
        <w:ind w:left="111" w:hanging="360"/>
      </w:pPr>
    </w:lvl>
    <w:lvl w:ilvl="6">
      <w:start w:val="1"/>
      <w:numFmt w:val="decimal"/>
      <w:lvlText w:val="%7."/>
      <w:lvlJc w:val="left"/>
      <w:pPr>
        <w:ind w:left="471" w:hanging="360"/>
      </w:pPr>
    </w:lvl>
    <w:lvl w:ilvl="7">
      <w:start w:val="1"/>
      <w:numFmt w:val="lowerLetter"/>
      <w:lvlText w:val="%8."/>
      <w:lvlJc w:val="left"/>
      <w:pPr>
        <w:ind w:left="831" w:hanging="360"/>
      </w:pPr>
    </w:lvl>
    <w:lvl w:ilvl="8">
      <w:start w:val="1"/>
      <w:numFmt w:val="lowerRoman"/>
      <w:lvlText w:val="%9."/>
      <w:lvlJc w:val="left"/>
      <w:pPr>
        <w:ind w:left="1191" w:hanging="360"/>
      </w:pPr>
    </w:lvl>
  </w:abstractNum>
  <w:abstractNum w:abstractNumId="5" w15:restartNumberingAfterBreak="0">
    <w:nsid w:val="7A10099E"/>
    <w:multiLevelType w:val="hybridMultilevel"/>
    <w:tmpl w:val="5476B8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32380588">
    <w:abstractNumId w:val="4"/>
  </w:num>
  <w:num w:numId="2" w16cid:durableId="470362554">
    <w:abstractNumId w:val="3"/>
  </w:num>
  <w:num w:numId="3" w16cid:durableId="1288046051">
    <w:abstractNumId w:val="0"/>
  </w:num>
  <w:num w:numId="4" w16cid:durableId="259026412">
    <w:abstractNumId w:val="5"/>
  </w:num>
  <w:num w:numId="5" w16cid:durableId="1807701027">
    <w:abstractNumId w:val="1"/>
  </w:num>
  <w:num w:numId="6" w16cid:durableId="2131123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8"/>
  <w:hideSpellingErrors/>
  <w:hideGrammaticalErrors/>
  <w:proofState w:spelling="clean" w:grammar="clean"/>
  <w:attachedTemplate r:id="rId1"/>
  <w:defaultTabStop w:val="720"/>
  <w:drawingGridHorizontalSpacing w:val="851"/>
  <w:drawingGridVerticalSpacing w:val="84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40"/>
    <w:rsid w:val="000003CA"/>
    <w:rsid w:val="0000179A"/>
    <w:rsid w:val="000411E6"/>
    <w:rsid w:val="00064DE0"/>
    <w:rsid w:val="0007276A"/>
    <w:rsid w:val="000A47CD"/>
    <w:rsid w:val="000C4A42"/>
    <w:rsid w:val="00131E8B"/>
    <w:rsid w:val="00134607"/>
    <w:rsid w:val="00175E40"/>
    <w:rsid w:val="001E034A"/>
    <w:rsid w:val="001F02A5"/>
    <w:rsid w:val="001F42C9"/>
    <w:rsid w:val="00224FE8"/>
    <w:rsid w:val="00230E7B"/>
    <w:rsid w:val="0028006C"/>
    <w:rsid w:val="002D2FEC"/>
    <w:rsid w:val="002D4428"/>
    <w:rsid w:val="002F32E7"/>
    <w:rsid w:val="003021C8"/>
    <w:rsid w:val="00302212"/>
    <w:rsid w:val="003171FA"/>
    <w:rsid w:val="003441D1"/>
    <w:rsid w:val="003446C7"/>
    <w:rsid w:val="00367255"/>
    <w:rsid w:val="00373BB2"/>
    <w:rsid w:val="00395201"/>
    <w:rsid w:val="003B58AF"/>
    <w:rsid w:val="003D3840"/>
    <w:rsid w:val="003E2ACF"/>
    <w:rsid w:val="004418C0"/>
    <w:rsid w:val="00443BB9"/>
    <w:rsid w:val="004B1F5A"/>
    <w:rsid w:val="004B3795"/>
    <w:rsid w:val="00526548"/>
    <w:rsid w:val="005520D2"/>
    <w:rsid w:val="00580989"/>
    <w:rsid w:val="005B73AA"/>
    <w:rsid w:val="006165CB"/>
    <w:rsid w:val="0064300F"/>
    <w:rsid w:val="006443A2"/>
    <w:rsid w:val="00657CCC"/>
    <w:rsid w:val="00660E08"/>
    <w:rsid w:val="00662544"/>
    <w:rsid w:val="0068387C"/>
    <w:rsid w:val="00683D92"/>
    <w:rsid w:val="00697E3F"/>
    <w:rsid w:val="006A532E"/>
    <w:rsid w:val="006B7673"/>
    <w:rsid w:val="00750C78"/>
    <w:rsid w:val="00770903"/>
    <w:rsid w:val="007944E9"/>
    <w:rsid w:val="007C5CC9"/>
    <w:rsid w:val="007D1A43"/>
    <w:rsid w:val="007F7E81"/>
    <w:rsid w:val="0080404B"/>
    <w:rsid w:val="00806E70"/>
    <w:rsid w:val="00815257"/>
    <w:rsid w:val="00897904"/>
    <w:rsid w:val="008C4BCE"/>
    <w:rsid w:val="009110E0"/>
    <w:rsid w:val="009175C5"/>
    <w:rsid w:val="00995702"/>
    <w:rsid w:val="009B717B"/>
    <w:rsid w:val="00A14959"/>
    <w:rsid w:val="00A76FDE"/>
    <w:rsid w:val="00A85181"/>
    <w:rsid w:val="00A964FA"/>
    <w:rsid w:val="00AC3401"/>
    <w:rsid w:val="00B15EC8"/>
    <w:rsid w:val="00B40A7C"/>
    <w:rsid w:val="00B76CB0"/>
    <w:rsid w:val="00B81211"/>
    <w:rsid w:val="00B97EF0"/>
    <w:rsid w:val="00BA5682"/>
    <w:rsid w:val="00BB0881"/>
    <w:rsid w:val="00BF5A43"/>
    <w:rsid w:val="00C05F08"/>
    <w:rsid w:val="00C126D8"/>
    <w:rsid w:val="00C52675"/>
    <w:rsid w:val="00C65704"/>
    <w:rsid w:val="00C90948"/>
    <w:rsid w:val="00C9332B"/>
    <w:rsid w:val="00D24085"/>
    <w:rsid w:val="00D24D2E"/>
    <w:rsid w:val="00D24E70"/>
    <w:rsid w:val="00D808B2"/>
    <w:rsid w:val="00DA55D8"/>
    <w:rsid w:val="00DB1240"/>
    <w:rsid w:val="00DB5952"/>
    <w:rsid w:val="00E04B07"/>
    <w:rsid w:val="00E15A98"/>
    <w:rsid w:val="00E17AD2"/>
    <w:rsid w:val="00E27500"/>
    <w:rsid w:val="00E37278"/>
    <w:rsid w:val="00E83C4E"/>
    <w:rsid w:val="00E90B82"/>
    <w:rsid w:val="00ED2E99"/>
    <w:rsid w:val="00F13239"/>
    <w:rsid w:val="00F43E89"/>
    <w:rsid w:val="00F67311"/>
    <w:rsid w:val="00F75468"/>
    <w:rsid w:val="00F80709"/>
    <w:rsid w:val="00F904D8"/>
    <w:rsid w:val="00F94BFD"/>
    <w:rsid w:val="00FB53A2"/>
    <w:rsid w:val="0ADF270E"/>
    <w:rsid w:val="0D9564EE"/>
    <w:rsid w:val="15F625A6"/>
    <w:rsid w:val="20C19692"/>
    <w:rsid w:val="2E4250EA"/>
    <w:rsid w:val="3AC48922"/>
    <w:rsid w:val="793EACF2"/>
    <w:rsid w:val="7BFCA319"/>
    <w:rsid w:val="7FDB88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5B856"/>
  <w15:chartTrackingRefBased/>
  <w15:docId w15:val="{BF6EA5BB-48B9-4EE9-B8C6-10A56124A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40"/>
    <w:rPr>
      <w:lang w:val="en-GB"/>
    </w:rPr>
  </w:style>
  <w:style w:type="paragraph" w:styleId="Heading1">
    <w:name w:val="heading 1"/>
    <w:basedOn w:val="Normal"/>
    <w:next w:val="Normal"/>
    <w:link w:val="Heading1Char"/>
    <w:qFormat/>
    <w:rsid w:val="004418C0"/>
    <w:pPr>
      <w:keepNext/>
      <w:keepLines/>
      <w:spacing w:before="360" w:after="240" w:line="240" w:lineRule="auto"/>
      <w:ind w:right="28"/>
      <w:contextualSpacing/>
      <w:outlineLvl w:val="0"/>
    </w:pPr>
    <w:rPr>
      <w:rFonts w:eastAsiaTheme="majorEastAsia" w:cstheme="majorBidi"/>
      <w:b/>
      <w:color w:val="6A97CF" w:themeColor="text2"/>
      <w:sz w:val="40"/>
      <w:szCs w:val="32"/>
    </w:rPr>
  </w:style>
  <w:style w:type="paragraph" w:styleId="Heading2">
    <w:name w:val="heading 2"/>
    <w:basedOn w:val="Normal"/>
    <w:next w:val="Normal"/>
    <w:link w:val="Heading2Char"/>
    <w:qFormat/>
    <w:rsid w:val="00C65704"/>
    <w:pPr>
      <w:keepNext/>
      <w:keepLines/>
      <w:spacing w:before="400" w:after="0" w:line="288" w:lineRule="auto"/>
      <w:outlineLvl w:val="1"/>
    </w:pPr>
    <w:rPr>
      <w:rFonts w:eastAsiaTheme="majorEastAsia" w:cstheme="majorBidi"/>
      <w:b/>
      <w:color w:val="EC6669" w:themeColor="accent2"/>
      <w:sz w:val="28"/>
      <w:szCs w:val="26"/>
    </w:rPr>
  </w:style>
  <w:style w:type="paragraph" w:styleId="Heading3">
    <w:name w:val="heading 3"/>
    <w:basedOn w:val="Normal"/>
    <w:next w:val="Normal"/>
    <w:link w:val="Heading3Char"/>
    <w:qFormat/>
    <w:rsid w:val="00C65704"/>
    <w:pPr>
      <w:keepNext/>
      <w:keepLines/>
      <w:spacing w:before="400" w:after="0" w:line="288" w:lineRule="auto"/>
      <w:outlineLvl w:val="2"/>
    </w:pPr>
    <w:rPr>
      <w:rFonts w:eastAsiaTheme="majorEastAsia" w:cstheme="majorBidi"/>
      <w:b/>
      <w:color w:val="6EC2BA" w:themeColor="accent4"/>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18C0"/>
    <w:rPr>
      <w:rFonts w:eastAsiaTheme="majorEastAsia" w:cstheme="majorBidi"/>
      <w:b/>
      <w:color w:val="6A97CF" w:themeColor="text2"/>
      <w:sz w:val="40"/>
      <w:szCs w:val="32"/>
      <w:lang w:val="en-GB"/>
    </w:rPr>
  </w:style>
  <w:style w:type="character" w:customStyle="1" w:styleId="Heading2Char">
    <w:name w:val="Heading 2 Char"/>
    <w:basedOn w:val="DefaultParagraphFont"/>
    <w:link w:val="Heading2"/>
    <w:rsid w:val="00C65704"/>
    <w:rPr>
      <w:rFonts w:eastAsiaTheme="majorEastAsia" w:cstheme="majorBidi"/>
      <w:b/>
      <w:color w:val="EC6669" w:themeColor="accent2"/>
      <w:sz w:val="28"/>
      <w:szCs w:val="26"/>
      <w:lang w:val="en-GB"/>
    </w:rPr>
  </w:style>
  <w:style w:type="character" w:customStyle="1" w:styleId="Heading3Char">
    <w:name w:val="Heading 3 Char"/>
    <w:basedOn w:val="DefaultParagraphFont"/>
    <w:link w:val="Heading3"/>
    <w:rsid w:val="00C65704"/>
    <w:rPr>
      <w:rFonts w:eastAsiaTheme="majorEastAsia" w:cstheme="majorBidi"/>
      <w:b/>
      <w:color w:val="6EC2BA" w:themeColor="accent4"/>
      <w:sz w:val="24"/>
      <w:szCs w:val="20"/>
      <w:lang w:val="en-GB"/>
    </w:rPr>
  </w:style>
  <w:style w:type="paragraph" w:styleId="Footer">
    <w:name w:val="footer"/>
    <w:basedOn w:val="Normal"/>
    <w:link w:val="FooterChar"/>
    <w:uiPriority w:val="99"/>
    <w:rsid w:val="00C65704"/>
    <w:pPr>
      <w:tabs>
        <w:tab w:val="left" w:pos="3165"/>
        <w:tab w:val="right" w:pos="10205"/>
      </w:tabs>
      <w:spacing w:after="0" w:line="288" w:lineRule="auto"/>
      <w:ind w:left="854"/>
    </w:pPr>
    <w:rPr>
      <w:sz w:val="16"/>
      <w:szCs w:val="20"/>
    </w:rPr>
  </w:style>
  <w:style w:type="character" w:customStyle="1" w:styleId="FooterChar">
    <w:name w:val="Footer Char"/>
    <w:basedOn w:val="DefaultParagraphFont"/>
    <w:link w:val="Footer"/>
    <w:uiPriority w:val="99"/>
    <w:rsid w:val="00C65704"/>
    <w:rPr>
      <w:sz w:val="16"/>
      <w:szCs w:val="20"/>
    </w:rPr>
  </w:style>
  <w:style w:type="paragraph" w:styleId="TOC1">
    <w:name w:val="toc 1"/>
    <w:basedOn w:val="Normal"/>
    <w:next w:val="Normal"/>
    <w:uiPriority w:val="39"/>
    <w:unhideWhenUsed/>
    <w:rsid w:val="003171FA"/>
    <w:pPr>
      <w:tabs>
        <w:tab w:val="right" w:pos="9356"/>
      </w:tabs>
      <w:spacing w:before="200" w:after="100" w:line="288" w:lineRule="auto"/>
      <w:ind w:left="426" w:right="963" w:hanging="426"/>
    </w:pPr>
    <w:rPr>
      <w:b/>
      <w:noProof/>
      <w:sz w:val="20"/>
      <w:szCs w:val="20"/>
    </w:rPr>
  </w:style>
  <w:style w:type="paragraph" w:styleId="TOC2">
    <w:name w:val="toc 2"/>
    <w:basedOn w:val="Normal"/>
    <w:next w:val="Normal"/>
    <w:uiPriority w:val="39"/>
    <w:unhideWhenUsed/>
    <w:rsid w:val="007944E9"/>
    <w:pPr>
      <w:tabs>
        <w:tab w:val="right" w:pos="9356"/>
      </w:tabs>
      <w:spacing w:after="100" w:line="288" w:lineRule="auto"/>
      <w:ind w:left="426" w:right="963"/>
    </w:pPr>
    <w:rPr>
      <w:noProof/>
      <w:sz w:val="20"/>
      <w:szCs w:val="20"/>
    </w:rPr>
  </w:style>
  <w:style w:type="paragraph" w:styleId="TOCHeading">
    <w:name w:val="TOC Heading"/>
    <w:basedOn w:val="Heading1"/>
    <w:next w:val="Normal"/>
    <w:uiPriority w:val="39"/>
    <w:qFormat/>
    <w:rsid w:val="007944E9"/>
    <w:pPr>
      <w:spacing w:before="460" w:after="0"/>
      <w:ind w:left="28"/>
      <w:outlineLvl w:val="9"/>
    </w:pPr>
    <w:rPr>
      <w:rFonts w:asciiTheme="majorHAnsi" w:hAnsiTheme="majorHAnsi"/>
      <w:sz w:val="48"/>
    </w:rPr>
  </w:style>
  <w:style w:type="paragraph" w:customStyle="1" w:styleId="CoverHeading">
    <w:name w:val="Cover Heading"/>
    <w:basedOn w:val="Normal"/>
    <w:rsid w:val="00F80709"/>
    <w:pPr>
      <w:spacing w:after="0" w:line="240" w:lineRule="auto"/>
    </w:pPr>
    <w:rPr>
      <w:rFonts w:asciiTheme="majorHAnsi" w:hAnsiTheme="majorHAnsi"/>
      <w:b/>
      <w:sz w:val="68"/>
      <w:szCs w:val="20"/>
    </w:rPr>
  </w:style>
  <w:style w:type="numbering" w:customStyle="1" w:styleId="RetailTrustHeadings">
    <w:name w:val="RetailTrust Headings"/>
    <w:basedOn w:val="NoList"/>
    <w:uiPriority w:val="99"/>
    <w:rsid w:val="007944E9"/>
    <w:pPr>
      <w:numPr>
        <w:numId w:val="1"/>
      </w:numPr>
    </w:pPr>
  </w:style>
  <w:style w:type="paragraph" w:customStyle="1" w:styleId="Heading1NoTOC">
    <w:name w:val="Heading 1 No TOC"/>
    <w:basedOn w:val="Normal"/>
    <w:next w:val="Normal"/>
    <w:qFormat/>
    <w:rsid w:val="008C4BCE"/>
    <w:pPr>
      <w:keepNext/>
      <w:keepLines/>
      <w:pageBreakBefore/>
      <w:pBdr>
        <w:top w:val="single" w:sz="24" w:space="21" w:color="auto"/>
      </w:pBdr>
      <w:spacing w:after="440" w:line="240" w:lineRule="auto"/>
      <w:ind w:left="28" w:right="28"/>
      <w:contextualSpacing/>
      <w:outlineLvl w:val="0"/>
    </w:pPr>
    <w:rPr>
      <w:rFonts w:eastAsiaTheme="majorEastAsia" w:cstheme="majorBidi"/>
      <w:b/>
      <w:color w:val="6A97CF" w:themeColor="text2"/>
      <w:sz w:val="40"/>
      <w:szCs w:val="32"/>
    </w:rPr>
  </w:style>
  <w:style w:type="table" w:customStyle="1" w:styleId="retailTrustHighlightBoxblue">
    <w:name w:val="retailTrust Highlight Box blue"/>
    <w:basedOn w:val="TableNormal"/>
    <w:uiPriority w:val="99"/>
    <w:rsid w:val="00C52675"/>
    <w:pPr>
      <w:spacing w:after="0" w:line="240" w:lineRule="auto"/>
    </w:pPr>
    <w:rPr>
      <w:color w:val="FFFFFF" w:themeColor="background1"/>
      <w:sz w:val="20"/>
      <w:szCs w:val="20"/>
      <w:lang w:val="en-GB"/>
    </w:rPr>
    <w:tblPr>
      <w:tblCellMar>
        <w:top w:w="170" w:type="dxa"/>
        <w:left w:w="227" w:type="dxa"/>
        <w:bottom w:w="170" w:type="dxa"/>
        <w:right w:w="227" w:type="dxa"/>
      </w:tblCellMar>
    </w:tblPr>
    <w:tcPr>
      <w:shd w:val="clear" w:color="auto" w:fill="6A97CF" w:themeFill="accent1"/>
    </w:tcPr>
  </w:style>
  <w:style w:type="character" w:styleId="Hyperlink">
    <w:name w:val="Hyperlink"/>
    <w:basedOn w:val="DefaultParagraphFont"/>
    <w:uiPriority w:val="99"/>
    <w:unhideWhenUsed/>
    <w:rsid w:val="007944E9"/>
    <w:rPr>
      <w:color w:val="6A97CF" w:themeColor="hyperlink"/>
      <w:u w:val="single"/>
    </w:rPr>
  </w:style>
  <w:style w:type="paragraph" w:customStyle="1" w:styleId="CoverSubheading">
    <w:name w:val="Cover Subheading"/>
    <w:basedOn w:val="Normal"/>
    <w:qFormat/>
    <w:rsid w:val="007944E9"/>
    <w:pPr>
      <w:spacing w:after="0" w:line="240" w:lineRule="auto"/>
    </w:pPr>
    <w:rPr>
      <w:rFonts w:asciiTheme="majorHAnsi" w:hAnsiTheme="majorHAnsi"/>
      <w:sz w:val="44"/>
      <w:szCs w:val="20"/>
    </w:rPr>
  </w:style>
  <w:style w:type="table" w:customStyle="1" w:styleId="retailTrustDefaultTable">
    <w:name w:val="retailTrust Default Table"/>
    <w:basedOn w:val="TableNormal"/>
    <w:uiPriority w:val="99"/>
    <w:rsid w:val="00C52675"/>
    <w:pPr>
      <w:spacing w:after="0" w:line="240" w:lineRule="auto"/>
    </w:pPr>
    <w:rPr>
      <w:rFonts w:eastAsia="Cambria" w:cs="Times New Roman"/>
      <w:sz w:val="20"/>
      <w:szCs w:val="20"/>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57" w:type="dxa"/>
        <w:left w:w="85" w:type="dxa"/>
        <w:bottom w:w="57" w:type="dxa"/>
        <w:right w:w="85" w:type="dxa"/>
      </w:tblCellMar>
    </w:tblPr>
    <w:tcPr>
      <w:shd w:val="clear" w:color="auto" w:fill="auto"/>
    </w:tcPr>
    <w:tblStylePr w:type="firstRow">
      <w:pPr>
        <w:wordWrap/>
        <w:spacing w:beforeLines="0"/>
        <w:jc w:val="left"/>
      </w:pPr>
      <w:rPr>
        <w:rFonts w:asciiTheme="minorHAnsi" w:hAnsiTheme="minorHAnsi"/>
        <w:b/>
        <w:color w:val="FFFFFF" w:themeColor="background1"/>
      </w:rPr>
      <w:tblPr/>
      <w:tcPr>
        <w:shd w:val="clear" w:color="auto" w:fill="6A97CF" w:themeFill="accent1"/>
      </w:tcPr>
    </w:tblStylePr>
    <w:tblStylePr w:type="lastRow">
      <w:rPr>
        <w:b/>
      </w:rPr>
    </w:tblStylePr>
    <w:tblStylePr w:type="firstCol">
      <w:rPr>
        <w:b/>
      </w:r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TOC3">
    <w:name w:val="toc 3"/>
    <w:basedOn w:val="TOC2"/>
    <w:next w:val="Normal"/>
    <w:autoRedefine/>
    <w:uiPriority w:val="39"/>
    <w:unhideWhenUsed/>
    <w:rsid w:val="00750C78"/>
    <w:pPr>
      <w:ind w:left="420"/>
    </w:pPr>
    <w:rPr>
      <w:rFonts w:eastAsia="Cambria" w:cs="Times New Roman"/>
      <w:szCs w:val="21"/>
    </w:rPr>
  </w:style>
  <w:style w:type="table" w:customStyle="1" w:styleId="retailTrustbreakoutred">
    <w:name w:val="retailTrust breakout red"/>
    <w:basedOn w:val="retailTrustHighlightBoxblue"/>
    <w:uiPriority w:val="99"/>
    <w:rsid w:val="00C52675"/>
    <w:tblPr/>
    <w:tcPr>
      <w:shd w:val="clear" w:color="auto" w:fill="EC6669" w:themeFill="accent2"/>
    </w:tcPr>
  </w:style>
  <w:style w:type="paragraph" w:customStyle="1" w:styleId="Documenttitle">
    <w:name w:val="Document title"/>
    <w:qFormat/>
    <w:rsid w:val="00C65704"/>
    <w:pPr>
      <w:tabs>
        <w:tab w:val="left" w:pos="3165"/>
        <w:tab w:val="right" w:pos="10205"/>
      </w:tabs>
    </w:pPr>
    <w:rPr>
      <w:bCs/>
      <w:sz w:val="24"/>
      <w:szCs w:val="20"/>
    </w:rPr>
  </w:style>
  <w:style w:type="paragraph" w:customStyle="1" w:styleId="Coverline">
    <w:name w:val="Coverline"/>
    <w:basedOn w:val="Normal"/>
    <w:qFormat/>
    <w:rsid w:val="007944E9"/>
    <w:pPr>
      <w:tabs>
        <w:tab w:val="left" w:pos="714"/>
      </w:tabs>
      <w:spacing w:after="600" w:line="288" w:lineRule="auto"/>
    </w:pPr>
    <w:rPr>
      <w:noProof/>
      <w:sz w:val="14"/>
      <w:szCs w:val="14"/>
    </w:rPr>
  </w:style>
  <w:style w:type="paragraph" w:styleId="ListBullet">
    <w:name w:val="List Bullet"/>
    <w:basedOn w:val="Normal"/>
    <w:unhideWhenUsed/>
    <w:qFormat/>
    <w:rsid w:val="009175C5"/>
    <w:pPr>
      <w:numPr>
        <w:numId w:val="3"/>
      </w:numPr>
      <w:spacing w:after="120" w:line="288" w:lineRule="auto"/>
      <w:contextualSpacing/>
    </w:pPr>
    <w:rPr>
      <w:szCs w:val="20"/>
    </w:rPr>
  </w:style>
  <w:style w:type="paragraph" w:styleId="ListBullet2">
    <w:name w:val="List Bullet 2"/>
    <w:basedOn w:val="Normal"/>
    <w:unhideWhenUsed/>
    <w:qFormat/>
    <w:rsid w:val="009175C5"/>
    <w:pPr>
      <w:numPr>
        <w:ilvl w:val="1"/>
        <w:numId w:val="3"/>
      </w:numPr>
      <w:spacing w:after="0" w:line="288" w:lineRule="auto"/>
      <w:contextualSpacing/>
    </w:pPr>
    <w:rPr>
      <w:szCs w:val="20"/>
    </w:rPr>
  </w:style>
  <w:style w:type="paragraph" w:styleId="ListBullet3">
    <w:name w:val="List Bullet 3"/>
    <w:basedOn w:val="Normal"/>
    <w:unhideWhenUsed/>
    <w:qFormat/>
    <w:rsid w:val="009175C5"/>
    <w:pPr>
      <w:numPr>
        <w:ilvl w:val="2"/>
        <w:numId w:val="3"/>
      </w:numPr>
      <w:spacing w:after="0" w:line="288" w:lineRule="auto"/>
      <w:contextualSpacing/>
    </w:pPr>
    <w:rPr>
      <w:szCs w:val="20"/>
    </w:rPr>
  </w:style>
  <w:style w:type="paragraph" w:styleId="ListBullet4">
    <w:name w:val="List Bullet 4"/>
    <w:basedOn w:val="Normal"/>
    <w:uiPriority w:val="99"/>
    <w:unhideWhenUsed/>
    <w:rsid w:val="009175C5"/>
    <w:pPr>
      <w:numPr>
        <w:ilvl w:val="3"/>
        <w:numId w:val="3"/>
      </w:numPr>
      <w:spacing w:after="0" w:line="288" w:lineRule="auto"/>
      <w:contextualSpacing/>
    </w:pPr>
    <w:rPr>
      <w:szCs w:val="20"/>
    </w:rPr>
  </w:style>
  <w:style w:type="paragraph" w:styleId="ListBullet5">
    <w:name w:val="List Bullet 5"/>
    <w:basedOn w:val="Normal"/>
    <w:uiPriority w:val="99"/>
    <w:semiHidden/>
    <w:unhideWhenUsed/>
    <w:rsid w:val="007944E9"/>
    <w:pPr>
      <w:numPr>
        <w:ilvl w:val="4"/>
        <w:numId w:val="3"/>
      </w:numPr>
      <w:spacing w:after="0" w:line="288" w:lineRule="auto"/>
      <w:contextualSpacing/>
    </w:pPr>
    <w:rPr>
      <w:sz w:val="20"/>
      <w:szCs w:val="20"/>
    </w:rPr>
  </w:style>
  <w:style w:type="paragraph" w:styleId="ListNumber">
    <w:name w:val="List Number"/>
    <w:basedOn w:val="ListParagraph"/>
    <w:unhideWhenUsed/>
    <w:qFormat/>
    <w:rsid w:val="007944E9"/>
    <w:pPr>
      <w:numPr>
        <w:numId w:val="2"/>
      </w:numPr>
      <w:spacing w:before="240" w:after="240" w:line="312" w:lineRule="auto"/>
    </w:pPr>
    <w:rPr>
      <w:rFonts w:eastAsia="Cambria" w:cs="Times New Roman"/>
      <w:sz w:val="20"/>
      <w:szCs w:val="21"/>
    </w:rPr>
  </w:style>
  <w:style w:type="paragraph" w:styleId="ListNumber2">
    <w:name w:val="List Number 2"/>
    <w:basedOn w:val="ListParagraph"/>
    <w:unhideWhenUsed/>
    <w:qFormat/>
    <w:rsid w:val="007944E9"/>
    <w:pPr>
      <w:numPr>
        <w:ilvl w:val="1"/>
        <w:numId w:val="2"/>
      </w:numPr>
      <w:spacing w:before="120" w:after="120" w:line="288" w:lineRule="auto"/>
    </w:pPr>
    <w:rPr>
      <w:rFonts w:eastAsia="Cambria" w:cs="Times New Roman"/>
      <w:sz w:val="20"/>
      <w:szCs w:val="21"/>
    </w:rPr>
  </w:style>
  <w:style w:type="paragraph" w:styleId="ListNumber3">
    <w:name w:val="List Number 3"/>
    <w:basedOn w:val="Normal"/>
    <w:unhideWhenUsed/>
    <w:qFormat/>
    <w:rsid w:val="007944E9"/>
    <w:pPr>
      <w:numPr>
        <w:ilvl w:val="2"/>
        <w:numId w:val="2"/>
      </w:numPr>
      <w:spacing w:after="0" w:line="288" w:lineRule="auto"/>
      <w:contextualSpacing/>
    </w:pPr>
    <w:rPr>
      <w:sz w:val="20"/>
      <w:szCs w:val="20"/>
    </w:rPr>
  </w:style>
  <w:style w:type="paragraph" w:styleId="ListNumber4">
    <w:name w:val="List Number 4"/>
    <w:basedOn w:val="ListNumber3"/>
    <w:uiPriority w:val="99"/>
    <w:unhideWhenUsed/>
    <w:rsid w:val="007944E9"/>
    <w:pPr>
      <w:numPr>
        <w:ilvl w:val="3"/>
      </w:numPr>
    </w:pPr>
  </w:style>
  <w:style w:type="paragraph" w:styleId="ListNumber5">
    <w:name w:val="List Number 5"/>
    <w:basedOn w:val="Normal"/>
    <w:uiPriority w:val="99"/>
    <w:semiHidden/>
    <w:unhideWhenUsed/>
    <w:rsid w:val="007944E9"/>
    <w:pPr>
      <w:numPr>
        <w:ilvl w:val="4"/>
        <w:numId w:val="2"/>
      </w:numPr>
      <w:spacing w:after="0" w:line="288" w:lineRule="auto"/>
      <w:contextualSpacing/>
    </w:pPr>
    <w:rPr>
      <w:sz w:val="20"/>
      <w:szCs w:val="20"/>
    </w:rPr>
  </w:style>
  <w:style w:type="paragraph" w:styleId="ListParagraph">
    <w:name w:val="List Paragraph"/>
    <w:basedOn w:val="Normal"/>
    <w:uiPriority w:val="34"/>
    <w:qFormat/>
    <w:rsid w:val="007944E9"/>
    <w:pPr>
      <w:ind w:left="720"/>
      <w:contextualSpacing/>
    </w:pPr>
  </w:style>
  <w:style w:type="paragraph" w:styleId="Header">
    <w:name w:val="header"/>
    <w:basedOn w:val="Normal"/>
    <w:link w:val="HeaderChar"/>
    <w:uiPriority w:val="99"/>
    <w:unhideWhenUsed/>
    <w:rsid w:val="007944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4E9"/>
  </w:style>
  <w:style w:type="table" w:styleId="TableGrid">
    <w:name w:val="Table Grid"/>
    <w:basedOn w:val="TableNormal"/>
    <w:uiPriority w:val="39"/>
    <w:rsid w:val="00C52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tailTrustBreakoutYellow">
    <w:name w:val="retailTrust Breakout Yellow"/>
    <w:basedOn w:val="TableNormal"/>
    <w:uiPriority w:val="99"/>
    <w:rsid w:val="00E83C4E"/>
    <w:pPr>
      <w:spacing w:after="0" w:line="240" w:lineRule="auto"/>
    </w:pPr>
    <w:tblPr>
      <w:tblCellMar>
        <w:top w:w="170" w:type="dxa"/>
        <w:left w:w="227" w:type="dxa"/>
        <w:bottom w:w="170" w:type="dxa"/>
        <w:right w:w="227" w:type="dxa"/>
      </w:tblCellMar>
    </w:tblPr>
    <w:tcPr>
      <w:shd w:val="clear" w:color="auto" w:fill="FDCB4E" w:themeFill="accent3"/>
    </w:tcPr>
  </w:style>
  <w:style w:type="table" w:customStyle="1" w:styleId="retailTrustTablered">
    <w:name w:val="retailTrust Table red"/>
    <w:basedOn w:val="TableNormal"/>
    <w:uiPriority w:val="99"/>
    <w:rsid w:val="00FB53A2"/>
    <w:pPr>
      <w:spacing w:after="0" w:line="240" w:lineRule="auto"/>
    </w:pPr>
    <w:rPr>
      <w:rFonts w:eastAsia="Cambria" w:cs="Times New Roman"/>
      <w:sz w:val="20"/>
      <w:szCs w:val="20"/>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57" w:type="dxa"/>
        <w:left w:w="85" w:type="dxa"/>
        <w:bottom w:w="57" w:type="dxa"/>
        <w:right w:w="85" w:type="dxa"/>
      </w:tblCellMar>
    </w:tblPr>
    <w:tcPr>
      <w:shd w:val="clear" w:color="auto" w:fill="auto"/>
    </w:tcPr>
    <w:tblStylePr w:type="firstRow">
      <w:pPr>
        <w:wordWrap/>
        <w:spacing w:beforeLines="0"/>
        <w:jc w:val="left"/>
      </w:pPr>
      <w:rPr>
        <w:rFonts w:asciiTheme="minorHAnsi" w:hAnsiTheme="minorHAnsi"/>
        <w:b/>
        <w:color w:val="FFFFFF" w:themeColor="background1"/>
      </w:rPr>
      <w:tblPr/>
      <w:tcPr>
        <w:shd w:val="clear" w:color="auto" w:fill="EC6669" w:themeFill="accent2"/>
      </w:tcPr>
    </w:tblStylePr>
    <w:tblStylePr w:type="lastRow">
      <w:rPr>
        <w:b/>
      </w:rPr>
    </w:tblStylePr>
    <w:tblStylePr w:type="firstCol">
      <w:rPr>
        <w:b/>
      </w:r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NoSpacing">
    <w:name w:val="No Spacing"/>
    <w:uiPriority w:val="1"/>
    <w:qFormat/>
    <w:rsid w:val="004418C0"/>
    <w:pPr>
      <w:spacing w:after="0" w:line="240" w:lineRule="auto"/>
    </w:pPr>
  </w:style>
  <w:style w:type="character" w:styleId="UnresolvedMention">
    <w:name w:val="Unresolved Mention"/>
    <w:basedOn w:val="DefaultParagraphFont"/>
    <w:uiPriority w:val="99"/>
    <w:semiHidden/>
    <w:unhideWhenUsed/>
    <w:rsid w:val="002D2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97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wti0wwer7aliwderxfsrz" Type="http://schemas.openxmlformats.org/officeDocument/2006/relationships/hyperlink" Target="https://go.retailtrust.org.uk/my-happy-email" TargetMode="External"/></Relationships>
</file>

<file path=word/_rels/endnotes.xml.rels><?xml version="1.0" encoding="UTF-8" standalone="yes"?><Relationships xmlns="http://schemas.openxmlformats.org/package/2006/relationships"><Relationship Id="rIdd1eujyybexamhhh6fk3gu" Type="http://schemas.openxmlformats.org/officeDocument/2006/relationships/hyperlink" Target="https://go.retailtrust.org.uk/my-happy-email" TargetMode="External"/></Relationships>
</file>

<file path=word/_rels/fontTable.xml.rels><?xml version="1.0" encoding="UTF-8" standalone="yes"?><Relationships xmlns="http://schemas.openxmlformats.org/package/2006/relationships"><Relationship Id="rIdpcqd8zirocbgavfrt_enq" Type="http://schemas.openxmlformats.org/officeDocument/2006/relationships/hyperlink" Target="https://go.retailtrust.org.uk/my-happy-email" TargetMode="External"/></Relationships>
</file>

<file path=word/_rels/footer1.xml.rels><?xml version="1.0" encoding="UTF-8" standalone="yes"?><Relationships xmlns="http://schemas.openxmlformats.org/package/2006/relationships"><Relationship Id="rIduyu7zya3d9mbo30jtymvi" Type="http://schemas.openxmlformats.org/officeDocument/2006/relationships/hyperlink" Target="https://go.retailtrust.org.uk/my-happy-email" TargetMode="External"/></Relationships>
</file>

<file path=word/_rels/footer2.xml.rels><?xml version="1.0" encoding="UTF-8" standalone="yes"?><Relationships xmlns="http://schemas.openxmlformats.org/package/2006/relationships"><Relationship Id="rId3aug4aeat-hzehdrgten_" Type="http://schemas.openxmlformats.org/officeDocument/2006/relationships/hyperlink" Target="https://go.retailtrust.org.uk/my-happy-email" TargetMode="External"/></Relationships>
</file>

<file path=word/_rels/footnotes.xml.rels><?xml version="1.0" encoding="UTF-8" standalone="yes"?><Relationships xmlns="http://schemas.openxmlformats.org/package/2006/relationships"><Relationship Id="rIdaogh2gmigbczzkifvqyot" Type="http://schemas.openxmlformats.org/officeDocument/2006/relationships/hyperlink" Target="https://go.retailtrust.org.uk/my-happy-email" TargetMode="External"/></Relationships>
</file>

<file path=word/_rels/header1.xml.rels><?xml version="1.0" encoding="UTF-8" standalone="yes"?><Relationships xmlns="http://schemas.openxmlformats.org/package/2006/relationships"><Relationship Id="rIdc_kbanxlh9_cznmr3e-hj" Type="http://schemas.openxmlformats.org/officeDocument/2006/relationships/hyperlink" Target="https://go.retailtrust.org.uk/my-happy-email" TargetMode="External"/></Relationships>
</file>

<file path=word/_rels/header2.xml.rels><?xml version="1.0" encoding="UTF-8" standalone="yes"?><Relationships xmlns="http://schemas.openxmlformats.org/package/2006/relationships"><Relationship Id="rIdckw9emuumlfrq0dsvxvt5" Type="http://schemas.openxmlformats.org/officeDocument/2006/relationships/hyperlink" Target="https://go.retailtrust.org.uk/my-happy-email" TargetMode="External"/></Relationships>
</file>

<file path=word/_rels/numbering.xml.rels><?xml version="1.0" encoding="UTF-8" standalone="yes"?><Relationships xmlns="http://schemas.openxmlformats.org/package/2006/relationships"><Relationship Id="rIdut8c7b0afsv4iy0bxcpyy" Type="http://schemas.openxmlformats.org/officeDocument/2006/relationships/hyperlink" Target="https://go.retailtrust.org.uk/my-happy-ema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hanba\OneDrive%20-%20Retail%20Trust\Documents\Custom%20Office%20Templates\Plain%20word%20document%20Retail%20Trust%20template.dotx" TargetMode="External"/><Relationship Id="rIduqlzqdcbnibvij45dr7bm" Type="http://schemas.openxmlformats.org/officeDocument/2006/relationships/hyperlink" Target="https://go.retailtrust.org.uk/my-happy-email" TargetMode="External"/></Relationships>
</file>

<file path=word/_rels/styles.xml.rels><?xml version="1.0" encoding="UTF-8" standalone="yes"?><Relationships xmlns="http://schemas.openxmlformats.org/package/2006/relationships"><Relationship Id="rIdeqiaw9jupytncawsrgth7" Type="http://schemas.openxmlformats.org/officeDocument/2006/relationships/hyperlink" Target="https://go.retailtrust.org.uk/my-happy-email" TargetMode="External"/></Relationships>
</file>

<file path=word/_rels/theme1.xml.rels><?xml version="1.0" encoding="UTF-8" standalone="yes"?><Relationships xmlns="http://schemas.openxmlformats.org/package/2006/relationships"><Relationship Id="rId7lvh1sexvo9t5qxl3znmi" Type="http://schemas.openxmlformats.org/officeDocument/2006/relationships/hyperlink" Target="https://go.retailtrust.org.uk/my-happy-email" TargetMode="External"/></Relationships>
</file>

<file path=word/_rels/webSettings.xml.rels><?xml version="1.0" encoding="UTF-8" standalone="yes"?><Relationships xmlns="http://schemas.openxmlformats.org/package/2006/relationships"><Relationship Id="rIdhspfqr-4jzmc1nfgor659" Type="http://schemas.openxmlformats.org/officeDocument/2006/relationships/hyperlink" Target="https://go.retailtrust.org.uk/my-happy-email" TargetMode="External"/></Relationships>
</file>

<file path=word/theme/theme1.xml><?xml version="1.0" encoding="utf-8"?>
<a:theme xmlns:a="http://schemas.openxmlformats.org/drawingml/2006/main" name="Office Theme">
  <a:themeElements>
    <a:clrScheme name="RetailTrust">
      <a:dk1>
        <a:srgbClr val="353636"/>
      </a:dk1>
      <a:lt1>
        <a:sysClr val="window" lastClr="FFFFFF"/>
      </a:lt1>
      <a:dk2>
        <a:srgbClr val="6A97CF"/>
      </a:dk2>
      <a:lt2>
        <a:srgbClr val="E7E6E6"/>
      </a:lt2>
      <a:accent1>
        <a:srgbClr val="6A97CF"/>
      </a:accent1>
      <a:accent2>
        <a:srgbClr val="EC6669"/>
      </a:accent2>
      <a:accent3>
        <a:srgbClr val="FDCB4E"/>
      </a:accent3>
      <a:accent4>
        <a:srgbClr val="6EC2BA"/>
      </a:accent4>
      <a:accent5>
        <a:srgbClr val="6A97CF"/>
      </a:accent5>
      <a:accent6>
        <a:srgbClr val="EC6669"/>
      </a:accent6>
      <a:hlink>
        <a:srgbClr val="6A97CF"/>
      </a:hlink>
      <a:folHlink>
        <a:srgbClr val="EC6669"/>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ce12d-7ac2-4fb9-b507-6f15f945b65c" xsi:nil="true"/>
    <lcf76f155ced4ddcb4097134ff3c332f xmlns="914f72ef-270e-4225-a2e7-21f5bfb53115">
      <Terms xmlns="http://schemas.microsoft.com/office/infopath/2007/PartnerControls"/>
    </lcf76f155ced4ddcb4097134ff3c332f>
    <SharedWithUsers xmlns="1c5ce12d-7ac2-4fb9-b507-6f15f945b65c">
      <UserInfo>
        <DisplayName/>
        <AccountId xsi:nil="true"/>
        <AccountType/>
      </UserInfo>
    </SharedWithUsers>
    <MediaLengthInSeconds xmlns="914f72ef-270e-4225-a2e7-21f5bfb5311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42A8891E72794A9962D15B2454BB84" ma:contentTypeVersion="14" ma:contentTypeDescription="Create a new document." ma:contentTypeScope="" ma:versionID="ff304d49bbefee2bcad6a095e53030a6">
  <xsd:schema xmlns:xsd="http://www.w3.org/2001/XMLSchema" xmlns:xs="http://www.w3.org/2001/XMLSchema" xmlns:p="http://schemas.microsoft.com/office/2006/metadata/properties" xmlns:ns2="1c5ce12d-7ac2-4fb9-b507-6f15f945b65c" xmlns:ns3="914f72ef-270e-4225-a2e7-21f5bfb53115" targetNamespace="http://schemas.microsoft.com/office/2006/metadata/properties" ma:root="true" ma:fieldsID="508a3aa2d131e4c20b7c2ac6576e3e4d" ns2:_="" ns3:_="">
    <xsd:import namespace="1c5ce12d-7ac2-4fb9-b507-6f15f945b65c"/>
    <xsd:import namespace="914f72ef-270e-4225-a2e7-21f5bfb5311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ce12d-7ac2-4fb9-b507-6f15f945b65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24eb1a4d-0df0-483f-84cb-185c93f61370}" ma:internalName="TaxCatchAll" ma:showField="CatchAllData" ma:web="1c5ce12d-7ac2-4fb9-b507-6f15f945b65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4f72ef-270e-4225-a2e7-21f5bfb5311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f6d82cb-9fdd-4c7d-9294-7323c1f9cc0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6423F-CC8B-496D-9F4A-B83967B5EF39}">
  <ds:schemaRefs>
    <ds:schemaRef ds:uri="http://schemas.microsoft.com/office/2006/metadata/properties"/>
    <ds:schemaRef ds:uri="http://schemas.microsoft.com/office/infopath/2007/PartnerControls"/>
    <ds:schemaRef ds:uri="1c5ce12d-7ac2-4fb9-b507-6f15f945b65c"/>
    <ds:schemaRef ds:uri="914f72ef-270e-4225-a2e7-21f5bfb53115"/>
  </ds:schemaRefs>
</ds:datastoreItem>
</file>

<file path=customXml/itemProps2.xml><?xml version="1.0" encoding="utf-8"?>
<ds:datastoreItem xmlns:ds="http://schemas.openxmlformats.org/officeDocument/2006/customXml" ds:itemID="{37C11905-76D4-445C-9439-3B94587F95D6}"/>
</file>

<file path=customXml/itemProps3.xml><?xml version="1.0" encoding="utf-8"?>
<ds:datastoreItem xmlns:ds="http://schemas.openxmlformats.org/officeDocument/2006/customXml" ds:itemID="{337BC130-AEAB-41A1-9E73-717AF0E406CD}">
  <ds:schemaRefs>
    <ds:schemaRef ds:uri="http://schemas.microsoft.com/sharepoint/v3/contenttype/forms"/>
  </ds:schemaRefs>
</ds:datastoreItem>
</file>

<file path=customXml/itemProps4.xml><?xml version="1.0" encoding="utf-8"?>
<ds:datastoreItem xmlns:ds="http://schemas.openxmlformats.org/officeDocument/2006/customXml" ds:itemID="{1E54A970-113E-4C13-8DAB-8460B7E2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C:\Users\JKhanba\OneDrive - Retail Trust\Documents\Custom Office Templates\Plain word document Retail Trust template.dotx</Template>
  <TotalTime>1</TotalTime>
  <Pages>2</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Jatinder Khanba</dc:creator>
  <cp:keywords/>
  <dc:description/>
  <cp:lastModifiedBy>Tim Walpole</cp:lastModifiedBy>
  <cp:revision>12</cp:revision>
  <dcterms:created xsi:type="dcterms:W3CDTF">2023-03-08T10:29:00Z</dcterms:created>
  <dcterms:modified xsi:type="dcterms:W3CDTF">2025-01-17T14:24:00Z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0x0101006542A8891E72794A9962D15B2454BB84</vt:lpwstr>
  </property>
  <property fmtid="{D5CDD505-2E9C-101B-9397-08002B2CF9AE}" pid="3" name="MediaServiceImageTags">
    <vt:lpwstr/>
  </property>
  <property fmtid="{D5CDD505-2E9C-101B-9397-08002B2CF9AE}" pid="4" name="Order">
    <vt:r8>14897800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